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314837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854"/>
          </w:tblGrid>
          <w:tr w:rsidR="00227905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4DC72A1D16124214B14680D86C9FB137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227905" w:rsidRDefault="00227905" w:rsidP="00227905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Umbraco i/s</w:t>
                    </w:r>
                  </w:p>
                </w:tc>
              </w:sdtContent>
            </w:sdt>
          </w:tr>
          <w:tr w:rsidR="00227905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27AA99DE9BB649B89E3B70EFBCB50DE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227905" w:rsidRDefault="00227905" w:rsidP="00227905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Blog 4  Umbraco</w:t>
                    </w:r>
                  </w:p>
                </w:tc>
              </w:sdtContent>
            </w:sdt>
          </w:tr>
          <w:tr w:rsidR="00227905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52B8B86443274C36A62192D146F736F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227905" w:rsidRDefault="00227905" w:rsidP="00227905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Skinning Guid</w:t>
                    </w:r>
                    <w:r w:rsidR="00A92D8F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e</w:t>
                    </w:r>
                  </w:p>
                </w:tc>
              </w:sdtContent>
            </w:sdt>
          </w:tr>
          <w:tr w:rsidR="0022790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27905" w:rsidRDefault="00227905">
                <w:pPr>
                  <w:pStyle w:val="NoSpacing"/>
                  <w:jc w:val="center"/>
                </w:pPr>
              </w:p>
            </w:tc>
          </w:tr>
          <w:tr w:rsidR="00227905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AFBC7296099644D2B4C122F822EC09B6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227905" w:rsidRDefault="00227905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da-DK"/>
                      </w:rPr>
                      <w:t>pph</w:t>
                    </w:r>
                  </w:p>
                </w:tc>
              </w:sdtContent>
            </w:sdt>
          </w:tr>
          <w:tr w:rsidR="00227905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09-12-2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227905" w:rsidRDefault="00227905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12/21/2009</w:t>
                    </w:r>
                  </w:p>
                </w:tc>
              </w:sdtContent>
            </w:sdt>
          </w:tr>
        </w:tbl>
        <w:p w:rsidR="00227905" w:rsidRDefault="00227905"/>
        <w:p w:rsidR="00227905" w:rsidRDefault="00227905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854"/>
          </w:tblGrid>
          <w:tr w:rsidR="00227905" w:rsidRPr="00227905">
            <w:sdt>
              <w:sdtPr>
                <w:alias w:val="Abstract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227905" w:rsidRDefault="00227905" w:rsidP="00227905">
                    <w:pPr>
                      <w:pStyle w:val="NoSpacing"/>
                    </w:pPr>
                    <w:r>
                      <w:t xml:space="preserve">Contains information on the </w:t>
                    </w:r>
                    <w:proofErr w:type="spellStart"/>
                    <w:r>
                      <w:t>css</w:t>
                    </w:r>
                    <w:proofErr w:type="spellEnd"/>
                    <w:r>
                      <w:t xml:space="preserve"> and html format for the blog for umbraco package and shows how to put together a simple skin package and redistribute it through packages.umbaco.org</w:t>
                    </w:r>
                  </w:p>
                </w:tc>
              </w:sdtContent>
            </w:sdt>
          </w:tr>
        </w:tbl>
        <w:p w:rsidR="00227905" w:rsidRPr="00227905" w:rsidRDefault="00227905"/>
        <w:p w:rsidR="00227905" w:rsidRDefault="00227905">
          <w:r w:rsidRPr="00227905"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id w:val="2314877"/>
        <w:docPartObj>
          <w:docPartGallery w:val="Table of Contents"/>
          <w:docPartUnique/>
        </w:docPartObj>
      </w:sdtPr>
      <w:sdtContent>
        <w:p w:rsidR="00227905" w:rsidRDefault="00227905">
          <w:pPr>
            <w:pStyle w:val="TOCHeading"/>
          </w:pPr>
          <w:r>
            <w:t>Contents</w:t>
          </w:r>
        </w:p>
        <w:p w:rsidR="00375A3C" w:rsidRDefault="009F3A72">
          <w:pPr>
            <w:pStyle w:val="TOC1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r>
            <w:fldChar w:fldCharType="begin"/>
          </w:r>
          <w:r w:rsidR="00227905" w:rsidRPr="00227905">
            <w:instrText xml:space="preserve"> TOC \o "1-3" \h \z \u </w:instrText>
          </w:r>
          <w:r>
            <w:fldChar w:fldCharType="separate"/>
          </w:r>
          <w:hyperlink w:anchor="_Toc249257305" w:history="1">
            <w:r w:rsidR="00375A3C" w:rsidRPr="007E7411">
              <w:rPr>
                <w:rStyle w:val="Hyperlink"/>
                <w:noProof/>
              </w:rPr>
              <w:t>Introduction</w:t>
            </w:r>
            <w:r w:rsidR="00375A3C">
              <w:rPr>
                <w:noProof/>
                <w:webHidden/>
              </w:rPr>
              <w:tab/>
            </w:r>
            <w:r w:rsidR="00375A3C">
              <w:rPr>
                <w:noProof/>
                <w:webHidden/>
              </w:rPr>
              <w:fldChar w:fldCharType="begin"/>
            </w:r>
            <w:r w:rsidR="00375A3C">
              <w:rPr>
                <w:noProof/>
                <w:webHidden/>
              </w:rPr>
              <w:instrText xml:space="preserve"> PAGEREF _Toc249257305 \h </w:instrText>
            </w:r>
            <w:r w:rsidR="00375A3C">
              <w:rPr>
                <w:noProof/>
                <w:webHidden/>
              </w:rPr>
            </w:r>
            <w:r w:rsidR="00375A3C">
              <w:rPr>
                <w:noProof/>
                <w:webHidden/>
              </w:rPr>
              <w:fldChar w:fldCharType="separate"/>
            </w:r>
            <w:r w:rsidR="00375A3C">
              <w:rPr>
                <w:noProof/>
                <w:webHidden/>
              </w:rPr>
              <w:t>3</w:t>
            </w:r>
            <w:r w:rsidR="00375A3C"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1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06" w:history="1">
            <w:r w:rsidRPr="007E7411">
              <w:rPr>
                <w:rStyle w:val="Hyperlink"/>
                <w:noProof/>
              </w:rPr>
              <w:t>The html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07" w:history="1">
            <w:r w:rsidRPr="007E7411">
              <w:rPr>
                <w:rStyle w:val="Hyperlink"/>
                <w:noProof/>
              </w:rPr>
              <w:t>Where is the html located?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08" w:history="1">
            <w:r w:rsidRPr="007E7411">
              <w:rPr>
                <w:rStyle w:val="Hyperlink"/>
                <w:noProof/>
              </w:rPr>
              <w:t>The overall html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09" w:history="1">
            <w:r w:rsidRPr="007E7411">
              <w:rPr>
                <w:rStyle w:val="Hyperlink"/>
                <w:noProof/>
              </w:rPr>
              <w:t>Blog Post Html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0" w:history="1">
            <w:r w:rsidRPr="007E7411">
              <w:rPr>
                <w:rStyle w:val="Hyperlink"/>
                <w:noProof/>
              </w:rPr>
              <w:t>Blog Post Comments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1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1" w:history="1">
            <w:r w:rsidRPr="007E7411">
              <w:rPr>
                <w:rStyle w:val="Hyperlink"/>
                <w:noProof/>
              </w:rPr>
              <w:t>Templates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2" w:history="1">
            <w:r w:rsidRPr="007E7411">
              <w:rPr>
                <w:rStyle w:val="Hyperlink"/>
                <w:noProof/>
              </w:rPr>
              <w:t>The Template structure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3" w:history="1">
            <w:r w:rsidRPr="007E7411">
              <w:rPr>
                <w:rStyle w:val="Hyperlink"/>
                <w:noProof/>
              </w:rPr>
              <w:t>Replaceable content areas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1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4" w:history="1">
            <w:r w:rsidRPr="007E7411">
              <w:rPr>
                <w:rStyle w:val="Hyperlink"/>
                <w:noProof/>
              </w:rPr>
              <w:t>Creating a skin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5" w:history="1">
            <w:r w:rsidRPr="007E7411">
              <w:rPr>
                <w:rStyle w:val="Hyperlink"/>
                <w:noProof/>
              </w:rPr>
              <w:t>Creating a skin manifest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5A3C" w:rsidRDefault="00375A3C">
          <w:pPr>
            <w:pStyle w:val="TOC2"/>
            <w:tabs>
              <w:tab w:val="right" w:leader="dot" w:pos="9628"/>
            </w:tabs>
            <w:rPr>
              <w:noProof/>
              <w:lang w:val="da-DK" w:eastAsia="da-DK" w:bidi="ar-SA"/>
            </w:rPr>
          </w:pPr>
          <w:hyperlink w:anchor="_Toc249257316" w:history="1">
            <w:r w:rsidRPr="007E7411">
              <w:rPr>
                <w:rStyle w:val="Hyperlink"/>
                <w:noProof/>
              </w:rPr>
              <w:t>Uploading the skin to the repository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_Toc249257316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7905" w:rsidRPr="00227905" w:rsidRDefault="009F3A72">
          <w:r>
            <w:fldChar w:fldCharType="end"/>
          </w:r>
        </w:p>
      </w:sdtContent>
    </w:sdt>
    <w:p w:rsidR="00227905" w:rsidRDefault="00227905">
      <w:r>
        <w:br w:type="page"/>
      </w:r>
    </w:p>
    <w:p w:rsidR="008F71A0" w:rsidRDefault="00227905" w:rsidP="00227905">
      <w:pPr>
        <w:pStyle w:val="Heading1"/>
      </w:pPr>
      <w:bookmarkStart w:id="0" w:name="_Toc249257305"/>
      <w:r>
        <w:lastRenderedPageBreak/>
        <w:t>Introduction</w:t>
      </w:r>
      <w:bookmarkEnd w:id="0"/>
    </w:p>
    <w:p w:rsidR="00227905" w:rsidRDefault="00227905">
      <w:r>
        <w:t xml:space="preserve">The blog 4 umbraco package was done as a </w:t>
      </w:r>
      <w:r w:rsidR="002A1729">
        <w:t>Christmas</w:t>
      </w:r>
      <w:r>
        <w:t xml:space="preserve"> calendar in December 2009 by Tim </w:t>
      </w:r>
      <w:proofErr w:type="spellStart"/>
      <w:r>
        <w:t>Geyssens</w:t>
      </w:r>
      <w:proofErr w:type="spellEnd"/>
      <w:r>
        <w:t xml:space="preserve">, </w:t>
      </w:r>
      <w:proofErr w:type="spellStart"/>
      <w:r>
        <w:t>Niels</w:t>
      </w:r>
      <w:proofErr w:type="spellEnd"/>
      <w:r>
        <w:t xml:space="preserve"> </w:t>
      </w:r>
      <w:proofErr w:type="spellStart"/>
      <w:r>
        <w:t>Hartvig</w:t>
      </w:r>
      <w:proofErr w:type="spellEnd"/>
      <w:r>
        <w:t xml:space="preserve"> and Per </w:t>
      </w:r>
      <w:proofErr w:type="spellStart"/>
      <w:r>
        <w:t>Ploug</w:t>
      </w:r>
      <w:proofErr w:type="spellEnd"/>
      <w:r>
        <w:t xml:space="preserve"> Hansen.</w:t>
      </w:r>
    </w:p>
    <w:p w:rsidR="002A1729" w:rsidRDefault="00227905">
      <w:r>
        <w:t xml:space="preserve">It extend and reuses the blog package done by Tim </w:t>
      </w:r>
      <w:proofErr w:type="spellStart"/>
      <w:r>
        <w:t>Geyssens</w:t>
      </w:r>
      <w:proofErr w:type="spellEnd"/>
      <w:r>
        <w:t xml:space="preserve">, which reuses and </w:t>
      </w:r>
      <w:proofErr w:type="spellStart"/>
      <w:r>
        <w:t>alot</w:t>
      </w:r>
      <w:proofErr w:type="spellEnd"/>
      <w:r>
        <w:t xml:space="preserve"> of the work done even earlier by </w:t>
      </w:r>
      <w:proofErr w:type="spellStart"/>
      <w:r>
        <w:t>Niels</w:t>
      </w:r>
      <w:proofErr w:type="spellEnd"/>
      <w:r>
        <w:t xml:space="preserve"> </w:t>
      </w:r>
      <w:proofErr w:type="spellStart"/>
      <w:r>
        <w:t>Hartvig</w:t>
      </w:r>
      <w:proofErr w:type="spellEnd"/>
      <w:r>
        <w:t xml:space="preserve"> with the first blog package released in 2006.</w:t>
      </w:r>
      <w:r w:rsidR="002A1729">
        <w:t xml:space="preserve"> And includes a ton of </w:t>
      </w:r>
      <w:proofErr w:type="spellStart"/>
      <w:r w:rsidR="002A1729">
        <w:t>xslt</w:t>
      </w:r>
      <w:proofErr w:type="spellEnd"/>
      <w:r w:rsidR="002A1729">
        <w:t xml:space="preserve">, produced by </w:t>
      </w:r>
      <w:proofErr w:type="spellStart"/>
      <w:r w:rsidR="002A1729">
        <w:t>Morten</w:t>
      </w:r>
      <w:proofErr w:type="spellEnd"/>
      <w:r w:rsidR="002A1729">
        <w:t xml:space="preserve"> Bock.</w:t>
      </w:r>
    </w:p>
    <w:p w:rsidR="00227905" w:rsidRDefault="00227905">
      <w:r>
        <w:t xml:space="preserve"> </w:t>
      </w:r>
      <w:r w:rsidR="002A1729">
        <w:t>The goal for the blog package was to keep it so simple that it was easy to skin but still flexible enough to make some outstanding work, without hav</w:t>
      </w:r>
      <w:r w:rsidR="00E12664">
        <w:t>ing to tweak the template html.</w:t>
      </w:r>
    </w:p>
    <w:p w:rsidR="00E12664" w:rsidRDefault="00E12664">
      <w:r>
        <w:t xml:space="preserve">For Blog 4 Umbraco, the term "skinning" only applies to applying another </w:t>
      </w:r>
      <w:proofErr w:type="spellStart"/>
      <w:r>
        <w:t>css</w:t>
      </w:r>
      <w:proofErr w:type="spellEnd"/>
      <w:r>
        <w:t xml:space="preserve"> file to the same html. So it doesn't include doing changes to the actual template html, only changing the appearance through </w:t>
      </w:r>
      <w:proofErr w:type="spellStart"/>
      <w:r>
        <w:t>css</w:t>
      </w:r>
      <w:proofErr w:type="spellEnd"/>
      <w:r>
        <w:t xml:space="preserve">. </w:t>
      </w:r>
    </w:p>
    <w:p w:rsidR="002A1729" w:rsidRDefault="002A1729">
      <w:r>
        <w:t xml:space="preserve">This document describes how the html is structured and how to package everything into a skin file that can be shared from the umbraco package repository. </w:t>
      </w:r>
    </w:p>
    <w:p w:rsidR="002A1729" w:rsidRDefault="002A1729">
      <w:r>
        <w:br w:type="page"/>
      </w:r>
    </w:p>
    <w:p w:rsidR="002A1729" w:rsidRDefault="002A1729" w:rsidP="002A1729">
      <w:pPr>
        <w:pStyle w:val="Heading1"/>
      </w:pPr>
      <w:bookmarkStart w:id="1" w:name="_Toc249257306"/>
      <w:r>
        <w:lastRenderedPageBreak/>
        <w:t>The html</w:t>
      </w:r>
      <w:bookmarkEnd w:id="1"/>
    </w:p>
    <w:p w:rsidR="00E12664" w:rsidRPr="00E12664" w:rsidRDefault="00E12664" w:rsidP="00E12664">
      <w:r>
        <w:t xml:space="preserve">The html for Blog 4 Umbraco comes from the </w:t>
      </w:r>
      <w:proofErr w:type="spellStart"/>
      <w:r>
        <w:t>Wordpress</w:t>
      </w:r>
      <w:proofErr w:type="spellEnd"/>
      <w:r>
        <w:t xml:space="preserve"> project "Sandbox" which is a project for </w:t>
      </w:r>
      <w:proofErr w:type="spellStart"/>
      <w:r>
        <w:t>css</w:t>
      </w:r>
      <w:proofErr w:type="spellEnd"/>
      <w:r>
        <w:t xml:space="preserve"> skinning a </w:t>
      </w:r>
      <w:proofErr w:type="spellStart"/>
      <w:r>
        <w:t>wordpress</w:t>
      </w:r>
      <w:proofErr w:type="spellEnd"/>
      <w:r>
        <w:t xml:space="preserve"> blog. It has been decided to reuse their schema as it has proven to be very flexible and easy to work with. </w:t>
      </w:r>
    </w:p>
    <w:p w:rsidR="00E12664" w:rsidRDefault="00E12664" w:rsidP="00E12664">
      <w:pPr>
        <w:pStyle w:val="Heading2"/>
      </w:pPr>
      <w:bookmarkStart w:id="2" w:name="_Toc249257307"/>
      <w:r>
        <w:t>Where is the html located?</w:t>
      </w:r>
      <w:bookmarkEnd w:id="2"/>
    </w:p>
    <w:p w:rsidR="002A1729" w:rsidRDefault="002A1729" w:rsidP="002A1729">
      <w:r>
        <w:t>The blog html is generated in 2 places:</w:t>
      </w:r>
    </w:p>
    <w:p w:rsidR="002A1729" w:rsidRPr="002A1729" w:rsidRDefault="002A1729" w:rsidP="002A1729">
      <w:pPr>
        <w:pStyle w:val="ListParagraph"/>
        <w:numPr>
          <w:ilvl w:val="0"/>
          <w:numId w:val="1"/>
        </w:numPr>
      </w:pPr>
      <w:r w:rsidRPr="002A1729">
        <w:rPr>
          <w:b/>
        </w:rPr>
        <w:t xml:space="preserve">The blog </w:t>
      </w:r>
      <w:proofErr w:type="spellStart"/>
      <w:r w:rsidRPr="002A1729">
        <w:rPr>
          <w:b/>
        </w:rPr>
        <w:t>masterpage</w:t>
      </w:r>
      <w:proofErr w:type="spellEnd"/>
      <w:r w:rsidRPr="002A1729">
        <w:rPr>
          <w:b/>
        </w:rPr>
        <w:t xml:space="preserve"> templates</w:t>
      </w:r>
      <w:r w:rsidRPr="002A1729">
        <w:t>, located in the settings section</w:t>
      </w:r>
    </w:p>
    <w:p w:rsidR="002A1729" w:rsidRDefault="002A1729" w:rsidP="002A1729">
      <w:pPr>
        <w:pStyle w:val="ListParagraph"/>
        <w:numPr>
          <w:ilvl w:val="0"/>
          <w:numId w:val="1"/>
        </w:numPr>
      </w:pPr>
      <w:r w:rsidRPr="002A1729">
        <w:rPr>
          <w:b/>
        </w:rPr>
        <w:t xml:space="preserve">The blog </w:t>
      </w:r>
      <w:proofErr w:type="spellStart"/>
      <w:r w:rsidRPr="002A1729">
        <w:rPr>
          <w:b/>
        </w:rPr>
        <w:t>xslt</w:t>
      </w:r>
      <w:proofErr w:type="spellEnd"/>
      <w:r w:rsidRPr="002A1729">
        <w:rPr>
          <w:b/>
        </w:rPr>
        <w:t xml:space="preserve"> files</w:t>
      </w:r>
      <w:r w:rsidRPr="002A1729">
        <w:t>, located in the developer section</w:t>
      </w:r>
    </w:p>
    <w:p w:rsidR="002A1729" w:rsidRDefault="00561B1B" w:rsidP="002A1729">
      <w:r>
        <w:t xml:space="preserve">Overall for the templates, the largest part of editable html is located in the </w:t>
      </w:r>
      <w:proofErr w:type="spellStart"/>
      <w:r>
        <w:t>BlogMaster</w:t>
      </w:r>
      <w:proofErr w:type="spellEnd"/>
      <w:r>
        <w:t xml:space="preserve"> template and the </w:t>
      </w:r>
      <w:proofErr w:type="spellStart"/>
      <w:r>
        <w:t>BlogPost</w:t>
      </w:r>
      <w:proofErr w:type="spellEnd"/>
      <w:r>
        <w:t xml:space="preserve"> template.</w:t>
      </w:r>
    </w:p>
    <w:p w:rsidR="00561B1B" w:rsidRDefault="00561B1B" w:rsidP="002A1729">
      <w:r>
        <w:t xml:space="preserve">The </w:t>
      </w:r>
      <w:proofErr w:type="spellStart"/>
      <w:r>
        <w:t>BlogMaster</w:t>
      </w:r>
      <w:proofErr w:type="spellEnd"/>
      <w:r>
        <w:t xml:space="preserve"> contains all the html that are reused on all blog pages, as all blog templates inherit from it. </w:t>
      </w:r>
      <w:proofErr w:type="spellStart"/>
      <w:r>
        <w:t>Blogpost</w:t>
      </w:r>
      <w:proofErr w:type="spellEnd"/>
      <w:r>
        <w:t xml:space="preserve"> template contains some custom html which is </w:t>
      </w:r>
      <w:proofErr w:type="spellStart"/>
      <w:r>
        <w:t>dublicated</w:t>
      </w:r>
      <w:proofErr w:type="spellEnd"/>
      <w:r>
        <w:t xml:space="preserve"> in the </w:t>
      </w:r>
      <w:proofErr w:type="spellStart"/>
      <w:r>
        <w:t>BlogPosts.xslt</w:t>
      </w:r>
      <w:proofErr w:type="spellEnd"/>
      <w:r>
        <w:t xml:space="preserve"> file. </w:t>
      </w:r>
    </w:p>
    <w:p w:rsidR="00E12664" w:rsidRDefault="00E12664" w:rsidP="00E12664">
      <w:pPr>
        <w:pStyle w:val="Heading2"/>
      </w:pPr>
      <w:bookmarkStart w:id="3" w:name="_Toc249257308"/>
      <w:r>
        <w:t>The overall html structure</w:t>
      </w:r>
      <w:bookmarkEnd w:id="3"/>
    </w:p>
    <w:p w:rsidR="000D6D50" w:rsidRDefault="00E12664" w:rsidP="000D6D50">
      <w:r>
        <w:t xml:space="preserve">The html consist </w:t>
      </w:r>
      <w:r w:rsidR="000D6D50">
        <w:t xml:space="preserve">of very few main layout elements to keep track of. Everything is wrapped in a &lt;form&gt; element and a </w:t>
      </w:r>
      <w:r w:rsidR="000D6D50" w:rsidRPr="000D6D50">
        <w:rPr>
          <w:rStyle w:val="InlinecodeChar"/>
        </w:rPr>
        <w:t>&lt;div id="wrapper"&gt;</w:t>
      </w:r>
      <w:r w:rsidR="000D6D50">
        <w:t xml:space="preserve"> element</w:t>
      </w:r>
    </w:p>
    <w:p w:rsidR="000D6D50" w:rsidRDefault="000D6D50" w:rsidP="000D6D50">
      <w:r>
        <w:t xml:space="preserve">For the blog header. 2 main elements are in use: </w:t>
      </w:r>
      <w:r w:rsidRPr="000D6D50">
        <w:rPr>
          <w:rStyle w:val="InlinecodeChar"/>
        </w:rPr>
        <w:t>&lt;div id="header"&gt;</w:t>
      </w:r>
      <w:r>
        <w:t xml:space="preserve"> and </w:t>
      </w:r>
      <w:r w:rsidRPr="000D6D50">
        <w:rPr>
          <w:rStyle w:val="InlinecodeChar"/>
        </w:rPr>
        <w:t>&lt;div id="access"&gt;</w:t>
      </w:r>
      <w:r>
        <w:rPr>
          <w:rStyle w:val="InlinecodeChar"/>
        </w:rPr>
        <w:t xml:space="preserve">. </w:t>
      </w:r>
      <w:r>
        <w:t xml:space="preserve">These wrap around several items of child elements. </w:t>
      </w:r>
    </w:p>
    <w:p w:rsidR="000D6D50" w:rsidRDefault="000D6D50" w:rsidP="000D6D50">
      <w:r>
        <w:t xml:space="preserve">For the actual blog content, everything is wrapped in 2 elements. </w:t>
      </w:r>
      <w:r w:rsidRPr="000D6D50">
        <w:rPr>
          <w:rStyle w:val="InlinecodeChar"/>
        </w:rPr>
        <w:t>&lt;div id="container"&gt;</w:t>
      </w:r>
      <w:r>
        <w:t xml:space="preserve"> and </w:t>
      </w:r>
      <w:r w:rsidRPr="000D6D50">
        <w:rPr>
          <w:rStyle w:val="InlinecodeChar"/>
        </w:rPr>
        <w:t>&lt;div id="content"&gt;</w:t>
      </w:r>
      <w:r>
        <w:t>. Inside these elements, blog posts and lists of posts will be generated.</w:t>
      </w:r>
    </w:p>
    <w:p w:rsidR="000D6D50" w:rsidRDefault="000D6D50" w:rsidP="000D6D50">
      <w:r>
        <w:t xml:space="preserve">For sidebar content. This is located in 2 elements, which both have the </w:t>
      </w:r>
      <w:proofErr w:type="spellStart"/>
      <w:r>
        <w:t>css</w:t>
      </w:r>
      <w:proofErr w:type="spellEnd"/>
      <w:r>
        <w:t xml:space="preserve"> class "sidebar". </w:t>
      </w:r>
      <w:r w:rsidRPr="000D6D50">
        <w:rPr>
          <w:rStyle w:val="InlinecodeChar"/>
        </w:rPr>
        <w:t xml:space="preserve"> &lt;div id="primary"</w:t>
      </w:r>
      <w:r>
        <w:rPr>
          <w:rStyle w:val="InlinecodeChar"/>
        </w:rPr>
        <w:t xml:space="preserve"> class="sidebar"</w:t>
      </w:r>
      <w:r w:rsidRPr="000D6D50">
        <w:rPr>
          <w:rStyle w:val="InlinecodeChar"/>
        </w:rPr>
        <w:t xml:space="preserve">&gt; </w:t>
      </w:r>
      <w:r>
        <w:t xml:space="preserve">and </w:t>
      </w:r>
      <w:r w:rsidRPr="000D6D50">
        <w:rPr>
          <w:rStyle w:val="InlinecodeChar"/>
        </w:rPr>
        <w:t>&lt;div id="secondary"</w:t>
      </w:r>
      <w:r>
        <w:rPr>
          <w:rStyle w:val="InlinecodeChar"/>
        </w:rPr>
        <w:t xml:space="preserve"> class="sidebar"</w:t>
      </w:r>
      <w:r w:rsidRPr="000D6D50">
        <w:rPr>
          <w:rStyle w:val="InlinecodeChar"/>
        </w:rPr>
        <w:t>&gt;</w:t>
      </w:r>
      <w:r>
        <w:t xml:space="preserve"> are sidebar elements which by default floats to the left and contains list of recent comments, tags, archives, etc.</w:t>
      </w:r>
    </w:p>
    <w:p w:rsidR="000D6D50" w:rsidRDefault="000D6D50" w:rsidP="000D6D50">
      <w:r>
        <w:t xml:space="preserve">Finally the page is closed off with a footer element which contains a bit of blog information. in the element </w:t>
      </w:r>
      <w:r w:rsidRPr="000D6D50">
        <w:rPr>
          <w:rStyle w:val="InlinecodeChar"/>
        </w:rPr>
        <w:t>&lt;div id="footer"&gt;.</w:t>
      </w:r>
    </w:p>
    <w:p w:rsidR="00840222" w:rsidRDefault="00840222">
      <w:r>
        <w:br w:type="page"/>
      </w:r>
    </w:p>
    <w:p w:rsidR="000D6D50" w:rsidRDefault="000D6D50" w:rsidP="000D6D50">
      <w:r>
        <w:lastRenderedPageBreak/>
        <w:t xml:space="preserve">The </w:t>
      </w:r>
      <w:proofErr w:type="spellStart"/>
      <w:r>
        <w:t>simplyfied</w:t>
      </w:r>
      <w:proofErr w:type="spellEnd"/>
      <w:r>
        <w:t xml:space="preserve"> html layo</w:t>
      </w:r>
      <w:r w:rsidR="00840222">
        <w:t>ut elements are presented below. All child elements have been stripped from this view to just show how the main elements are structure.</w:t>
      </w:r>
    </w:p>
    <w:p w:rsidR="000D6D50" w:rsidRPr="000D6D50" w:rsidRDefault="000D6D50" w:rsidP="00840222">
      <w:pPr>
        <w:pStyle w:val="CodeBlock"/>
      </w:pPr>
      <w:r w:rsidRPr="000D6D50">
        <w:t>&lt;</w:t>
      </w:r>
      <w:r w:rsidRPr="000D6D50">
        <w:rPr>
          <w:color w:val="A31515"/>
        </w:rPr>
        <w:t>body</w:t>
      </w:r>
      <w:r w:rsidRPr="000D6D50">
        <w:t xml:space="preserve"> </w:t>
      </w:r>
      <w:r w:rsidRPr="000D6D50">
        <w:rPr>
          <w:color w:val="FF0000"/>
        </w:rPr>
        <w:t>class</w:t>
      </w:r>
      <w:r w:rsidRPr="000D6D50">
        <w:t>="umbraco blog"&gt;</w:t>
      </w:r>
    </w:p>
    <w:p w:rsidR="000D6D50" w:rsidRPr="000D6D50" w:rsidRDefault="000D6D50" w:rsidP="00840222">
      <w:pPr>
        <w:pStyle w:val="CodeBlock"/>
      </w:pPr>
      <w:r w:rsidRPr="000D6D50">
        <w:t xml:space="preserve">    &lt;</w:t>
      </w:r>
      <w:r w:rsidRPr="000D6D50">
        <w:rPr>
          <w:color w:val="A31515"/>
        </w:rPr>
        <w:t>form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 xml:space="preserve">="form1" </w:t>
      </w:r>
      <w:r w:rsidRPr="000D6D50">
        <w:rPr>
          <w:color w:val="FF0000"/>
        </w:rPr>
        <w:t>runat</w:t>
      </w:r>
      <w:r w:rsidRPr="000D6D50">
        <w:t>="server"&gt;</w:t>
      </w:r>
    </w:p>
    <w:p w:rsidR="000D6D50" w:rsidRPr="000D6D50" w:rsidRDefault="000D6D50" w:rsidP="00840222">
      <w:pPr>
        <w:pStyle w:val="CodeBlock"/>
      </w:pPr>
      <w:r w:rsidRPr="000D6D50">
        <w:t xml:space="preserve">    </w:t>
      </w:r>
    </w:p>
    <w:p w:rsidR="000D6D50" w:rsidRPr="000D6D50" w:rsidRDefault="000D6D50" w:rsidP="00840222">
      <w:pPr>
        <w:pStyle w:val="CodeBlock"/>
      </w:pPr>
      <w:r w:rsidRPr="000D6D50">
        <w:t xml:space="preserve">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 xml:space="preserve">="wrapper" </w:t>
      </w:r>
      <w:r w:rsidRPr="000D6D50">
        <w:rPr>
          <w:color w:val="FF0000"/>
        </w:rPr>
        <w:t>class</w:t>
      </w:r>
      <w:r w:rsidRPr="000D6D50">
        <w:t>="hfeed"&gt;</w:t>
      </w:r>
    </w:p>
    <w:p w:rsidR="000D6D50" w:rsidRPr="000D6D50" w:rsidRDefault="000D6D50" w:rsidP="00840222">
      <w:pPr>
        <w:pStyle w:val="CodeBlock"/>
      </w:pPr>
      <w:r w:rsidRPr="000D6D50">
        <w:t xml:space="preserve">    </w:t>
      </w:r>
    </w:p>
    <w:p w:rsidR="000D6D50" w:rsidRPr="000D6D50" w:rsidRDefault="000D6D50" w:rsidP="00840222">
      <w:pPr>
        <w:pStyle w:val="CodeBlock"/>
      </w:pPr>
      <w:r w:rsidRPr="000D6D50">
        <w:t xml:space="preserve">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="header"&gt;&lt;/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0D6D50" w:rsidRDefault="000D6D50" w:rsidP="00840222">
      <w:pPr>
        <w:pStyle w:val="CodeBlock"/>
        <w:rPr>
          <w:color w:val="008000"/>
        </w:rPr>
      </w:pPr>
      <w:r w:rsidRPr="000D6D50">
        <w:t xml:space="preserve">        </w:t>
      </w:r>
      <w:r w:rsidRPr="000D6D50">
        <w:rPr>
          <w:color w:val="008000"/>
        </w:rPr>
        <w:t>&lt;!--  #header --&gt;</w:t>
      </w:r>
    </w:p>
    <w:p w:rsidR="000D6D50" w:rsidRPr="000D6D50" w:rsidRDefault="000D6D50" w:rsidP="00840222">
      <w:pPr>
        <w:pStyle w:val="CodeBlock"/>
      </w:pPr>
      <w:r w:rsidRPr="000D6D50">
        <w:t xml:space="preserve">        </w:t>
      </w:r>
    </w:p>
    <w:p w:rsidR="000D6D50" w:rsidRPr="000D6D50" w:rsidRDefault="000D6D50" w:rsidP="00840222">
      <w:pPr>
        <w:pStyle w:val="CodeBlock"/>
      </w:pPr>
      <w:r w:rsidRPr="000D6D50">
        <w:t xml:space="preserve">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="access"&gt;&lt;/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0D6D50" w:rsidRDefault="000D6D50" w:rsidP="00840222">
      <w:pPr>
        <w:pStyle w:val="CodeBlock"/>
        <w:rPr>
          <w:color w:val="008000"/>
        </w:rPr>
      </w:pPr>
      <w:r w:rsidRPr="000D6D50">
        <w:t xml:space="preserve">        </w:t>
      </w:r>
      <w:r w:rsidRPr="000D6D50">
        <w:rPr>
          <w:color w:val="008000"/>
        </w:rPr>
        <w:t>&lt;!-- #access --&gt;</w:t>
      </w:r>
    </w:p>
    <w:p w:rsidR="000D6D50" w:rsidRPr="000D6D50" w:rsidRDefault="000D6D50" w:rsidP="00840222">
      <w:pPr>
        <w:pStyle w:val="CodeBlock"/>
      </w:pPr>
      <w:r w:rsidRPr="000D6D50">
        <w:t xml:space="preserve">        </w:t>
      </w:r>
    </w:p>
    <w:p w:rsidR="000D6D50" w:rsidRPr="000D6D50" w:rsidRDefault="000D6D50" w:rsidP="00840222">
      <w:pPr>
        <w:pStyle w:val="CodeBlock"/>
      </w:pPr>
      <w:r w:rsidRPr="000D6D50">
        <w:t xml:space="preserve">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="container"&gt;</w:t>
      </w:r>
    </w:p>
    <w:p w:rsidR="000D6D50" w:rsidRPr="000D6D50" w:rsidRDefault="000D6D50" w:rsidP="00840222">
      <w:pPr>
        <w:pStyle w:val="CodeBlock"/>
      </w:pPr>
      <w:r w:rsidRPr="000D6D50">
        <w:t xml:space="preserve">            </w:t>
      </w:r>
    </w:p>
    <w:p w:rsidR="000D6D50" w:rsidRPr="000D6D50" w:rsidRDefault="000D6D50" w:rsidP="00840222">
      <w:pPr>
        <w:pStyle w:val="CodeBlock"/>
      </w:pPr>
      <w:r w:rsidRPr="000D6D50">
        <w:t xml:space="preserve">    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="content"&gt;&lt;/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0D6D50" w:rsidRDefault="000D6D50" w:rsidP="00840222">
      <w:pPr>
        <w:pStyle w:val="CodeBlock"/>
        <w:rPr>
          <w:color w:val="008000"/>
        </w:rPr>
      </w:pPr>
      <w:r w:rsidRPr="000D6D50">
        <w:t xml:space="preserve">            </w:t>
      </w:r>
      <w:r w:rsidRPr="000D6D50">
        <w:rPr>
          <w:color w:val="008000"/>
        </w:rPr>
        <w:t>&lt;!-- #content --&gt;</w:t>
      </w:r>
    </w:p>
    <w:p w:rsidR="000D6D50" w:rsidRPr="000D6D50" w:rsidRDefault="000D6D50" w:rsidP="00840222">
      <w:pPr>
        <w:pStyle w:val="CodeBlock"/>
      </w:pPr>
      <w:r w:rsidRPr="000D6D50">
        <w:t xml:space="preserve">        </w:t>
      </w:r>
    </w:p>
    <w:p w:rsidR="000D6D50" w:rsidRPr="000D6D50" w:rsidRDefault="000D6D50" w:rsidP="00840222">
      <w:pPr>
        <w:pStyle w:val="CodeBlock"/>
      </w:pPr>
      <w:r w:rsidRPr="000D6D50">
        <w:t xml:space="preserve">        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0D6D50" w:rsidRDefault="000D6D50" w:rsidP="00840222">
      <w:pPr>
        <w:pStyle w:val="CodeBlock"/>
        <w:rPr>
          <w:color w:val="008000"/>
        </w:rPr>
      </w:pPr>
      <w:r w:rsidRPr="000D6D50">
        <w:t xml:space="preserve">        </w:t>
      </w:r>
      <w:r w:rsidRPr="000D6D50">
        <w:rPr>
          <w:color w:val="008000"/>
        </w:rPr>
        <w:t>&lt;!-- #container --&gt;</w:t>
      </w:r>
    </w:p>
    <w:p w:rsidR="000D6D50" w:rsidRPr="000D6D50" w:rsidRDefault="000D6D50" w:rsidP="00840222">
      <w:pPr>
        <w:pStyle w:val="CodeBlock"/>
      </w:pPr>
      <w:r w:rsidRPr="000D6D50">
        <w:t xml:space="preserve">        </w:t>
      </w:r>
    </w:p>
    <w:p w:rsidR="000D6D50" w:rsidRPr="000D6D50" w:rsidRDefault="000D6D50" w:rsidP="00840222">
      <w:pPr>
        <w:pStyle w:val="CodeBlock"/>
      </w:pPr>
      <w:r w:rsidRPr="000D6D50">
        <w:t xml:space="preserve">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 xml:space="preserve">="primary" </w:t>
      </w:r>
      <w:r w:rsidRPr="000D6D50">
        <w:rPr>
          <w:color w:val="FF0000"/>
        </w:rPr>
        <w:t>class</w:t>
      </w:r>
      <w:r w:rsidRPr="000D6D50">
        <w:t>="sidebar"&gt;</w:t>
      </w:r>
    </w:p>
    <w:p w:rsidR="000D6D50" w:rsidRPr="000D6D50" w:rsidRDefault="000D6D50" w:rsidP="00840222">
      <w:pPr>
        <w:pStyle w:val="CodeBlock"/>
      </w:pPr>
      <w:r w:rsidRPr="000D6D50">
        <w:t xml:space="preserve">            &lt;</w:t>
      </w:r>
      <w:r w:rsidRPr="000D6D50">
        <w:rPr>
          <w:color w:val="A31515"/>
        </w:rPr>
        <w:t>ul</w:t>
      </w:r>
      <w:r w:rsidRPr="000D6D50">
        <w:t xml:space="preserve"> </w:t>
      </w:r>
      <w:r w:rsidRPr="000D6D50">
        <w:rPr>
          <w:color w:val="FF0000"/>
        </w:rPr>
        <w:t>class</w:t>
      </w:r>
      <w:r w:rsidRPr="000D6D50">
        <w:t>="xoxo"&gt;</w:t>
      </w:r>
    </w:p>
    <w:p w:rsidR="000D6D50" w:rsidRPr="000D6D50" w:rsidRDefault="000D6D50" w:rsidP="00840222">
      <w:pPr>
        <w:pStyle w:val="CodeBlock"/>
      </w:pPr>
      <w:r w:rsidRPr="000D6D50">
        <w:t xml:space="preserve">                &lt;</w:t>
      </w:r>
      <w:r w:rsidRPr="000D6D50">
        <w:rPr>
          <w:color w:val="A31515"/>
        </w:rPr>
        <w:t>li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="pages" /&gt;</w:t>
      </w:r>
    </w:p>
    <w:p w:rsidR="000D6D50" w:rsidRPr="000D6D50" w:rsidRDefault="000D6D50" w:rsidP="00840222">
      <w:pPr>
        <w:pStyle w:val="CodeBlock"/>
      </w:pPr>
      <w:r w:rsidRPr="000D6D50">
        <w:t xml:space="preserve">            &lt;/</w:t>
      </w:r>
      <w:r w:rsidRPr="000D6D50">
        <w:rPr>
          <w:color w:val="A31515"/>
        </w:rPr>
        <w:t>ul</w:t>
      </w:r>
      <w:r w:rsidRPr="000D6D50">
        <w:t>&gt;</w:t>
      </w:r>
    </w:p>
    <w:p w:rsidR="000D6D50" w:rsidRPr="000D6D50" w:rsidRDefault="000D6D50" w:rsidP="00840222">
      <w:pPr>
        <w:pStyle w:val="CodeBlock"/>
      </w:pPr>
      <w:r w:rsidRPr="000D6D50">
        <w:t xml:space="preserve">        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0D6D50" w:rsidRDefault="000D6D50" w:rsidP="00840222">
      <w:pPr>
        <w:pStyle w:val="CodeBlock"/>
        <w:rPr>
          <w:color w:val="008000"/>
        </w:rPr>
      </w:pPr>
      <w:r w:rsidRPr="000D6D50">
        <w:t xml:space="preserve">        </w:t>
      </w:r>
      <w:r w:rsidRPr="000D6D50">
        <w:rPr>
          <w:color w:val="008000"/>
        </w:rPr>
        <w:t>&lt;!-- #primary .sidebar --&gt;</w:t>
      </w:r>
    </w:p>
    <w:p w:rsidR="000D6D50" w:rsidRPr="000D6D50" w:rsidRDefault="000D6D50" w:rsidP="00840222">
      <w:pPr>
        <w:pStyle w:val="CodeBlock"/>
        <w:rPr>
          <w:color w:val="008000"/>
        </w:rPr>
      </w:pPr>
    </w:p>
    <w:p w:rsidR="000D6D50" w:rsidRPr="000D6D50" w:rsidRDefault="000D6D50" w:rsidP="00840222">
      <w:pPr>
        <w:pStyle w:val="CodeBlock"/>
      </w:pPr>
      <w:r w:rsidRPr="000D6D50">
        <w:t xml:space="preserve">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 xml:space="preserve">="secondary" </w:t>
      </w:r>
      <w:r w:rsidRPr="000D6D50">
        <w:rPr>
          <w:color w:val="FF0000"/>
        </w:rPr>
        <w:t>class</w:t>
      </w:r>
      <w:r w:rsidRPr="000D6D50">
        <w:t>="sidebar"&gt;</w:t>
      </w:r>
    </w:p>
    <w:p w:rsidR="000D6D50" w:rsidRPr="000D6D50" w:rsidRDefault="000D6D50" w:rsidP="00840222">
      <w:pPr>
        <w:pStyle w:val="CodeBlock"/>
      </w:pPr>
      <w:r w:rsidRPr="000D6D50">
        <w:t xml:space="preserve">            &lt;</w:t>
      </w:r>
      <w:r w:rsidRPr="000D6D50">
        <w:rPr>
          <w:color w:val="A31515"/>
        </w:rPr>
        <w:t>ul</w:t>
      </w:r>
      <w:r w:rsidRPr="000D6D50">
        <w:t xml:space="preserve"> </w:t>
      </w:r>
      <w:r w:rsidRPr="000D6D50">
        <w:rPr>
          <w:color w:val="FF0000"/>
        </w:rPr>
        <w:t>class</w:t>
      </w:r>
      <w:r w:rsidRPr="000D6D50">
        <w:t>="xoxo"&gt;</w:t>
      </w:r>
    </w:p>
    <w:p w:rsidR="000D6D50" w:rsidRPr="000D6D50" w:rsidRDefault="000D6D50" w:rsidP="00840222">
      <w:pPr>
        <w:pStyle w:val="CodeBlock"/>
      </w:pPr>
      <w:r w:rsidRPr="000D6D50">
        <w:t xml:space="preserve">                &lt;</w:t>
      </w:r>
      <w:r w:rsidRPr="000D6D50">
        <w:rPr>
          <w:color w:val="A31515"/>
        </w:rPr>
        <w:t>li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="latest-comments" /&gt;</w:t>
      </w:r>
    </w:p>
    <w:p w:rsidR="000D6D50" w:rsidRPr="000D6D50" w:rsidRDefault="000D6D50" w:rsidP="00840222">
      <w:pPr>
        <w:pStyle w:val="CodeBlock"/>
      </w:pPr>
      <w:r w:rsidRPr="000D6D50">
        <w:t xml:space="preserve">            &lt;/</w:t>
      </w:r>
      <w:r w:rsidRPr="000D6D50">
        <w:rPr>
          <w:color w:val="A31515"/>
        </w:rPr>
        <w:t>ul</w:t>
      </w:r>
      <w:r w:rsidRPr="000D6D50">
        <w:t>&gt;</w:t>
      </w:r>
    </w:p>
    <w:p w:rsidR="000D6D50" w:rsidRPr="000D6D50" w:rsidRDefault="000D6D50" w:rsidP="00840222">
      <w:pPr>
        <w:pStyle w:val="CodeBlock"/>
      </w:pPr>
      <w:r w:rsidRPr="000D6D50">
        <w:t xml:space="preserve">        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0D6D50" w:rsidRDefault="000D6D50" w:rsidP="00840222">
      <w:pPr>
        <w:pStyle w:val="CodeBlock"/>
        <w:rPr>
          <w:color w:val="008000"/>
        </w:rPr>
      </w:pPr>
      <w:r w:rsidRPr="000D6D50">
        <w:t xml:space="preserve">        </w:t>
      </w:r>
      <w:r w:rsidRPr="000D6D50">
        <w:rPr>
          <w:color w:val="008000"/>
        </w:rPr>
        <w:t>&lt;!-- #secondary .sidebar --&gt;</w:t>
      </w:r>
    </w:p>
    <w:p w:rsidR="000D6D50" w:rsidRPr="000D6D50" w:rsidRDefault="000D6D50" w:rsidP="00840222">
      <w:pPr>
        <w:pStyle w:val="CodeBlock"/>
        <w:rPr>
          <w:color w:val="008000"/>
        </w:rPr>
      </w:pPr>
    </w:p>
    <w:p w:rsidR="000D6D50" w:rsidRPr="000D6D50" w:rsidRDefault="000D6D50" w:rsidP="00840222">
      <w:pPr>
        <w:pStyle w:val="CodeBlock"/>
      </w:pPr>
      <w:r w:rsidRPr="000D6D50">
        <w:t xml:space="preserve">        </w:t>
      </w:r>
    </w:p>
    <w:p w:rsidR="000D6D50" w:rsidRPr="000D6D50" w:rsidRDefault="000D6D50" w:rsidP="00840222">
      <w:pPr>
        <w:pStyle w:val="CodeBlock"/>
      </w:pPr>
      <w:r w:rsidRPr="000D6D50">
        <w:t xml:space="preserve">        &lt;</w:t>
      </w:r>
      <w:r w:rsidRPr="000D6D50">
        <w:rPr>
          <w:color w:val="A31515"/>
        </w:rPr>
        <w:t>div</w:t>
      </w:r>
      <w:r w:rsidRPr="000D6D50">
        <w:t xml:space="preserve"> </w:t>
      </w:r>
      <w:r w:rsidRPr="000D6D50">
        <w:rPr>
          <w:color w:val="FF0000"/>
        </w:rPr>
        <w:t>id</w:t>
      </w:r>
      <w:r w:rsidRPr="000D6D50">
        <w:t>="footer"&gt;&lt;/</w:t>
      </w:r>
      <w:r w:rsidRPr="000D6D50">
        <w:rPr>
          <w:color w:val="A31515"/>
        </w:rPr>
        <w:t>div</w:t>
      </w:r>
      <w:r w:rsidRPr="000D6D50">
        <w:t>&gt;</w:t>
      </w:r>
    </w:p>
    <w:p w:rsidR="000D6D50" w:rsidRPr="009729F8" w:rsidRDefault="000D6D50" w:rsidP="00840222">
      <w:pPr>
        <w:pStyle w:val="CodeBlock"/>
        <w:rPr>
          <w:color w:val="008000"/>
        </w:rPr>
      </w:pPr>
      <w:r w:rsidRPr="000D6D50">
        <w:t xml:space="preserve">        </w:t>
      </w:r>
      <w:r w:rsidRPr="009729F8">
        <w:rPr>
          <w:color w:val="008000"/>
        </w:rPr>
        <w:t>&lt;!-- #footer --&gt;</w:t>
      </w:r>
    </w:p>
    <w:p w:rsidR="000D6D50" w:rsidRPr="009729F8" w:rsidRDefault="000D6D50" w:rsidP="00840222">
      <w:pPr>
        <w:pStyle w:val="CodeBlock"/>
      </w:pPr>
      <w:r w:rsidRPr="009729F8">
        <w:t xml:space="preserve">        </w:t>
      </w:r>
    </w:p>
    <w:p w:rsidR="000D6D50" w:rsidRPr="009729F8" w:rsidRDefault="000D6D50" w:rsidP="00840222">
      <w:pPr>
        <w:pStyle w:val="CodeBlock"/>
      </w:pPr>
      <w:r w:rsidRPr="009729F8">
        <w:t xml:space="preserve">    &lt;/</w:t>
      </w:r>
      <w:r w:rsidRPr="009729F8">
        <w:rPr>
          <w:color w:val="A31515"/>
        </w:rPr>
        <w:t>div</w:t>
      </w:r>
      <w:r w:rsidRPr="009729F8">
        <w:t>&gt;</w:t>
      </w:r>
    </w:p>
    <w:p w:rsidR="000D6D50" w:rsidRPr="009729F8" w:rsidRDefault="000D6D50" w:rsidP="00840222">
      <w:pPr>
        <w:pStyle w:val="CodeBlock"/>
        <w:rPr>
          <w:color w:val="008000"/>
        </w:rPr>
      </w:pPr>
      <w:r w:rsidRPr="009729F8">
        <w:t xml:space="preserve">    </w:t>
      </w:r>
      <w:r w:rsidRPr="009729F8">
        <w:rPr>
          <w:color w:val="008000"/>
        </w:rPr>
        <w:t>&lt;!-- #wrapper --&gt;</w:t>
      </w:r>
    </w:p>
    <w:p w:rsidR="000D6D50" w:rsidRPr="009729F8" w:rsidRDefault="000D6D50" w:rsidP="00840222">
      <w:pPr>
        <w:pStyle w:val="CodeBlock"/>
      </w:pPr>
      <w:r w:rsidRPr="009729F8">
        <w:t xml:space="preserve">    </w:t>
      </w:r>
    </w:p>
    <w:p w:rsidR="000D6D50" w:rsidRPr="009729F8" w:rsidRDefault="000D6D50" w:rsidP="00840222">
      <w:pPr>
        <w:pStyle w:val="CodeBlock"/>
      </w:pPr>
      <w:r w:rsidRPr="009729F8">
        <w:t xml:space="preserve">    &lt;/</w:t>
      </w:r>
      <w:r w:rsidRPr="009729F8">
        <w:rPr>
          <w:color w:val="A31515"/>
        </w:rPr>
        <w:t>form</w:t>
      </w:r>
      <w:r w:rsidRPr="009729F8">
        <w:t>&gt;</w:t>
      </w:r>
    </w:p>
    <w:p w:rsidR="000D6D50" w:rsidRPr="000D6D50" w:rsidRDefault="000D6D50" w:rsidP="00840222">
      <w:pPr>
        <w:pStyle w:val="CodeBlock"/>
        <w:rPr>
          <w:rFonts w:asciiTheme="minorHAnsi" w:hAnsiTheme="minorHAnsi"/>
          <w:sz w:val="22"/>
          <w:szCs w:val="22"/>
        </w:rPr>
      </w:pPr>
      <w:r w:rsidRPr="009729F8">
        <w:t>&lt;/</w:t>
      </w:r>
      <w:r w:rsidRPr="009729F8">
        <w:rPr>
          <w:color w:val="A31515"/>
        </w:rPr>
        <w:t>body</w:t>
      </w:r>
      <w:r w:rsidRPr="009729F8">
        <w:t>&gt;</w:t>
      </w:r>
    </w:p>
    <w:p w:rsidR="00840222" w:rsidRDefault="00840222"/>
    <w:p w:rsidR="00B85503" w:rsidRDefault="00B85503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br w:type="page"/>
      </w:r>
    </w:p>
    <w:p w:rsidR="00840222" w:rsidRDefault="00840222" w:rsidP="00840222">
      <w:pPr>
        <w:pStyle w:val="Heading2"/>
      </w:pPr>
      <w:bookmarkStart w:id="4" w:name="_Toc249257309"/>
      <w:r>
        <w:lastRenderedPageBreak/>
        <w:t>Blog Post Html Structure</w:t>
      </w:r>
      <w:bookmarkEnd w:id="4"/>
    </w:p>
    <w:p w:rsidR="00840222" w:rsidRDefault="00840222" w:rsidP="00840222">
      <w:r>
        <w:t xml:space="preserve">Each individual blog post is wrapped in a </w:t>
      </w:r>
      <w:r w:rsidRPr="00EF54F2">
        <w:rPr>
          <w:rStyle w:val="InlinecodeChar"/>
        </w:rPr>
        <w:t>&lt;div class="</w:t>
      </w:r>
      <w:proofErr w:type="spellStart"/>
      <w:r w:rsidR="00EF54F2">
        <w:rPr>
          <w:rStyle w:val="InlinecodeChar"/>
        </w:rPr>
        <w:t>hentry</w:t>
      </w:r>
      <w:proofErr w:type="spellEnd"/>
      <w:r w:rsidR="00EF54F2">
        <w:rPr>
          <w:rStyle w:val="InlinecodeChar"/>
        </w:rPr>
        <w:t xml:space="preserve"> </w:t>
      </w:r>
      <w:r w:rsidRPr="00EF54F2">
        <w:rPr>
          <w:rStyle w:val="InlinecodeChar"/>
        </w:rPr>
        <w:t>post" &gt;</w:t>
      </w:r>
      <w:r>
        <w:t xml:space="preserve"> element.</w:t>
      </w:r>
      <w:r w:rsidR="00EF54F2">
        <w:t xml:space="preserve"> This wraps around the 3 elements which the blog post consists of: </w:t>
      </w:r>
      <w:r w:rsidR="00EF54F2" w:rsidRPr="00EF54F2">
        <w:rPr>
          <w:rStyle w:val="InlinecodeChar"/>
        </w:rPr>
        <w:t>a &lt;h2 class="entry-title"&gt;</w:t>
      </w:r>
      <w:r w:rsidR="00EF54F2">
        <w:t xml:space="preserve"> element which contains the title. A </w:t>
      </w:r>
      <w:r w:rsidR="00EF54F2" w:rsidRPr="00EF54F2">
        <w:rPr>
          <w:rStyle w:val="InlinecodeChar"/>
        </w:rPr>
        <w:t>&lt;div class="entry-content"&gt;</w:t>
      </w:r>
      <w:r w:rsidR="00EF54F2">
        <w:t xml:space="preserve"> element containing the body text, and finally a </w:t>
      </w:r>
      <w:r w:rsidR="00EF54F2" w:rsidRPr="00EF54F2">
        <w:rPr>
          <w:rStyle w:val="InlinecodeChar"/>
        </w:rPr>
        <w:t>&lt;div class="entry-meta"&gt;</w:t>
      </w:r>
      <w:r w:rsidR="00EF54F2">
        <w:t xml:space="preserve"> holding author, tag and publishing meta data.</w:t>
      </w:r>
    </w:p>
    <w:p w:rsidR="004D2E9F" w:rsidRDefault="004D2E9F" w:rsidP="00840222">
      <w:r>
        <w:t>The entire blog post html, which wraps around each individual blog post:</w:t>
      </w:r>
    </w:p>
    <w:p w:rsidR="004D2E9F" w:rsidRPr="004D2E9F" w:rsidRDefault="004D2E9F" w:rsidP="004D2E9F">
      <w:pPr>
        <w:pStyle w:val="CodeBlock"/>
      </w:pPr>
      <w:r w:rsidRPr="004D2E9F">
        <w:t>&lt;</w:t>
      </w:r>
      <w:r w:rsidRPr="004D2E9F">
        <w:rPr>
          <w:color w:val="A31515"/>
        </w:rPr>
        <w:t>div</w:t>
      </w:r>
      <w:r w:rsidRPr="004D2E9F">
        <w:t xml:space="preserve"> </w:t>
      </w:r>
      <w:r w:rsidRPr="004D2E9F">
        <w:rPr>
          <w:color w:val="FF0000"/>
        </w:rPr>
        <w:t>class</w:t>
      </w:r>
      <w:r>
        <w:t>="hentry</w:t>
      </w:r>
      <w:r w:rsidRPr="004D2E9F">
        <w:t xml:space="preserve"> post publish"&gt; </w:t>
      </w:r>
    </w:p>
    <w:p w:rsidR="004D2E9F" w:rsidRPr="004D2E9F" w:rsidRDefault="004D2E9F" w:rsidP="004D2E9F">
      <w:pPr>
        <w:pStyle w:val="CodeBlock"/>
      </w:pPr>
      <w:r w:rsidRPr="004D2E9F">
        <w:t>&lt;</w:t>
      </w:r>
      <w:r w:rsidRPr="004D2E9F">
        <w:rPr>
          <w:color w:val="A31515"/>
        </w:rPr>
        <w:t>h2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>="entry-title"&gt;Hello&lt;/</w:t>
      </w:r>
      <w:r w:rsidRPr="004D2E9F">
        <w:rPr>
          <w:color w:val="A31515"/>
        </w:rPr>
        <w:t>h2</w:t>
      </w:r>
      <w:r w:rsidRPr="004D2E9F">
        <w:t>&gt;</w:t>
      </w:r>
    </w:p>
    <w:p w:rsidR="004D2E9F" w:rsidRPr="004D2E9F" w:rsidRDefault="004D2E9F" w:rsidP="004D2E9F">
      <w:pPr>
        <w:pStyle w:val="CodeBlock"/>
      </w:pPr>
    </w:p>
    <w:p w:rsidR="004D2E9F" w:rsidRPr="004D2E9F" w:rsidRDefault="004D2E9F" w:rsidP="004D2E9F">
      <w:pPr>
        <w:pStyle w:val="CodeBlock"/>
      </w:pPr>
      <w:r w:rsidRPr="004D2E9F">
        <w:t>&lt;</w:t>
      </w:r>
      <w:r w:rsidRPr="004D2E9F">
        <w:rPr>
          <w:color w:val="A31515"/>
        </w:rPr>
        <w:t>div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 xml:space="preserve">="entry-content"&gt; </w:t>
      </w:r>
    </w:p>
    <w:p w:rsidR="004D2E9F" w:rsidRPr="004D2E9F" w:rsidRDefault="004D2E9F" w:rsidP="004D2E9F">
      <w:pPr>
        <w:pStyle w:val="CodeBlock"/>
      </w:pPr>
      <w:r w:rsidRPr="004D2E9F">
        <w:t xml:space="preserve">    &lt;</w:t>
      </w:r>
      <w:r w:rsidRPr="004D2E9F">
        <w:rPr>
          <w:color w:val="A31515"/>
        </w:rPr>
        <w:t>p</w:t>
      </w:r>
      <w:r w:rsidRPr="004D2E9F">
        <w:t>&gt;Hello World body text&lt;/</w:t>
      </w:r>
      <w:r w:rsidRPr="004D2E9F">
        <w:rPr>
          <w:color w:val="A31515"/>
        </w:rPr>
        <w:t>p</w:t>
      </w:r>
      <w:r w:rsidRPr="004D2E9F">
        <w:t>&gt;</w:t>
      </w:r>
    </w:p>
    <w:p w:rsidR="004D2E9F" w:rsidRPr="004D2E9F" w:rsidRDefault="004D2E9F" w:rsidP="004D2E9F">
      <w:pPr>
        <w:pStyle w:val="CodeBlock"/>
      </w:pPr>
      <w:r w:rsidRPr="004D2E9F">
        <w:t>&lt;/</w:t>
      </w:r>
      <w:r w:rsidRPr="004D2E9F">
        <w:rPr>
          <w:color w:val="A31515"/>
        </w:rPr>
        <w:t>div</w:t>
      </w:r>
      <w:r w:rsidRPr="004D2E9F">
        <w:t>&gt;</w:t>
      </w:r>
    </w:p>
    <w:p w:rsidR="004D2E9F" w:rsidRPr="004D2E9F" w:rsidRDefault="004D2E9F" w:rsidP="004D2E9F">
      <w:pPr>
        <w:pStyle w:val="CodeBlock"/>
      </w:pPr>
    </w:p>
    <w:p w:rsidR="004D2E9F" w:rsidRPr="004D2E9F" w:rsidRDefault="004D2E9F" w:rsidP="004D2E9F">
      <w:pPr>
        <w:pStyle w:val="CodeBlock"/>
      </w:pPr>
      <w:r w:rsidRPr="004D2E9F">
        <w:t>&lt;</w:t>
      </w:r>
      <w:r w:rsidRPr="004D2E9F">
        <w:rPr>
          <w:color w:val="A31515"/>
        </w:rPr>
        <w:t>div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 xml:space="preserve">="entry-meta"&gt; </w:t>
      </w:r>
    </w:p>
    <w:p w:rsidR="004D2E9F" w:rsidRPr="004D2E9F" w:rsidRDefault="004D2E9F" w:rsidP="004D2E9F">
      <w:pPr>
        <w:pStyle w:val="CodeBlock"/>
      </w:pPr>
      <w:r w:rsidRPr="004D2E9F">
        <w:t>This entry was written by &lt;</w:t>
      </w:r>
      <w:r w:rsidRPr="004D2E9F">
        <w:rPr>
          <w:color w:val="A31515"/>
        </w:rPr>
        <w:t>span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>="author vcard"&gt;&lt;</w:t>
      </w:r>
      <w:r w:rsidRPr="004D2E9F">
        <w:rPr>
          <w:color w:val="A31515"/>
        </w:rPr>
        <w:t>spam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>="fn n"&gt;Administrator&lt;/</w:t>
      </w:r>
      <w:r w:rsidRPr="004D2E9F">
        <w:rPr>
          <w:color w:val="A31515"/>
        </w:rPr>
        <w:t>span</w:t>
      </w:r>
      <w:r w:rsidRPr="004D2E9F">
        <w:t>&gt;&lt;/</w:t>
      </w:r>
      <w:r w:rsidRPr="004D2E9F">
        <w:rPr>
          <w:color w:val="A31515"/>
        </w:rPr>
        <w:t>span</w:t>
      </w:r>
      <w:r w:rsidRPr="004D2E9F">
        <w:t xml:space="preserve">&gt;, </w:t>
      </w:r>
    </w:p>
    <w:p w:rsidR="004D2E9F" w:rsidRPr="004D2E9F" w:rsidRDefault="004D2E9F" w:rsidP="004D2E9F">
      <w:pPr>
        <w:pStyle w:val="CodeBlock"/>
      </w:pPr>
      <w:r w:rsidRPr="004D2E9F">
        <w:t>posted on &lt;</w:t>
      </w:r>
      <w:r w:rsidRPr="004D2E9F">
        <w:rPr>
          <w:color w:val="A31515"/>
        </w:rPr>
        <w:t>abbr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>="published"&gt;December 12th, 2009&lt;/</w:t>
      </w:r>
      <w:r w:rsidRPr="004D2E9F">
        <w:rPr>
          <w:color w:val="A31515"/>
        </w:rPr>
        <w:t>abbr</w:t>
      </w:r>
      <w:r w:rsidRPr="004D2E9F">
        <w:t>&gt;</w:t>
      </w:r>
    </w:p>
    <w:p w:rsidR="004D2E9F" w:rsidRPr="004D2E9F" w:rsidRDefault="004D2E9F" w:rsidP="004D2E9F">
      <w:pPr>
        <w:pStyle w:val="CodeBlock"/>
      </w:pPr>
    </w:p>
    <w:p w:rsidR="004D2E9F" w:rsidRPr="004D2E9F" w:rsidRDefault="004D2E9F" w:rsidP="004D2E9F">
      <w:pPr>
        <w:pStyle w:val="CodeBlock"/>
      </w:pPr>
      <w:r w:rsidRPr="004D2E9F">
        <w:t>Bookmark the &lt;</w:t>
      </w:r>
      <w:r w:rsidRPr="004D2E9F">
        <w:rPr>
          <w:color w:val="A31515"/>
        </w:rPr>
        <w:t>a</w:t>
      </w:r>
      <w:r w:rsidRPr="004D2E9F">
        <w:t xml:space="preserve"> </w:t>
      </w:r>
      <w:r w:rsidRPr="004D2E9F">
        <w:rPr>
          <w:color w:val="FF0000"/>
        </w:rPr>
        <w:t>href</w:t>
      </w:r>
      <w:r w:rsidRPr="004D2E9F">
        <w:t xml:space="preserve">='/' </w:t>
      </w:r>
      <w:r w:rsidRPr="004D2E9F">
        <w:rPr>
          <w:color w:val="FF0000"/>
        </w:rPr>
        <w:t>title</w:t>
      </w:r>
      <w:r w:rsidRPr="004D2E9F">
        <w:t xml:space="preserve">="Permalink" </w:t>
      </w:r>
      <w:r w:rsidRPr="004D2E9F">
        <w:rPr>
          <w:color w:val="FF0000"/>
        </w:rPr>
        <w:t>rel</w:t>
      </w:r>
      <w:r w:rsidRPr="004D2E9F">
        <w:t>="bookmark"&gt;permalink&lt;/</w:t>
      </w:r>
      <w:r w:rsidRPr="004D2E9F">
        <w:rPr>
          <w:color w:val="A31515"/>
        </w:rPr>
        <w:t>a</w:t>
      </w:r>
      <w:r w:rsidRPr="004D2E9F">
        <w:t xml:space="preserve">&gt;. </w:t>
      </w:r>
    </w:p>
    <w:p w:rsidR="004D2E9F" w:rsidRPr="004D2E9F" w:rsidRDefault="004D2E9F" w:rsidP="004D2E9F">
      <w:pPr>
        <w:pStyle w:val="CodeBlock"/>
      </w:pPr>
    </w:p>
    <w:p w:rsidR="004D2E9F" w:rsidRPr="004D2E9F" w:rsidRDefault="004D2E9F" w:rsidP="004D2E9F">
      <w:pPr>
        <w:pStyle w:val="CodeBlock"/>
      </w:pPr>
      <w:r w:rsidRPr="004D2E9F">
        <w:t>Follow any comments here with the &lt;</w:t>
      </w:r>
      <w:r w:rsidRPr="004D2E9F">
        <w:rPr>
          <w:color w:val="A31515"/>
        </w:rPr>
        <w:t>a</w:t>
      </w:r>
      <w:r w:rsidRPr="004D2E9F">
        <w:t xml:space="preserve"> </w:t>
      </w:r>
      <w:r w:rsidRPr="004D2E9F">
        <w:rPr>
          <w:color w:val="FF0000"/>
        </w:rPr>
        <w:t>href</w:t>
      </w:r>
      <w:r w:rsidRPr="004D2E9F">
        <w:t>="/"&gt;Comments RSS feed&lt;/</w:t>
      </w:r>
      <w:r w:rsidRPr="004D2E9F">
        <w:rPr>
          <w:color w:val="A31515"/>
        </w:rPr>
        <w:t>a</w:t>
      </w:r>
      <w:r w:rsidRPr="004D2E9F">
        <w:t>&gt;.</w:t>
      </w:r>
    </w:p>
    <w:p w:rsidR="004D2E9F" w:rsidRPr="004D2E9F" w:rsidRDefault="004D2E9F" w:rsidP="004D2E9F">
      <w:pPr>
        <w:pStyle w:val="CodeBlock"/>
      </w:pPr>
      <w:r w:rsidRPr="004D2E9F">
        <w:t xml:space="preserve">    </w:t>
      </w:r>
    </w:p>
    <w:p w:rsidR="004D2E9F" w:rsidRPr="004D2E9F" w:rsidRDefault="004D2E9F" w:rsidP="004D2E9F">
      <w:pPr>
        <w:pStyle w:val="CodeBlock"/>
      </w:pPr>
      <w:r w:rsidRPr="004D2E9F">
        <w:t>You can &lt;</w:t>
      </w:r>
      <w:r w:rsidRPr="004D2E9F">
        <w:rPr>
          <w:color w:val="A31515"/>
        </w:rPr>
        <w:t>a</w:t>
      </w:r>
      <w:r w:rsidRPr="004D2E9F">
        <w:t xml:space="preserve"> </w:t>
      </w:r>
      <w:r w:rsidRPr="004D2E9F">
        <w:rPr>
          <w:color w:val="FF0000"/>
        </w:rPr>
        <w:t>class</w:t>
      </w:r>
      <w:r w:rsidRPr="004D2E9F">
        <w:t xml:space="preserve">="comment-link" </w:t>
      </w:r>
      <w:r w:rsidRPr="004D2E9F">
        <w:rPr>
          <w:color w:val="FF0000"/>
        </w:rPr>
        <w:t>href</w:t>
      </w:r>
      <w:r w:rsidRPr="004D2E9F">
        <w:t xml:space="preserve">="#respond" </w:t>
      </w:r>
      <w:r w:rsidRPr="004D2E9F">
        <w:rPr>
          <w:color w:val="FF0000"/>
        </w:rPr>
        <w:t>title</w:t>
      </w:r>
      <w:r w:rsidRPr="004D2E9F">
        <w:t>="Post a comment"&gt;post a comment&lt;/</w:t>
      </w:r>
      <w:r w:rsidRPr="004D2E9F">
        <w:rPr>
          <w:color w:val="A31515"/>
        </w:rPr>
        <w:t>a</w:t>
      </w:r>
      <w:r w:rsidRPr="004D2E9F">
        <w:t>&gt;.</w:t>
      </w:r>
    </w:p>
    <w:p w:rsidR="004D2E9F" w:rsidRPr="009729F8" w:rsidRDefault="004D2E9F" w:rsidP="004D2E9F">
      <w:pPr>
        <w:pStyle w:val="CodeBlock"/>
      </w:pPr>
      <w:r w:rsidRPr="009729F8">
        <w:t>&lt;/</w:t>
      </w:r>
      <w:r w:rsidRPr="009729F8">
        <w:rPr>
          <w:color w:val="A31515"/>
        </w:rPr>
        <w:t>div</w:t>
      </w:r>
      <w:r w:rsidRPr="009729F8">
        <w:t>&gt;</w:t>
      </w:r>
    </w:p>
    <w:p w:rsidR="004D2E9F" w:rsidRPr="009729F8" w:rsidRDefault="004D2E9F" w:rsidP="004D2E9F">
      <w:pPr>
        <w:pStyle w:val="CodeBlock"/>
      </w:pPr>
    </w:p>
    <w:p w:rsidR="004D2E9F" w:rsidRPr="009729F8" w:rsidRDefault="004D2E9F" w:rsidP="004D2E9F">
      <w:pPr>
        <w:pStyle w:val="CodeBlock"/>
      </w:pPr>
      <w:r w:rsidRPr="009729F8">
        <w:t>&lt;/</w:t>
      </w:r>
      <w:r w:rsidRPr="009729F8">
        <w:rPr>
          <w:color w:val="A31515"/>
        </w:rPr>
        <w:t>div</w:t>
      </w:r>
      <w:r w:rsidRPr="009729F8">
        <w:t>&gt;</w:t>
      </w:r>
    </w:p>
    <w:p w:rsidR="004D2E9F" w:rsidRDefault="004D2E9F" w:rsidP="004D2E9F">
      <w:r w:rsidRPr="009729F8">
        <w:rPr>
          <w:rFonts w:ascii="Courier New" w:hAnsi="Courier New" w:cs="Courier New"/>
          <w:noProof/>
          <w:sz w:val="20"/>
          <w:szCs w:val="20"/>
          <w:lang w:bidi="ar-SA"/>
        </w:rPr>
        <w:t xml:space="preserve">    </w:t>
      </w:r>
    </w:p>
    <w:p w:rsidR="00B85503" w:rsidRDefault="00B85503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br w:type="page"/>
      </w:r>
    </w:p>
    <w:p w:rsidR="004D2E9F" w:rsidRDefault="00840222" w:rsidP="00840222">
      <w:pPr>
        <w:pStyle w:val="Heading2"/>
      </w:pPr>
      <w:bookmarkStart w:id="5" w:name="_Toc249257310"/>
      <w:r>
        <w:lastRenderedPageBreak/>
        <w:t>Blog Post Comments structure</w:t>
      </w:r>
      <w:bookmarkEnd w:id="5"/>
    </w:p>
    <w:p w:rsidR="00B85503" w:rsidRDefault="004D2E9F" w:rsidP="004D2E9F">
      <w:r>
        <w:t xml:space="preserve">Comments (if turned on) are arranged in a </w:t>
      </w:r>
      <w:r w:rsidRPr="004D2E9F">
        <w:rPr>
          <w:rStyle w:val="InlinecodeChar"/>
        </w:rPr>
        <w:t>&lt;</w:t>
      </w:r>
      <w:proofErr w:type="spellStart"/>
      <w:r w:rsidRPr="004D2E9F">
        <w:rPr>
          <w:rStyle w:val="InlinecodeChar"/>
        </w:rPr>
        <w:t>ol</w:t>
      </w:r>
      <w:proofErr w:type="spellEnd"/>
      <w:r w:rsidRPr="004D2E9F">
        <w:rPr>
          <w:rStyle w:val="InlinecodeChar"/>
        </w:rPr>
        <w:t xml:space="preserve"> class="</w:t>
      </w:r>
      <w:proofErr w:type="spellStart"/>
      <w:r w:rsidRPr="004D2E9F">
        <w:rPr>
          <w:rStyle w:val="InlinecodeChar"/>
        </w:rPr>
        <w:t>commentsList</w:t>
      </w:r>
      <w:proofErr w:type="spellEnd"/>
      <w:r w:rsidRPr="004D2E9F">
        <w:rPr>
          <w:rStyle w:val="InlinecodeChar"/>
        </w:rPr>
        <w:t>"&gt;</w:t>
      </w:r>
      <w:r>
        <w:t xml:space="preserve"> element</w:t>
      </w:r>
      <w:r w:rsidR="00B85503">
        <w:t xml:space="preserve">, each comment have its own </w:t>
      </w:r>
      <w:r w:rsidR="00B85503" w:rsidRPr="00B85503">
        <w:rPr>
          <w:rStyle w:val="InlinecodeChar"/>
        </w:rPr>
        <w:t>&lt;</w:t>
      </w:r>
      <w:proofErr w:type="spellStart"/>
      <w:r w:rsidR="00B85503" w:rsidRPr="00B85503">
        <w:rPr>
          <w:rStyle w:val="InlinecodeChar"/>
        </w:rPr>
        <w:t>li</w:t>
      </w:r>
      <w:proofErr w:type="spellEnd"/>
      <w:r w:rsidR="00B85503" w:rsidRPr="00B85503">
        <w:rPr>
          <w:rStyle w:val="InlinecodeChar"/>
        </w:rPr>
        <w:t>&gt;</w:t>
      </w:r>
      <w:r w:rsidR="00B85503">
        <w:t xml:space="preserve"> and there is an </w:t>
      </w:r>
      <w:r w:rsidR="00B85503" w:rsidRPr="00B85503">
        <w:rPr>
          <w:rStyle w:val="InlinecodeChar"/>
        </w:rPr>
        <w:t>alt</w:t>
      </w:r>
      <w:r w:rsidR="00B85503">
        <w:t xml:space="preserve"> </w:t>
      </w:r>
      <w:proofErr w:type="spellStart"/>
      <w:r w:rsidR="00B85503">
        <w:t>css</w:t>
      </w:r>
      <w:proofErr w:type="spellEnd"/>
      <w:r w:rsidR="00B85503">
        <w:t xml:space="preserve"> class on every other comment:</w:t>
      </w:r>
    </w:p>
    <w:p w:rsidR="00B85503" w:rsidRPr="00B85503" w:rsidRDefault="00B85503" w:rsidP="00B85503">
      <w:pPr>
        <w:pStyle w:val="CodeBlock"/>
      </w:pPr>
      <w:r w:rsidRPr="00B85503">
        <w:t>&lt;</w:t>
      </w:r>
      <w:r w:rsidRPr="00B85503">
        <w:rPr>
          <w:color w:val="A31515"/>
        </w:rPr>
        <w:t>div</w:t>
      </w:r>
      <w:r w:rsidRPr="00B85503">
        <w:t xml:space="preserve"> </w:t>
      </w:r>
      <w:r w:rsidRPr="00B85503">
        <w:rPr>
          <w:color w:val="FF0000"/>
        </w:rPr>
        <w:t>id</w:t>
      </w:r>
      <w:r w:rsidRPr="00B85503">
        <w:t xml:space="preserve">="comments"&gt; </w:t>
      </w:r>
    </w:p>
    <w:p w:rsidR="00B85503" w:rsidRPr="00B85503" w:rsidRDefault="00B85503" w:rsidP="00B85503">
      <w:pPr>
        <w:pStyle w:val="CodeBlock"/>
      </w:pPr>
      <w:r w:rsidRPr="00B85503">
        <w:t>&lt;</w:t>
      </w:r>
      <w:r w:rsidRPr="00B85503">
        <w:rPr>
          <w:color w:val="A31515"/>
        </w:rPr>
        <w:t>h3</w:t>
      </w:r>
      <w:r w:rsidRPr="00B85503">
        <w:t>&gt;2 comments  for  “Hello world”&lt;/</w:t>
      </w:r>
      <w:r w:rsidRPr="00B85503">
        <w:rPr>
          <w:color w:val="A31515"/>
        </w:rPr>
        <w:t>h3</w:t>
      </w:r>
      <w:r w:rsidRPr="00B85503">
        <w:t xml:space="preserve">&gt; </w:t>
      </w:r>
    </w:p>
    <w:p w:rsidR="00B85503" w:rsidRPr="00B85503" w:rsidRDefault="00B85503" w:rsidP="00B85503">
      <w:pPr>
        <w:pStyle w:val="CodeBlock"/>
      </w:pPr>
      <w:r w:rsidRPr="00B85503">
        <w:t>&lt;</w:t>
      </w:r>
      <w:r w:rsidRPr="00B85503">
        <w:rPr>
          <w:color w:val="A31515"/>
        </w:rPr>
        <w:t>ol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 xml:space="preserve">="commentlist"&gt; </w:t>
      </w:r>
    </w:p>
    <w:p w:rsidR="00B85503" w:rsidRPr="00B85503" w:rsidRDefault="00B85503" w:rsidP="00B85503">
      <w:pPr>
        <w:pStyle w:val="CodeBlock"/>
      </w:pPr>
      <w:r w:rsidRPr="00B85503">
        <w:t xml:space="preserve">  &lt;</w:t>
      </w:r>
      <w:r w:rsidRPr="00B85503">
        <w:rPr>
          <w:color w:val="A31515"/>
        </w:rPr>
        <w:t>li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 xml:space="preserve">="comment alt" </w:t>
      </w:r>
      <w:r w:rsidRPr="00B85503">
        <w:rPr>
          <w:color w:val="FF0000"/>
        </w:rPr>
        <w:t>id</w:t>
      </w:r>
      <w:r w:rsidRPr="00B85503">
        <w:t xml:space="preserve">="comment-1"&gt; </w:t>
      </w:r>
    </w:p>
    <w:p w:rsidR="00B85503" w:rsidRPr="00B85503" w:rsidRDefault="00B85503" w:rsidP="00B85503">
      <w:pPr>
        <w:pStyle w:val="CodeBlock"/>
      </w:pPr>
      <w:r w:rsidRPr="00B85503">
        <w:t xml:space="preserve">    </w:t>
      </w:r>
    </w:p>
    <w:p w:rsidR="00B85503" w:rsidRPr="00B85503" w:rsidRDefault="00B85503" w:rsidP="00B85503">
      <w:pPr>
        <w:pStyle w:val="CodeBlock"/>
      </w:pPr>
      <w:r w:rsidRPr="00B85503">
        <w:t xml:space="preserve">    &lt;</w:t>
      </w:r>
      <w:r w:rsidRPr="00B85503">
        <w:rPr>
          <w:color w:val="A31515"/>
        </w:rPr>
        <w:t>div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="comment-author vcard"&gt;</w:t>
      </w:r>
    </w:p>
    <w:p w:rsidR="00B85503" w:rsidRPr="00B85503" w:rsidRDefault="00B85503" w:rsidP="00B85503">
      <w:pPr>
        <w:pStyle w:val="CodeBlock"/>
      </w:pPr>
      <w:r w:rsidRPr="00B85503">
        <w:t xml:space="preserve">        &lt;</w:t>
      </w:r>
      <w:r w:rsidRPr="00B85503">
        <w:rPr>
          <w:color w:val="A31515"/>
        </w:rPr>
        <w:t>img</w:t>
      </w:r>
      <w:r w:rsidRPr="00B85503">
        <w:t xml:space="preserve"> </w:t>
      </w:r>
      <w:r w:rsidRPr="00B85503">
        <w:rPr>
          <w:color w:val="FF0000"/>
        </w:rPr>
        <w:t>class</w:t>
      </w:r>
      <w:r>
        <w:t>="photo avatar avatar-32</w:t>
      </w:r>
      <w:r w:rsidRPr="00B85503">
        <w:t xml:space="preserve">" </w:t>
      </w:r>
      <w:r w:rsidRPr="00B85503">
        <w:rPr>
          <w:color w:val="FF0000"/>
        </w:rPr>
        <w:t>src</w:t>
      </w:r>
      <w:r w:rsidRPr="00B85503">
        <w:t>="http://www.gravatar.com"/&gt;</w:t>
      </w:r>
    </w:p>
    <w:p w:rsidR="00B85503" w:rsidRPr="00B85503" w:rsidRDefault="00B85503" w:rsidP="00B85503">
      <w:pPr>
        <w:pStyle w:val="CodeBlock"/>
      </w:pPr>
      <w:r w:rsidRPr="00B85503">
        <w:t xml:space="preserve">        &lt;</w:t>
      </w:r>
      <w:r w:rsidRPr="00B85503">
        <w:rPr>
          <w:color w:val="A31515"/>
        </w:rPr>
        <w:t>span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="fn n"&gt;&lt;</w:t>
      </w:r>
      <w:r w:rsidRPr="00B85503">
        <w:rPr>
          <w:color w:val="A31515"/>
        </w:rPr>
        <w:t>a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 xml:space="preserve">="url url" </w:t>
      </w:r>
      <w:r w:rsidRPr="00B85503">
        <w:rPr>
          <w:color w:val="FF0000"/>
        </w:rPr>
        <w:t>href</w:t>
      </w:r>
      <w:r w:rsidRPr="00B85503">
        <w:t>="</w:t>
      </w:r>
      <w:r>
        <w:t>#</w:t>
      </w:r>
      <w:r w:rsidRPr="00B85503">
        <w:t>"&gt;Commenter&lt;/</w:t>
      </w:r>
      <w:r w:rsidRPr="00B85503">
        <w:rPr>
          <w:color w:val="A31515"/>
        </w:rPr>
        <w:t>a</w:t>
      </w:r>
      <w:r w:rsidRPr="00B85503">
        <w:t>&gt;&lt;/</w:t>
      </w:r>
      <w:r w:rsidRPr="00B85503">
        <w:rPr>
          <w:color w:val="A31515"/>
        </w:rPr>
        <w:t>span</w:t>
      </w:r>
      <w:r w:rsidRPr="00B85503">
        <w:t>&gt;&lt;/</w:t>
      </w:r>
      <w:r w:rsidRPr="00B85503">
        <w:rPr>
          <w:color w:val="A31515"/>
        </w:rPr>
        <w:t>div</w:t>
      </w:r>
      <w:r w:rsidRPr="00B85503">
        <w:t xml:space="preserve">&gt; </w:t>
      </w:r>
    </w:p>
    <w:p w:rsidR="00B85503" w:rsidRPr="00B85503" w:rsidRDefault="00B85503" w:rsidP="00B85503">
      <w:pPr>
        <w:pStyle w:val="CodeBlock"/>
      </w:pPr>
      <w:r w:rsidRPr="00B85503">
        <w:t xml:space="preserve">        </w:t>
      </w:r>
    </w:p>
    <w:p w:rsidR="00B85503" w:rsidRPr="00B85503" w:rsidRDefault="00B85503" w:rsidP="00B85503">
      <w:pPr>
        <w:pStyle w:val="CodeBlock"/>
      </w:pPr>
      <w:r w:rsidRPr="00B85503">
        <w:t xml:space="preserve">    &lt;</w:t>
      </w:r>
      <w:r w:rsidRPr="00B85503">
        <w:rPr>
          <w:color w:val="A31515"/>
        </w:rPr>
        <w:t>div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="comment-meta"&gt;Posted 21. december 2009 at 11:23:50&lt;/</w:t>
      </w:r>
      <w:r w:rsidRPr="00B85503">
        <w:rPr>
          <w:color w:val="A31515"/>
        </w:rPr>
        <w:t>div</w:t>
      </w:r>
      <w:r w:rsidRPr="00B85503">
        <w:t>&gt;</w:t>
      </w:r>
    </w:p>
    <w:p w:rsidR="00B85503" w:rsidRPr="00B85503" w:rsidRDefault="00B85503" w:rsidP="00B85503">
      <w:pPr>
        <w:pStyle w:val="CodeBlock"/>
      </w:pPr>
      <w:r w:rsidRPr="00B85503">
        <w:t xml:space="preserve">    </w:t>
      </w:r>
    </w:p>
    <w:p w:rsidR="00B85503" w:rsidRPr="00B85503" w:rsidRDefault="00B85503" w:rsidP="00B85503">
      <w:pPr>
        <w:pStyle w:val="CodeBlock"/>
      </w:pPr>
      <w:r w:rsidRPr="00B85503">
        <w:t xml:space="preserve">    &lt;</w:t>
      </w:r>
      <w:r w:rsidRPr="00B85503">
        <w:rPr>
          <w:color w:val="A31515"/>
        </w:rPr>
        <w:t>p</w:t>
      </w:r>
      <w:r w:rsidRPr="00B85503">
        <w:t>&gt;Hello&lt;/</w:t>
      </w:r>
      <w:r w:rsidRPr="00B85503">
        <w:rPr>
          <w:color w:val="A31515"/>
        </w:rPr>
        <w:t>p</w:t>
      </w:r>
      <w:r w:rsidRPr="00B85503">
        <w:t xml:space="preserve">&gt;     </w:t>
      </w:r>
    </w:p>
    <w:p w:rsidR="00B85503" w:rsidRPr="00B85503" w:rsidRDefault="00B85503" w:rsidP="00B85503">
      <w:pPr>
        <w:pStyle w:val="CodeBlock"/>
      </w:pPr>
      <w:r w:rsidRPr="00B85503">
        <w:t xml:space="preserve">  </w:t>
      </w:r>
    </w:p>
    <w:p w:rsidR="00B85503" w:rsidRPr="00B85503" w:rsidRDefault="00B85503" w:rsidP="00B85503">
      <w:pPr>
        <w:pStyle w:val="CodeBlock"/>
      </w:pPr>
      <w:r w:rsidRPr="00B85503">
        <w:t xml:space="preserve">  &lt;/</w:t>
      </w:r>
      <w:r w:rsidRPr="00B85503">
        <w:rPr>
          <w:color w:val="A31515"/>
        </w:rPr>
        <w:t>li</w:t>
      </w:r>
      <w:r w:rsidRPr="00B85503">
        <w:t xml:space="preserve">&gt; </w:t>
      </w:r>
    </w:p>
    <w:p w:rsidR="00B85503" w:rsidRPr="00B85503" w:rsidRDefault="00B85503" w:rsidP="00B85503">
      <w:pPr>
        <w:pStyle w:val="CodeBlock"/>
      </w:pPr>
      <w:r w:rsidRPr="00B85503">
        <w:t xml:space="preserve">  </w:t>
      </w:r>
    </w:p>
    <w:p w:rsidR="00B85503" w:rsidRPr="00B85503" w:rsidRDefault="00B85503" w:rsidP="00B85503">
      <w:pPr>
        <w:pStyle w:val="CodeBlock"/>
      </w:pPr>
      <w:r w:rsidRPr="00B85503">
        <w:t xml:space="preserve">  &lt;</w:t>
      </w:r>
      <w:r w:rsidRPr="00B85503">
        <w:rPr>
          <w:color w:val="A31515"/>
        </w:rPr>
        <w:t>li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 xml:space="preserve">="comment alt" </w:t>
      </w:r>
      <w:r w:rsidRPr="00B85503">
        <w:rPr>
          <w:color w:val="FF0000"/>
        </w:rPr>
        <w:t>id</w:t>
      </w:r>
      <w:r w:rsidRPr="00B85503">
        <w:t xml:space="preserve">="comment-2"&gt; </w:t>
      </w:r>
    </w:p>
    <w:p w:rsidR="00B85503" w:rsidRPr="00B85503" w:rsidRDefault="00B85503" w:rsidP="00B85503">
      <w:pPr>
        <w:pStyle w:val="CodeBlock"/>
      </w:pPr>
      <w:r w:rsidRPr="00B85503">
        <w:t xml:space="preserve">     &lt;</w:t>
      </w:r>
      <w:r w:rsidRPr="00B85503">
        <w:rPr>
          <w:color w:val="A31515"/>
        </w:rPr>
        <w:t>div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="comment-author vcard"&gt;</w:t>
      </w:r>
    </w:p>
    <w:p w:rsidR="00B85503" w:rsidRPr="00B85503" w:rsidRDefault="00B85503" w:rsidP="00B85503">
      <w:pPr>
        <w:pStyle w:val="CodeBlock"/>
      </w:pPr>
      <w:r w:rsidRPr="00B85503">
        <w:t xml:space="preserve">        &lt;</w:t>
      </w:r>
      <w:r w:rsidRPr="00B85503">
        <w:rPr>
          <w:color w:val="A31515"/>
        </w:rPr>
        <w:t>img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 xml:space="preserve">="photo avatar avatar-32 " </w:t>
      </w:r>
      <w:r w:rsidRPr="00B85503">
        <w:rPr>
          <w:color w:val="FF0000"/>
        </w:rPr>
        <w:t>src</w:t>
      </w:r>
      <w:r w:rsidRPr="00B85503">
        <w:t>="http://www.gravatar.com" /&gt;</w:t>
      </w:r>
    </w:p>
    <w:p w:rsidR="00B85503" w:rsidRPr="00B85503" w:rsidRDefault="00B85503" w:rsidP="00B85503">
      <w:pPr>
        <w:pStyle w:val="CodeBlock"/>
      </w:pPr>
      <w:r w:rsidRPr="00B85503">
        <w:t xml:space="preserve">        &lt;</w:t>
      </w:r>
      <w:r w:rsidRPr="00B85503">
        <w:rPr>
          <w:color w:val="A31515"/>
        </w:rPr>
        <w:t>span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="fn n"&gt;&lt;</w:t>
      </w:r>
      <w:r w:rsidRPr="00B85503">
        <w:rPr>
          <w:color w:val="A31515"/>
        </w:rPr>
        <w:t>a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="url url"</w:t>
      </w:r>
      <w:r>
        <w:t xml:space="preserve"> </w:t>
      </w:r>
      <w:r w:rsidRPr="00B85503">
        <w:rPr>
          <w:color w:val="FF0000"/>
        </w:rPr>
        <w:t>href</w:t>
      </w:r>
      <w:r w:rsidRPr="00B85503">
        <w:t>="</w:t>
      </w:r>
      <w:r>
        <w:t>#</w:t>
      </w:r>
      <w:r w:rsidRPr="00B85503">
        <w:t>&gt;Commenter2&lt;/</w:t>
      </w:r>
      <w:r w:rsidRPr="00B85503">
        <w:rPr>
          <w:color w:val="A31515"/>
        </w:rPr>
        <w:t>a</w:t>
      </w:r>
      <w:r w:rsidRPr="00B85503">
        <w:t>&gt;&lt;/</w:t>
      </w:r>
      <w:r w:rsidRPr="00B85503">
        <w:rPr>
          <w:color w:val="A31515"/>
        </w:rPr>
        <w:t>span</w:t>
      </w:r>
      <w:r w:rsidRPr="00B85503">
        <w:t>&gt;&lt;/</w:t>
      </w:r>
      <w:r w:rsidRPr="00B85503">
        <w:rPr>
          <w:color w:val="A31515"/>
        </w:rPr>
        <w:t>div</w:t>
      </w:r>
      <w:r w:rsidRPr="00B85503">
        <w:t xml:space="preserve">&gt; </w:t>
      </w:r>
    </w:p>
    <w:p w:rsidR="00B85503" w:rsidRPr="00B85503" w:rsidRDefault="00B85503" w:rsidP="00B85503">
      <w:pPr>
        <w:pStyle w:val="CodeBlock"/>
      </w:pPr>
      <w:r w:rsidRPr="00B85503">
        <w:t xml:space="preserve">        </w:t>
      </w:r>
    </w:p>
    <w:p w:rsidR="00B85503" w:rsidRPr="00B85503" w:rsidRDefault="00B85503" w:rsidP="00B85503">
      <w:pPr>
        <w:pStyle w:val="CodeBlock"/>
      </w:pPr>
      <w:r w:rsidRPr="00B85503">
        <w:t xml:space="preserve">    &lt;</w:t>
      </w:r>
      <w:r w:rsidRPr="00B85503">
        <w:rPr>
          <w:color w:val="A31515"/>
        </w:rPr>
        <w:t>div</w:t>
      </w:r>
      <w:r w:rsidRPr="00B85503">
        <w:t xml:space="preserve"> </w:t>
      </w:r>
      <w:r w:rsidRPr="00B85503">
        <w:rPr>
          <w:color w:val="FF0000"/>
        </w:rPr>
        <w:t>class</w:t>
      </w:r>
      <w:r w:rsidRPr="00B85503">
        <w:t>="comment-meta"&gt;Posted 21. december 2009 at 11:2</w:t>
      </w:r>
      <w:r>
        <w:t>6</w:t>
      </w:r>
      <w:r w:rsidRPr="00B85503">
        <w:t>:5</w:t>
      </w:r>
      <w:r>
        <w:t>2</w:t>
      </w:r>
      <w:r w:rsidRPr="00B85503">
        <w:t>&lt;/</w:t>
      </w:r>
      <w:r w:rsidRPr="00B85503">
        <w:rPr>
          <w:color w:val="A31515"/>
        </w:rPr>
        <w:t>div</w:t>
      </w:r>
      <w:r w:rsidRPr="00B85503">
        <w:t>&gt;</w:t>
      </w:r>
    </w:p>
    <w:p w:rsidR="00B85503" w:rsidRPr="00B85503" w:rsidRDefault="00B85503" w:rsidP="00B85503">
      <w:pPr>
        <w:pStyle w:val="CodeBlock"/>
      </w:pPr>
      <w:r w:rsidRPr="00B85503">
        <w:t xml:space="preserve">    </w:t>
      </w:r>
    </w:p>
    <w:p w:rsidR="00B85503" w:rsidRPr="00B85503" w:rsidRDefault="00B85503" w:rsidP="00B85503">
      <w:pPr>
        <w:pStyle w:val="CodeBlock"/>
      </w:pPr>
      <w:r w:rsidRPr="00B85503">
        <w:t xml:space="preserve">    &lt;</w:t>
      </w:r>
      <w:r w:rsidRPr="00B85503">
        <w:rPr>
          <w:color w:val="A31515"/>
        </w:rPr>
        <w:t>p</w:t>
      </w:r>
      <w:r w:rsidRPr="00B85503">
        <w:t>&gt;Hello again&lt;/</w:t>
      </w:r>
      <w:r w:rsidRPr="00B85503">
        <w:rPr>
          <w:color w:val="A31515"/>
        </w:rPr>
        <w:t>p</w:t>
      </w:r>
      <w:r w:rsidRPr="00B85503">
        <w:t xml:space="preserve">&gt; </w:t>
      </w:r>
    </w:p>
    <w:p w:rsidR="00B85503" w:rsidRPr="00B85503" w:rsidRDefault="00B85503" w:rsidP="00B85503">
      <w:pPr>
        <w:pStyle w:val="CodeBlock"/>
      </w:pPr>
      <w:r w:rsidRPr="00B85503">
        <w:t xml:space="preserve">      </w:t>
      </w:r>
    </w:p>
    <w:p w:rsidR="00B85503" w:rsidRPr="009729F8" w:rsidRDefault="00B85503" w:rsidP="00B85503">
      <w:pPr>
        <w:pStyle w:val="CodeBlock"/>
      </w:pPr>
      <w:r w:rsidRPr="00B85503">
        <w:t xml:space="preserve">  </w:t>
      </w:r>
      <w:r w:rsidRPr="009729F8">
        <w:t>&lt;/</w:t>
      </w:r>
      <w:r w:rsidRPr="009729F8">
        <w:rPr>
          <w:color w:val="A31515"/>
        </w:rPr>
        <w:t>li</w:t>
      </w:r>
      <w:r w:rsidRPr="009729F8">
        <w:t xml:space="preserve">&gt; </w:t>
      </w:r>
    </w:p>
    <w:p w:rsidR="00B85503" w:rsidRPr="009729F8" w:rsidRDefault="00B85503" w:rsidP="00B85503">
      <w:pPr>
        <w:pStyle w:val="CodeBlock"/>
      </w:pPr>
      <w:r w:rsidRPr="009729F8">
        <w:t>&lt;/</w:t>
      </w:r>
      <w:r w:rsidRPr="009729F8">
        <w:rPr>
          <w:color w:val="A31515"/>
        </w:rPr>
        <w:t>ol</w:t>
      </w:r>
      <w:r w:rsidRPr="009729F8">
        <w:t xml:space="preserve">&gt; </w:t>
      </w:r>
    </w:p>
    <w:p w:rsidR="00B85503" w:rsidRDefault="00B85503" w:rsidP="00B85503">
      <w:pPr>
        <w:pStyle w:val="CodeBlock"/>
      </w:pPr>
      <w:r w:rsidRPr="009729F8">
        <w:t>&lt;/</w:t>
      </w:r>
      <w:r w:rsidRPr="009729F8">
        <w:rPr>
          <w:color w:val="A31515"/>
        </w:rPr>
        <w:t>div</w:t>
      </w:r>
      <w:r w:rsidRPr="009729F8">
        <w:t>&gt;</w:t>
      </w:r>
      <w:r>
        <w:t xml:space="preserve"> </w:t>
      </w:r>
    </w:p>
    <w:p w:rsidR="00B85503" w:rsidRDefault="00B85503" w:rsidP="00B85503">
      <w:pPr>
        <w:pStyle w:val="CodeBlock"/>
      </w:pPr>
    </w:p>
    <w:p w:rsidR="00840222" w:rsidRDefault="00840222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5121C7" w:rsidRDefault="005121C7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:rsidR="00BA0B21" w:rsidRDefault="00BA0B21" w:rsidP="00BA0B21">
      <w:pPr>
        <w:pStyle w:val="Heading1"/>
      </w:pPr>
      <w:bookmarkStart w:id="6" w:name="_Toc249257311"/>
      <w:r>
        <w:lastRenderedPageBreak/>
        <w:t>Templates</w:t>
      </w:r>
      <w:bookmarkEnd w:id="6"/>
    </w:p>
    <w:p w:rsidR="002A1729" w:rsidRDefault="002A1729" w:rsidP="00BA0B21">
      <w:pPr>
        <w:pStyle w:val="Heading2"/>
      </w:pPr>
      <w:bookmarkStart w:id="7" w:name="_Toc249257312"/>
      <w:r>
        <w:t xml:space="preserve">The </w:t>
      </w:r>
      <w:r w:rsidR="00E12664">
        <w:t>Template structure</w:t>
      </w:r>
      <w:bookmarkEnd w:id="7"/>
    </w:p>
    <w:p w:rsidR="002A1729" w:rsidRDefault="002A1729" w:rsidP="002A1729">
      <w:r>
        <w:t>The blog package consist of multiple template files which are arra</w:t>
      </w:r>
      <w:r w:rsidR="00E12664">
        <w:t>nged in the following structure, for skinning these should not be changed.</w:t>
      </w:r>
    </w:p>
    <w:p w:rsidR="002A1729" w:rsidRDefault="002A1729" w:rsidP="002A1729">
      <w:pPr>
        <w:pStyle w:val="ListParagraph"/>
        <w:numPr>
          <w:ilvl w:val="0"/>
          <w:numId w:val="2"/>
        </w:numPr>
      </w:pPr>
      <w:proofErr w:type="spellStart"/>
      <w:r w:rsidRPr="002A1729">
        <w:rPr>
          <w:b/>
        </w:rPr>
        <w:t>BlogMaster</w:t>
      </w:r>
      <w:proofErr w:type="spellEnd"/>
      <w:r w:rsidRPr="002A1729">
        <w:br/>
        <w:t>Contains the baseline html, such as &lt;head&gt; and &lt;body&gt; elements, as well as sidebar navigation, header and footer.</w:t>
      </w:r>
    </w:p>
    <w:p w:rsidR="002A1729" w:rsidRDefault="002A1729" w:rsidP="002A1729">
      <w:pPr>
        <w:pStyle w:val="ListParagraph"/>
        <w:numPr>
          <w:ilvl w:val="1"/>
          <w:numId w:val="2"/>
        </w:numPr>
      </w:pPr>
      <w:r w:rsidRPr="00561B1B">
        <w:rPr>
          <w:b/>
        </w:rPr>
        <w:t>Blog</w:t>
      </w:r>
      <w:r>
        <w:br/>
        <w:t xml:space="preserve">The blog </w:t>
      </w:r>
      <w:proofErr w:type="spellStart"/>
      <w:r>
        <w:t>frontpage</w:t>
      </w:r>
      <w:proofErr w:type="spellEnd"/>
    </w:p>
    <w:p w:rsidR="002A1729" w:rsidRDefault="002A1729" w:rsidP="002A1729">
      <w:pPr>
        <w:pStyle w:val="ListParagraph"/>
        <w:numPr>
          <w:ilvl w:val="1"/>
          <w:numId w:val="2"/>
        </w:numPr>
      </w:pPr>
      <w:proofErr w:type="spellStart"/>
      <w:r w:rsidRPr="00561B1B">
        <w:rPr>
          <w:b/>
        </w:rPr>
        <w:t>BlogPost</w:t>
      </w:r>
      <w:proofErr w:type="spellEnd"/>
      <w:r>
        <w:br/>
        <w:t>A single blog page with a post and comment list</w:t>
      </w:r>
    </w:p>
    <w:p w:rsidR="002A1729" w:rsidRDefault="002A1729" w:rsidP="002A1729">
      <w:pPr>
        <w:pStyle w:val="ListParagraph"/>
        <w:numPr>
          <w:ilvl w:val="1"/>
          <w:numId w:val="2"/>
        </w:numPr>
      </w:pPr>
      <w:proofErr w:type="spellStart"/>
      <w:r w:rsidRPr="00561B1B">
        <w:rPr>
          <w:b/>
        </w:rPr>
        <w:t>Blogpost</w:t>
      </w:r>
      <w:proofErr w:type="spellEnd"/>
      <w:r>
        <w:t xml:space="preserve"> </w:t>
      </w:r>
      <w:proofErr w:type="spellStart"/>
      <w:r w:rsidRPr="00561B1B">
        <w:rPr>
          <w:b/>
        </w:rPr>
        <w:t>Textpage</w:t>
      </w:r>
      <w:proofErr w:type="spellEnd"/>
      <w:r>
        <w:br/>
        <w:t xml:space="preserve">A simple </w:t>
      </w:r>
      <w:proofErr w:type="spellStart"/>
      <w:r>
        <w:t>textpage</w:t>
      </w:r>
      <w:proofErr w:type="spellEnd"/>
      <w:r w:rsidR="00561B1B">
        <w:t>, does not contain comments or comment forms</w:t>
      </w:r>
    </w:p>
    <w:p w:rsidR="00561B1B" w:rsidRDefault="00561B1B" w:rsidP="00561B1B">
      <w:pPr>
        <w:pStyle w:val="ListParagraph"/>
        <w:numPr>
          <w:ilvl w:val="0"/>
          <w:numId w:val="2"/>
        </w:numPr>
      </w:pPr>
      <w:proofErr w:type="spellStart"/>
      <w:r w:rsidRPr="00561B1B">
        <w:rPr>
          <w:b/>
        </w:rPr>
        <w:t>CommentRSS</w:t>
      </w:r>
      <w:proofErr w:type="spellEnd"/>
      <w:r>
        <w:br/>
        <w:t>Generates comment RSS, so is not used for skinning.</w:t>
      </w:r>
    </w:p>
    <w:p w:rsidR="002A1729" w:rsidRDefault="00561B1B" w:rsidP="002A1729">
      <w:pPr>
        <w:pStyle w:val="ListParagraph"/>
        <w:numPr>
          <w:ilvl w:val="0"/>
          <w:numId w:val="2"/>
        </w:numPr>
      </w:pPr>
      <w:r w:rsidRPr="00561B1B">
        <w:rPr>
          <w:b/>
        </w:rPr>
        <w:t>RSS</w:t>
      </w:r>
      <w:r>
        <w:br/>
        <w:t>Generates RSS for  blog posts and tags, not used for skinning</w:t>
      </w:r>
    </w:p>
    <w:p w:rsidR="005121C7" w:rsidRDefault="005121C7" w:rsidP="00BA0B21">
      <w:pPr>
        <w:pStyle w:val="Heading2"/>
      </w:pPr>
      <w:bookmarkStart w:id="8" w:name="_Toc249257313"/>
      <w:r>
        <w:t>Replaceable content areas</w:t>
      </w:r>
      <w:bookmarkEnd w:id="8"/>
    </w:p>
    <w:p w:rsidR="005121C7" w:rsidRDefault="005121C7" w:rsidP="005121C7">
      <w:r>
        <w:t xml:space="preserve">The </w:t>
      </w:r>
      <w:proofErr w:type="spellStart"/>
      <w:r>
        <w:t>BlogMaster</w:t>
      </w:r>
      <w:proofErr w:type="spellEnd"/>
      <w:r>
        <w:t xml:space="preserve"> template contains several areas that can be inherited </w:t>
      </w:r>
      <w:r w:rsidR="00BA0B21">
        <w:t xml:space="preserve">and replaced by child templates that inherit from the </w:t>
      </w:r>
      <w:proofErr w:type="spellStart"/>
      <w:r w:rsidR="00BA0B21">
        <w:t>BlogMaster</w:t>
      </w:r>
      <w:proofErr w:type="spellEnd"/>
      <w:r w:rsidR="00BA0B21">
        <w:t xml:space="preserve"> template (by default all blog templates installed inherit from </w:t>
      </w:r>
      <w:proofErr w:type="spellStart"/>
      <w:r w:rsidR="00BA0B21">
        <w:t>BlogMaster</w:t>
      </w:r>
      <w:proofErr w:type="spellEnd"/>
      <w:r w:rsidR="00BA0B21">
        <w:t>)</w:t>
      </w:r>
    </w:p>
    <w:p w:rsidR="005121C7" w:rsidRDefault="005121C7" w:rsidP="005121C7">
      <w:pPr>
        <w:pStyle w:val="ListParagraph"/>
        <w:numPr>
          <w:ilvl w:val="0"/>
          <w:numId w:val="3"/>
        </w:numPr>
      </w:pPr>
      <w:r w:rsidRPr="00BA0B21">
        <w:rPr>
          <w:b/>
        </w:rPr>
        <w:t>header</w:t>
      </w:r>
      <w:r>
        <w:br/>
      </w:r>
      <w:r w:rsidR="00BA0B21">
        <w:t>Contains the Blog name and description</w:t>
      </w:r>
    </w:p>
    <w:p w:rsidR="00BA0B21" w:rsidRPr="00BA0B21" w:rsidRDefault="00BA0B21" w:rsidP="005121C7">
      <w:pPr>
        <w:pStyle w:val="ListParagraph"/>
        <w:numPr>
          <w:ilvl w:val="0"/>
          <w:numId w:val="3"/>
        </w:numPr>
        <w:rPr>
          <w:b/>
        </w:rPr>
      </w:pPr>
      <w:r w:rsidRPr="00BA0B21">
        <w:rPr>
          <w:b/>
        </w:rPr>
        <w:t>access</w:t>
      </w:r>
    </w:p>
    <w:p w:rsidR="00BA0B21" w:rsidRDefault="00BA0B21" w:rsidP="00BA0B21">
      <w:pPr>
        <w:pStyle w:val="ListParagraph"/>
      </w:pPr>
      <w:r>
        <w:t xml:space="preserve">Contains the top </w:t>
      </w:r>
      <w:proofErr w:type="spellStart"/>
      <w:r>
        <w:t>navgation</w:t>
      </w:r>
      <w:proofErr w:type="spellEnd"/>
      <w:r>
        <w:t xml:space="preserve"> and the "skip to content" link</w:t>
      </w:r>
    </w:p>
    <w:p w:rsidR="00BA0B21" w:rsidRDefault="00BA0B21" w:rsidP="005121C7">
      <w:pPr>
        <w:pStyle w:val="ListParagraph"/>
        <w:numPr>
          <w:ilvl w:val="0"/>
          <w:numId w:val="3"/>
        </w:numPr>
      </w:pPr>
      <w:r w:rsidRPr="00BA0B21">
        <w:rPr>
          <w:b/>
        </w:rPr>
        <w:t>body</w:t>
      </w:r>
      <w:r>
        <w:br/>
        <w:t>Where blog content and blog post lists are injected by default</w:t>
      </w:r>
    </w:p>
    <w:p w:rsidR="00BA0B21" w:rsidRDefault="00BA0B21" w:rsidP="005121C7">
      <w:pPr>
        <w:pStyle w:val="ListParagraph"/>
        <w:numPr>
          <w:ilvl w:val="0"/>
          <w:numId w:val="3"/>
        </w:numPr>
      </w:pPr>
      <w:proofErr w:type="spellStart"/>
      <w:r w:rsidRPr="00BA0B21">
        <w:rPr>
          <w:b/>
        </w:rPr>
        <w:t>sidebarPrimary</w:t>
      </w:r>
      <w:proofErr w:type="spellEnd"/>
      <w:r>
        <w:br/>
        <w:t>Sidebar area containing page navigation, categories and archives</w:t>
      </w:r>
    </w:p>
    <w:p w:rsidR="00BA0B21" w:rsidRDefault="00BA0B21" w:rsidP="005121C7">
      <w:pPr>
        <w:pStyle w:val="ListParagraph"/>
        <w:numPr>
          <w:ilvl w:val="0"/>
          <w:numId w:val="3"/>
        </w:numPr>
      </w:pPr>
      <w:proofErr w:type="spellStart"/>
      <w:r w:rsidRPr="00BA0B21">
        <w:rPr>
          <w:b/>
        </w:rPr>
        <w:t>sidebarSecondary</w:t>
      </w:r>
      <w:proofErr w:type="spellEnd"/>
      <w:r>
        <w:br/>
        <w:t xml:space="preserve">Sidebar are containing latest comments and </w:t>
      </w:r>
      <w:proofErr w:type="spellStart"/>
      <w:r>
        <w:t>blogroll</w:t>
      </w:r>
      <w:proofErr w:type="spellEnd"/>
    </w:p>
    <w:p w:rsidR="00BA0B21" w:rsidRDefault="00BA0B21" w:rsidP="005121C7">
      <w:pPr>
        <w:pStyle w:val="ListParagraph"/>
        <w:numPr>
          <w:ilvl w:val="0"/>
          <w:numId w:val="3"/>
        </w:numPr>
      </w:pPr>
      <w:r w:rsidRPr="00BA0B21">
        <w:rPr>
          <w:b/>
        </w:rPr>
        <w:t>footer</w:t>
      </w:r>
      <w:r>
        <w:br/>
        <w:t>Contains footer data</w:t>
      </w:r>
    </w:p>
    <w:p w:rsidR="00BA0B21" w:rsidRDefault="00BA0B21">
      <w:r>
        <w:br w:type="page"/>
      </w:r>
    </w:p>
    <w:p w:rsidR="00BA0B21" w:rsidRDefault="00BA0B21" w:rsidP="00BA0B21">
      <w:pPr>
        <w:pStyle w:val="Heading1"/>
      </w:pPr>
      <w:bookmarkStart w:id="9" w:name="_Toc249257314"/>
      <w:r>
        <w:lastRenderedPageBreak/>
        <w:t>Creating a skin</w:t>
      </w:r>
      <w:bookmarkEnd w:id="9"/>
    </w:p>
    <w:p w:rsidR="00BA0B21" w:rsidRDefault="000F5E9C" w:rsidP="00BA0B21">
      <w:r>
        <w:t xml:space="preserve">A skin in umbraco terms is nothing more than the </w:t>
      </w:r>
      <w:proofErr w:type="spellStart"/>
      <w:r>
        <w:t>css</w:t>
      </w:r>
      <w:proofErr w:type="spellEnd"/>
      <w:r>
        <w:t xml:space="preserve"> and images used by the </w:t>
      </w:r>
      <w:proofErr w:type="spellStart"/>
      <w:r>
        <w:t>css</w:t>
      </w:r>
      <w:proofErr w:type="spellEnd"/>
      <w:r>
        <w:t xml:space="preserve"> file. To turn this into a skin you can download from the skin browser, we need to put it into a special skin file, which is just a simple zip file with a specific file and folder structure.</w:t>
      </w:r>
    </w:p>
    <w:p w:rsidR="000F5E9C" w:rsidRDefault="000F5E9C" w:rsidP="00BA0B21">
      <w:r>
        <w:t>The skin file must contain:</w:t>
      </w:r>
    </w:p>
    <w:p w:rsidR="000F5E9C" w:rsidRDefault="000F5E9C" w:rsidP="000F5E9C">
      <w:pPr>
        <w:pStyle w:val="ListParagraph"/>
        <w:numPr>
          <w:ilvl w:val="0"/>
          <w:numId w:val="4"/>
        </w:numPr>
      </w:pPr>
      <w:r>
        <w:t xml:space="preserve">thumbnail.png (a 100x100 </w:t>
      </w:r>
      <w:proofErr w:type="spellStart"/>
      <w:r>
        <w:t>px</w:t>
      </w:r>
      <w:proofErr w:type="spellEnd"/>
      <w:r>
        <w:t xml:space="preserve"> </w:t>
      </w:r>
      <w:proofErr w:type="spellStart"/>
      <w:r>
        <w:t>png</w:t>
      </w:r>
      <w:proofErr w:type="spellEnd"/>
      <w:r>
        <w:t xml:space="preserve"> image)</w:t>
      </w:r>
    </w:p>
    <w:p w:rsidR="000F5E9C" w:rsidRDefault="000F5E9C" w:rsidP="000F5E9C">
      <w:pPr>
        <w:pStyle w:val="ListParagraph"/>
        <w:numPr>
          <w:ilvl w:val="0"/>
          <w:numId w:val="4"/>
        </w:numPr>
      </w:pPr>
      <w:r>
        <w:t xml:space="preserve">preview.png (a 500xYYY </w:t>
      </w:r>
      <w:proofErr w:type="spellStart"/>
      <w:r>
        <w:t>px</w:t>
      </w:r>
      <w:proofErr w:type="spellEnd"/>
      <w:r>
        <w:t xml:space="preserve"> </w:t>
      </w:r>
      <w:proofErr w:type="spellStart"/>
      <w:r>
        <w:t>png</w:t>
      </w:r>
      <w:proofErr w:type="spellEnd"/>
      <w:r>
        <w:t xml:space="preserve"> image)</w:t>
      </w:r>
    </w:p>
    <w:p w:rsidR="000F5E9C" w:rsidRDefault="000F5E9C" w:rsidP="000F5E9C">
      <w:pPr>
        <w:pStyle w:val="ListParagraph"/>
        <w:numPr>
          <w:ilvl w:val="0"/>
          <w:numId w:val="4"/>
        </w:numPr>
      </w:pPr>
      <w:r>
        <w:t>skin.xml manifest</w:t>
      </w:r>
    </w:p>
    <w:p w:rsidR="000F5E9C" w:rsidRDefault="000F5E9C" w:rsidP="000F5E9C">
      <w:pPr>
        <w:pStyle w:val="ListParagraph"/>
        <w:numPr>
          <w:ilvl w:val="0"/>
          <w:numId w:val="4"/>
        </w:numPr>
      </w:pPr>
      <w:r>
        <w:t>/</w:t>
      </w:r>
      <w:proofErr w:type="spellStart"/>
      <w:r>
        <w:t>css</w:t>
      </w:r>
      <w:proofErr w:type="spellEnd"/>
      <w:r>
        <w:t xml:space="preserve"> folder</w:t>
      </w:r>
    </w:p>
    <w:p w:rsidR="000F5E9C" w:rsidRDefault="000F5E9C" w:rsidP="000F5E9C">
      <w:pPr>
        <w:pStyle w:val="ListParagraph"/>
        <w:numPr>
          <w:ilvl w:val="0"/>
          <w:numId w:val="4"/>
        </w:numPr>
      </w:pPr>
      <w:r>
        <w:t>/</w:t>
      </w:r>
      <w:proofErr w:type="spellStart"/>
      <w:r>
        <w:t>css</w:t>
      </w:r>
      <w:proofErr w:type="spellEnd"/>
      <w:r>
        <w:t xml:space="preserve">/style.css  </w:t>
      </w:r>
      <w:proofErr w:type="spellStart"/>
      <w:r>
        <w:t>stylesheet</w:t>
      </w:r>
      <w:proofErr w:type="spellEnd"/>
    </w:p>
    <w:p w:rsidR="000F5E9C" w:rsidRDefault="000F5E9C" w:rsidP="000F5E9C">
      <w:pPr>
        <w:pStyle w:val="ListParagraph"/>
        <w:numPr>
          <w:ilvl w:val="0"/>
          <w:numId w:val="4"/>
        </w:numPr>
      </w:pPr>
      <w:r>
        <w:t>/</w:t>
      </w:r>
      <w:proofErr w:type="spellStart"/>
      <w:r>
        <w:t>css</w:t>
      </w:r>
      <w:proofErr w:type="spellEnd"/>
      <w:r>
        <w:t xml:space="preserve">/images folder for any images used by the </w:t>
      </w:r>
      <w:proofErr w:type="spellStart"/>
      <w:r>
        <w:t>stylesheet</w:t>
      </w:r>
      <w:proofErr w:type="spellEnd"/>
    </w:p>
    <w:p w:rsidR="000F5E9C" w:rsidRDefault="000F5E9C" w:rsidP="000F5E9C">
      <w:r>
        <w:t>There is a sample skin file included with this document.</w:t>
      </w:r>
    </w:p>
    <w:p w:rsidR="000F5E9C" w:rsidRDefault="000F5E9C" w:rsidP="000F5E9C">
      <w:pPr>
        <w:pStyle w:val="Heading2"/>
      </w:pPr>
      <w:bookmarkStart w:id="10" w:name="_Toc249257315"/>
      <w:r>
        <w:t>Creating a skin manifest</w:t>
      </w:r>
      <w:bookmarkEnd w:id="10"/>
    </w:p>
    <w:p w:rsidR="000F5E9C" w:rsidRDefault="000F5E9C" w:rsidP="000F5E9C">
      <w:r>
        <w:t xml:space="preserve">The skin manifest is nothing but an xml file containing a bit of information about the skin. </w:t>
      </w:r>
    </w:p>
    <w:p w:rsidR="000F5E9C" w:rsidRPr="000F5E9C" w:rsidRDefault="000F5E9C" w:rsidP="000F5E9C">
      <w:pPr>
        <w:pStyle w:val="CodeBlock"/>
      </w:pPr>
      <w:r w:rsidRPr="000F5E9C">
        <w:t>&lt;?</w:t>
      </w:r>
      <w:r w:rsidRPr="000F5E9C">
        <w:rPr>
          <w:color w:val="A31515"/>
        </w:rPr>
        <w:t>xml</w:t>
      </w:r>
      <w:r w:rsidRPr="000F5E9C">
        <w:t xml:space="preserve"> </w:t>
      </w:r>
      <w:r w:rsidRPr="000F5E9C">
        <w:rPr>
          <w:color w:val="FF0000"/>
        </w:rPr>
        <w:t>version</w:t>
      </w:r>
      <w:r w:rsidRPr="000F5E9C">
        <w:t xml:space="preserve">="1.0" </w:t>
      </w:r>
      <w:r w:rsidRPr="000F5E9C">
        <w:rPr>
          <w:color w:val="FF0000"/>
        </w:rPr>
        <w:t>encoding</w:t>
      </w:r>
      <w:r w:rsidRPr="000F5E9C">
        <w:t>="utf-8"?&gt;</w:t>
      </w:r>
    </w:p>
    <w:p w:rsidR="000F5E9C" w:rsidRPr="000F5E9C" w:rsidRDefault="000F5E9C" w:rsidP="000F5E9C">
      <w:pPr>
        <w:pStyle w:val="CodeBlock"/>
      </w:pPr>
      <w:r w:rsidRPr="000F5E9C">
        <w:t>&lt;</w:t>
      </w:r>
      <w:r w:rsidRPr="000F5E9C">
        <w:rPr>
          <w:color w:val="A31515"/>
        </w:rPr>
        <w:t>skin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&lt;</w:t>
      </w:r>
      <w:r w:rsidRPr="000F5E9C">
        <w:rPr>
          <w:color w:val="A31515"/>
        </w:rPr>
        <w:t>title</w:t>
      </w:r>
      <w:r w:rsidRPr="000F5E9C">
        <w:t>&gt;Runway 4 Blog 4 Umbraco (R4B4U)&lt;/</w:t>
      </w:r>
      <w:r w:rsidRPr="000F5E9C">
        <w:rPr>
          <w:color w:val="A31515"/>
        </w:rPr>
        <w:t>title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&lt;</w:t>
      </w:r>
      <w:r w:rsidRPr="000F5E9C">
        <w:rPr>
          <w:color w:val="A31515"/>
        </w:rPr>
        <w:t>description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  Sample theme for the blog 4 umbraco, reusing style elements from the runway package</w:t>
      </w:r>
    </w:p>
    <w:p w:rsidR="000F5E9C" w:rsidRPr="000F5E9C" w:rsidRDefault="000F5E9C" w:rsidP="000F5E9C">
      <w:pPr>
        <w:pStyle w:val="CodeBlock"/>
      </w:pPr>
      <w:r w:rsidRPr="000F5E9C">
        <w:t xml:space="preserve">  &lt;/</w:t>
      </w:r>
      <w:r w:rsidRPr="000F5E9C">
        <w:rPr>
          <w:color w:val="A31515"/>
        </w:rPr>
        <w:t>description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&lt;</w:t>
      </w:r>
      <w:r w:rsidRPr="000F5E9C">
        <w:rPr>
          <w:color w:val="A31515"/>
        </w:rPr>
        <w:t>author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  &lt;</w:t>
      </w:r>
      <w:r w:rsidRPr="000F5E9C">
        <w:rPr>
          <w:color w:val="A31515"/>
        </w:rPr>
        <w:t>name</w:t>
      </w:r>
      <w:r w:rsidRPr="000F5E9C">
        <w:t>&gt;Per Ploug Hansen&lt;/</w:t>
      </w:r>
      <w:r w:rsidRPr="000F5E9C">
        <w:rPr>
          <w:color w:val="A31515"/>
        </w:rPr>
        <w:t>name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  &lt;</w:t>
      </w:r>
      <w:r w:rsidRPr="000F5E9C">
        <w:rPr>
          <w:color w:val="A31515"/>
        </w:rPr>
        <w:t>url</w:t>
      </w:r>
      <w:r w:rsidRPr="000F5E9C">
        <w:t>&gt;http://umbraco.org&lt;/</w:t>
      </w:r>
      <w:r w:rsidRPr="000F5E9C">
        <w:rPr>
          <w:color w:val="A31515"/>
        </w:rPr>
        <w:t>url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&lt;/</w:t>
      </w:r>
      <w:r w:rsidRPr="000F5E9C">
        <w:rPr>
          <w:color w:val="A31515"/>
        </w:rPr>
        <w:t>author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&lt;</w:t>
      </w:r>
      <w:r w:rsidRPr="000F5E9C">
        <w:rPr>
          <w:color w:val="A31515"/>
        </w:rPr>
        <w:t>license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  &lt;</w:t>
      </w:r>
      <w:r w:rsidRPr="000F5E9C">
        <w:rPr>
          <w:color w:val="A31515"/>
        </w:rPr>
        <w:t>name</w:t>
      </w:r>
      <w:r w:rsidRPr="000F5E9C">
        <w:t>&gt;MIT&lt;/</w:t>
      </w:r>
      <w:r w:rsidRPr="000F5E9C">
        <w:rPr>
          <w:color w:val="A31515"/>
        </w:rPr>
        <w:t>name</w:t>
      </w:r>
      <w:r w:rsidRPr="000F5E9C">
        <w:t>&gt;</w:t>
      </w:r>
    </w:p>
    <w:p w:rsidR="000F5E9C" w:rsidRPr="000F5E9C" w:rsidRDefault="000F5E9C" w:rsidP="000F5E9C">
      <w:pPr>
        <w:pStyle w:val="CodeBlock"/>
      </w:pPr>
      <w:r w:rsidRPr="000F5E9C">
        <w:t xml:space="preserve">    &lt;</w:t>
      </w:r>
      <w:r w:rsidRPr="000F5E9C">
        <w:rPr>
          <w:color w:val="A31515"/>
        </w:rPr>
        <w:t>url</w:t>
      </w:r>
      <w:r w:rsidRPr="000F5E9C">
        <w:t>&gt;http://www.opensource.org/licenses/mit-license.php&lt;/</w:t>
      </w:r>
      <w:r w:rsidRPr="000F5E9C">
        <w:rPr>
          <w:color w:val="A31515"/>
        </w:rPr>
        <w:t>url</w:t>
      </w:r>
      <w:r w:rsidRPr="000F5E9C">
        <w:t>&gt;</w:t>
      </w:r>
    </w:p>
    <w:p w:rsidR="000F5E9C" w:rsidRPr="009729F8" w:rsidRDefault="000F5E9C" w:rsidP="000F5E9C">
      <w:pPr>
        <w:pStyle w:val="CodeBlock"/>
      </w:pPr>
      <w:r w:rsidRPr="000F5E9C">
        <w:t xml:space="preserve">  </w:t>
      </w:r>
      <w:r w:rsidRPr="009729F8">
        <w:t>&lt;/</w:t>
      </w:r>
      <w:r w:rsidRPr="009729F8">
        <w:rPr>
          <w:color w:val="A31515"/>
        </w:rPr>
        <w:t>license</w:t>
      </w:r>
      <w:r w:rsidRPr="009729F8">
        <w:t>&gt;</w:t>
      </w:r>
    </w:p>
    <w:p w:rsidR="000F5E9C" w:rsidRPr="009729F8" w:rsidRDefault="000F5E9C" w:rsidP="000F5E9C">
      <w:pPr>
        <w:pStyle w:val="CodeBlock"/>
      </w:pPr>
      <w:r w:rsidRPr="009729F8">
        <w:t>&lt;/</w:t>
      </w:r>
      <w:r w:rsidRPr="009729F8">
        <w:rPr>
          <w:color w:val="A31515"/>
        </w:rPr>
        <w:t>skin</w:t>
      </w:r>
      <w:r w:rsidRPr="009729F8">
        <w:t>&gt;</w:t>
      </w:r>
    </w:p>
    <w:p w:rsidR="000F5E9C" w:rsidRDefault="000F5E9C" w:rsidP="000F5E9C"/>
    <w:p w:rsidR="000F5E9C" w:rsidRDefault="000F5E9C" w:rsidP="000F5E9C">
      <w:r>
        <w:t>Edit the manifest and include it in the root of the zip file.</w:t>
      </w:r>
    </w:p>
    <w:p w:rsidR="000F5E9C" w:rsidRDefault="000F5E9C" w:rsidP="000F5E9C">
      <w:r>
        <w:t>Change the preview and thumbnails to display the correct image</w:t>
      </w:r>
    </w:p>
    <w:p w:rsidR="000F5E9C" w:rsidRDefault="000F5E9C" w:rsidP="000F5E9C">
      <w:r>
        <w:t xml:space="preserve">Copy the </w:t>
      </w:r>
      <w:proofErr w:type="spellStart"/>
      <w:r>
        <w:t>css</w:t>
      </w:r>
      <w:proofErr w:type="spellEnd"/>
      <w:r>
        <w:t xml:space="preserve"> file and it's images to the </w:t>
      </w:r>
      <w:proofErr w:type="spellStart"/>
      <w:r>
        <w:t>css</w:t>
      </w:r>
      <w:proofErr w:type="spellEnd"/>
      <w:r>
        <w:t xml:space="preserve"> folder. Make sure the </w:t>
      </w:r>
      <w:proofErr w:type="spellStart"/>
      <w:r>
        <w:t>css</w:t>
      </w:r>
      <w:proofErr w:type="spellEnd"/>
      <w:r>
        <w:t xml:space="preserve"> file is named style.css and that it references images in the /</w:t>
      </w:r>
      <w:proofErr w:type="spellStart"/>
      <w:r>
        <w:t>css</w:t>
      </w:r>
      <w:proofErr w:type="spellEnd"/>
      <w:r>
        <w:t>/images folder relatively.</w:t>
      </w:r>
    </w:p>
    <w:p w:rsidR="000F5E9C" w:rsidRDefault="000F5E9C" w:rsidP="000F5E9C">
      <w:r>
        <w:t>Finally, zip the file.</w:t>
      </w:r>
    </w:p>
    <w:p w:rsidR="000F5E9C" w:rsidRDefault="000F5E9C" w:rsidP="000F5E9C">
      <w:pPr>
        <w:pStyle w:val="Heading2"/>
      </w:pPr>
      <w:bookmarkStart w:id="11" w:name="_Toc249257316"/>
      <w:r>
        <w:t>Uploading the skin to the repository</w:t>
      </w:r>
      <w:bookmarkEnd w:id="11"/>
    </w:p>
    <w:p w:rsidR="000F5E9C" w:rsidRDefault="000F5E9C" w:rsidP="000F5E9C">
      <w:r>
        <w:t xml:space="preserve">Go to </w:t>
      </w:r>
      <w:hyperlink r:id="rId7" w:history="1">
        <w:r>
          <w:rPr>
            <w:rStyle w:val="Hyperlink"/>
          </w:rPr>
          <w:t>http://packages.umbraco.org/skins/blog4umbraco/uploadskin</w:t>
        </w:r>
      </w:hyperlink>
      <w:r>
        <w:t xml:space="preserve">   and upload the skin file. </w:t>
      </w:r>
    </w:p>
    <w:p w:rsidR="000F5E9C" w:rsidRPr="000F5E9C" w:rsidRDefault="000F5E9C" w:rsidP="000F5E9C">
      <w:r>
        <w:t>It will then be publicly available as soon as it's verified.</w:t>
      </w:r>
    </w:p>
    <w:sectPr w:rsidR="000F5E9C" w:rsidRPr="000F5E9C" w:rsidSect="00227905"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27F10"/>
    <w:multiLevelType w:val="hybridMultilevel"/>
    <w:tmpl w:val="C59A3A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46BB6"/>
    <w:multiLevelType w:val="hybridMultilevel"/>
    <w:tmpl w:val="E5CC4F6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E003A"/>
    <w:multiLevelType w:val="hybridMultilevel"/>
    <w:tmpl w:val="CC3800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E08F0"/>
    <w:multiLevelType w:val="hybridMultilevel"/>
    <w:tmpl w:val="38D002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efaultTabStop w:val="1304"/>
  <w:hyphenationZone w:val="425"/>
  <w:drawingGridHorizontalSpacing w:val="110"/>
  <w:displayHorizontalDrawingGridEvery w:val="2"/>
  <w:characterSpacingControl w:val="doNotCompress"/>
  <w:compat>
    <w:useFELayout/>
  </w:compat>
  <w:rsids>
    <w:rsidRoot w:val="00685A4D"/>
    <w:rsid w:val="000127CA"/>
    <w:rsid w:val="000D6D50"/>
    <w:rsid w:val="000F5E9C"/>
    <w:rsid w:val="00227905"/>
    <w:rsid w:val="00231CAA"/>
    <w:rsid w:val="002A1729"/>
    <w:rsid w:val="00375A3C"/>
    <w:rsid w:val="004D2E9F"/>
    <w:rsid w:val="005121C7"/>
    <w:rsid w:val="00561B1B"/>
    <w:rsid w:val="00685A4D"/>
    <w:rsid w:val="00840222"/>
    <w:rsid w:val="008B5F9B"/>
    <w:rsid w:val="009729F8"/>
    <w:rsid w:val="009F3A72"/>
    <w:rsid w:val="00A824C6"/>
    <w:rsid w:val="00A92D8F"/>
    <w:rsid w:val="00B85503"/>
    <w:rsid w:val="00BA0B21"/>
    <w:rsid w:val="00C90AD7"/>
    <w:rsid w:val="00E12664"/>
    <w:rsid w:val="00EF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9B"/>
  </w:style>
  <w:style w:type="paragraph" w:styleId="Heading1">
    <w:name w:val="heading 1"/>
    <w:basedOn w:val="Normal"/>
    <w:next w:val="Normal"/>
    <w:link w:val="Heading1Char"/>
    <w:uiPriority w:val="9"/>
    <w:qFormat/>
    <w:rsid w:val="008B5F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5F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F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5F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5F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5F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5F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5F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5F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8B5F9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27905"/>
  </w:style>
  <w:style w:type="paragraph" w:styleId="BalloonText">
    <w:name w:val="Balloon Text"/>
    <w:basedOn w:val="Normal"/>
    <w:link w:val="BalloonTextChar"/>
    <w:uiPriority w:val="99"/>
    <w:semiHidden/>
    <w:unhideWhenUsed/>
    <w:rsid w:val="0022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90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B5F9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5F9B"/>
    <w:pPr>
      <w:outlineLvl w:val="9"/>
    </w:pPr>
  </w:style>
  <w:style w:type="paragraph" w:styleId="ListParagraph">
    <w:name w:val="List Paragraph"/>
    <w:basedOn w:val="Normal"/>
    <w:uiPriority w:val="34"/>
    <w:qFormat/>
    <w:rsid w:val="008B5F9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B5F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5F9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5F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5F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5F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5F9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5F9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5F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B5F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5F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5F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B5F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B5F9B"/>
    <w:rPr>
      <w:b/>
      <w:bCs/>
    </w:rPr>
  </w:style>
  <w:style w:type="character" w:styleId="Emphasis">
    <w:name w:val="Emphasis"/>
    <w:uiPriority w:val="20"/>
    <w:qFormat/>
    <w:rsid w:val="008B5F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8B5F9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B5F9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5F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5F9B"/>
    <w:rPr>
      <w:b/>
      <w:bCs/>
      <w:i/>
      <w:iCs/>
    </w:rPr>
  </w:style>
  <w:style w:type="character" w:styleId="SubtleEmphasis">
    <w:name w:val="Subtle Emphasis"/>
    <w:uiPriority w:val="19"/>
    <w:qFormat/>
    <w:rsid w:val="008B5F9B"/>
    <w:rPr>
      <w:i/>
      <w:iCs/>
    </w:rPr>
  </w:style>
  <w:style w:type="character" w:styleId="IntenseEmphasis">
    <w:name w:val="Intense Emphasis"/>
    <w:uiPriority w:val="21"/>
    <w:qFormat/>
    <w:rsid w:val="008B5F9B"/>
    <w:rPr>
      <w:b/>
      <w:bCs/>
    </w:rPr>
  </w:style>
  <w:style w:type="character" w:styleId="SubtleReference">
    <w:name w:val="Subtle Reference"/>
    <w:uiPriority w:val="31"/>
    <w:qFormat/>
    <w:rsid w:val="008B5F9B"/>
    <w:rPr>
      <w:smallCaps/>
    </w:rPr>
  </w:style>
  <w:style w:type="character" w:styleId="IntenseReference">
    <w:name w:val="Intense Reference"/>
    <w:uiPriority w:val="32"/>
    <w:qFormat/>
    <w:rsid w:val="008B5F9B"/>
    <w:rPr>
      <w:smallCaps/>
      <w:spacing w:val="5"/>
      <w:u w:val="single"/>
    </w:rPr>
  </w:style>
  <w:style w:type="character" w:styleId="BookTitle">
    <w:name w:val="Book Title"/>
    <w:uiPriority w:val="33"/>
    <w:qFormat/>
    <w:rsid w:val="008B5F9B"/>
    <w:rPr>
      <w:i/>
      <w:i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8B5F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B5F9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B5F9B"/>
    <w:rPr>
      <w:color w:val="0000FF" w:themeColor="hyperlink"/>
      <w:u w:val="single"/>
    </w:rPr>
  </w:style>
  <w:style w:type="paragraph" w:customStyle="1" w:styleId="Inlinecode">
    <w:name w:val="Inline code"/>
    <w:basedOn w:val="Normal"/>
    <w:link w:val="InlinecodeChar"/>
    <w:qFormat/>
    <w:rsid w:val="000D6D50"/>
    <w:rPr>
      <w:rFonts w:ascii="Consolas" w:hAnsi="Consolas"/>
      <w:color w:val="595959" w:themeColor="text1" w:themeTint="A6"/>
      <w:sz w:val="20"/>
      <w:szCs w:val="20"/>
      <w:shd w:val="clear" w:color="auto" w:fill="FFFFFF" w:themeFill="background1"/>
    </w:rPr>
  </w:style>
  <w:style w:type="paragraph" w:customStyle="1" w:styleId="CodeBlock">
    <w:name w:val="Code Block"/>
    <w:basedOn w:val="Normal"/>
    <w:link w:val="CodeBlockChar"/>
    <w:qFormat/>
    <w:rsid w:val="00B85503"/>
    <w:pPr>
      <w:pBdr>
        <w:left w:val="single" w:sz="18" w:space="4" w:color="A6A6A6" w:themeColor="background1" w:themeShade="A6"/>
      </w:pBdr>
      <w:shd w:val="clear" w:color="auto" w:fill="F2F2F2" w:themeFill="background1" w:themeFillShade="F2"/>
      <w:autoSpaceDE w:val="0"/>
      <w:autoSpaceDN w:val="0"/>
      <w:adjustRightInd w:val="0"/>
      <w:spacing w:after="0" w:line="240" w:lineRule="auto"/>
      <w:ind w:left="340"/>
    </w:pPr>
    <w:rPr>
      <w:rFonts w:ascii="Consolas" w:hAnsi="Consolas" w:cs="Courier New"/>
      <w:noProof/>
      <w:sz w:val="18"/>
      <w:szCs w:val="20"/>
      <w:lang w:bidi="ar-SA"/>
    </w:rPr>
  </w:style>
  <w:style w:type="character" w:customStyle="1" w:styleId="InlinecodeChar">
    <w:name w:val="Inline code Char"/>
    <w:basedOn w:val="DefaultParagraphFont"/>
    <w:link w:val="Inlinecode"/>
    <w:rsid w:val="000D6D50"/>
    <w:rPr>
      <w:rFonts w:ascii="Consolas" w:hAnsi="Consolas"/>
      <w:color w:val="595959" w:themeColor="text1" w:themeTint="A6"/>
      <w:sz w:val="20"/>
      <w:szCs w:val="20"/>
    </w:rPr>
  </w:style>
  <w:style w:type="character" w:customStyle="1" w:styleId="CodeBlockChar">
    <w:name w:val="Code Block Char"/>
    <w:basedOn w:val="DefaultParagraphFont"/>
    <w:link w:val="CodeBlock"/>
    <w:rsid w:val="00B85503"/>
    <w:rPr>
      <w:rFonts w:ascii="Consolas" w:hAnsi="Consolas" w:cs="Courier New"/>
      <w:noProof/>
      <w:sz w:val="18"/>
      <w:szCs w:val="20"/>
      <w:shd w:val="clear" w:color="auto" w:fill="F2F2F2" w:themeFill="background1" w:themeFillShade="F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://packages.umbraco.org/skins/blog4umbraco/uploadski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h\Documents\Umbraco%20Documentation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C72A1D16124214B14680D86C9FB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36D08-E0D8-4D5F-8B9D-7807B2CE04CC}"/>
      </w:docPartPr>
      <w:docPartBody>
        <w:p w:rsidR="005651BD" w:rsidRDefault="007D2E3E">
          <w:pPr>
            <w:pStyle w:val="4DC72A1D16124214B14680D86C9FB137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27AA99DE9BB649B89E3B70EFBCB50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5305B-3DFE-4C07-9EAB-03F21768EE31}"/>
      </w:docPartPr>
      <w:docPartBody>
        <w:p w:rsidR="005651BD" w:rsidRDefault="007D2E3E">
          <w:pPr>
            <w:pStyle w:val="27AA99DE9BB649B89E3B70EFBCB50DE5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52B8B86443274C36A62192D146F73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3C33D-796D-4E91-8D9E-161BE1709D2C}"/>
      </w:docPartPr>
      <w:docPartBody>
        <w:p w:rsidR="005651BD" w:rsidRDefault="007D2E3E">
          <w:pPr>
            <w:pStyle w:val="52B8B86443274C36A62192D146F736F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1304"/>
  <w:hyphenationZone w:val="425"/>
  <w:characterSpacingControl w:val="doNotCompress"/>
  <w:compat>
    <w:useFELayout/>
  </w:compat>
  <w:rsids>
    <w:rsidRoot w:val="007D2E3E"/>
    <w:rsid w:val="005651BD"/>
    <w:rsid w:val="007D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C72A1D16124214B14680D86C9FB137">
    <w:name w:val="4DC72A1D16124214B14680D86C9FB137"/>
    <w:rsid w:val="005651BD"/>
  </w:style>
  <w:style w:type="paragraph" w:customStyle="1" w:styleId="27AA99DE9BB649B89E3B70EFBCB50DE5">
    <w:name w:val="27AA99DE9BB649B89E3B70EFBCB50DE5"/>
    <w:rsid w:val="005651BD"/>
  </w:style>
  <w:style w:type="paragraph" w:customStyle="1" w:styleId="52B8B86443274C36A62192D146F736F6">
    <w:name w:val="52B8B86443274C36A62192D146F736F6"/>
    <w:rsid w:val="005651BD"/>
  </w:style>
  <w:style w:type="paragraph" w:customStyle="1" w:styleId="AFBC7296099644D2B4C122F822EC09B6">
    <w:name w:val="AFBC7296099644D2B4C122F822EC09B6"/>
    <w:rsid w:val="005651BD"/>
  </w:style>
  <w:style w:type="paragraph" w:customStyle="1" w:styleId="35B0895BB1354850A7CCFCFCD3311C9F">
    <w:name w:val="35B0895BB1354850A7CCFCFCD3311C9F"/>
    <w:rsid w:val="005651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2009-12-21T00:00:00</PublishDate>
  <Abstract>Contains information on the css and html format for the blog for umbraco package and shows how to put together a simple skin package and redistribute it through packages.umbaco.org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6E15D8-1DCA-4938-9283-D253467C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Umbraco Documentation Template.dotx</Template>
  <TotalTime>2</TotalTime>
  <Pages>9</Pages>
  <Words>1404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Blog 4  Umbraco</vt:lpstr>
    </vt:vector>
  </TitlesOfParts>
  <Company>Umbraco i/s</Company>
  <LinksUpToDate>false</LinksUpToDate>
  <CharactersWithSpaces>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Blog 4  Umbraco</dc:title>
  <dc:subject>Skinning Guide</dc:subject>
  <dc:creator>pph</dc:creator>
  <cp:lastModifiedBy>pph</cp:lastModifiedBy>
  <cp:revision>2</cp:revision>
  <cp:lastPrinted>2009-12-22T13:59:00Z</cp:lastPrinted>
  <dcterms:created xsi:type="dcterms:W3CDTF">2009-12-21T13:24:00Z</dcterms:created>
  <dcterms:modified xsi:type="dcterms:W3CDTF">2009-12-22T14:45:00Z</dcterms:modified>
</cp:coreProperties>
</file>