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1E0"/>
      </w:tblPr>
      <w:tblGrid>
        <w:gridCol w:w="2088"/>
        <w:gridCol w:w="450"/>
        <w:gridCol w:w="540"/>
        <w:gridCol w:w="1998"/>
        <w:gridCol w:w="1269"/>
        <w:gridCol w:w="1269"/>
        <w:gridCol w:w="2538"/>
      </w:tblGrid>
      <w:tr w:rsidR="00FD7D81" w:rsidRPr="00DB1B95" w:rsidTr="00143E65">
        <w:trPr>
          <w:trHeight w:val="1008"/>
        </w:trPr>
        <w:tc>
          <w:tcPr>
            <w:tcW w:w="2088" w:type="dxa"/>
            <w:vMerge w:val="restart"/>
            <w:tcBorders>
              <w:top w:val="single" w:sz="4" w:space="0" w:color="0A3769"/>
              <w:left w:val="single" w:sz="4" w:space="0" w:color="0A3769"/>
              <w:bottom w:val="single" w:sz="4" w:space="0" w:color="0A3769"/>
              <w:right w:val="single" w:sz="4" w:space="0" w:color="0A3769"/>
            </w:tcBorders>
            <w:shd w:val="clear" w:color="auto" w:fill="0A3769"/>
            <w:vAlign w:val="center"/>
          </w:tcPr>
          <w:p w:rsidR="00FD7D81" w:rsidRPr="00DB1B95" w:rsidRDefault="00F673E6" w:rsidP="00143E65">
            <w:pPr>
              <w:suppressLineNumbers/>
              <w:jc w:val="center"/>
            </w:pPr>
            <w:r>
              <w:rPr>
                <w:noProof/>
              </w:rPr>
              <w:drawing>
                <wp:inline distT="0" distB="0" distL="0" distR="0">
                  <wp:extent cx="828675" cy="828675"/>
                  <wp:effectExtent l="0" t="0" r="0" b="0"/>
                  <wp:docPr id="1" name="Picture 1" descr="soluti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utiont"/>
                          <pic:cNvPicPr>
                            <a:picLocks noChangeAspect="1" noChangeArrowheads="1"/>
                          </pic:cNvPicPr>
                        </pic:nvPicPr>
                        <pic:blipFill>
                          <a:blip r:embed="rId10"/>
                          <a:srcRect/>
                          <a:stretch>
                            <a:fillRect/>
                          </a:stretch>
                        </pic:blipFill>
                        <pic:spPr bwMode="auto">
                          <a:xfrm>
                            <a:off x="0" y="0"/>
                            <a:ext cx="828675" cy="828675"/>
                          </a:xfrm>
                          <a:prstGeom prst="rect">
                            <a:avLst/>
                          </a:prstGeom>
                          <a:noFill/>
                          <a:ln w="9525">
                            <a:noFill/>
                            <a:miter lim="800000"/>
                            <a:headEnd/>
                            <a:tailEnd/>
                          </a:ln>
                        </pic:spPr>
                      </pic:pic>
                    </a:graphicData>
                  </a:graphic>
                </wp:inline>
              </w:drawing>
            </w:r>
          </w:p>
        </w:tc>
        <w:tc>
          <w:tcPr>
            <w:tcW w:w="8064" w:type="dxa"/>
            <w:gridSpan w:val="6"/>
            <w:tcBorders>
              <w:top w:val="single" w:sz="4" w:space="0" w:color="0A3769"/>
              <w:left w:val="single" w:sz="4" w:space="0" w:color="0A3769"/>
              <w:bottom w:val="single" w:sz="4" w:space="0" w:color="0A3769"/>
              <w:right w:val="single" w:sz="4" w:space="0" w:color="0A3769"/>
            </w:tcBorders>
            <w:shd w:val="clear" w:color="auto" w:fill="0A3769"/>
          </w:tcPr>
          <w:p w:rsidR="00FD7D81" w:rsidRPr="00DB1B95" w:rsidRDefault="00CE6865" w:rsidP="00143E65">
            <w:pPr>
              <w:pStyle w:val="Title"/>
              <w:suppressLineNumbers/>
            </w:pPr>
            <w:r>
              <w:t>MSDN Forums Client</w:t>
            </w:r>
            <w:r w:rsidR="00FD7D81" w:rsidRPr="00DB1B95">
              <w:t xml:space="preserve"> Test Plan</w:t>
            </w:r>
          </w:p>
        </w:tc>
      </w:tr>
      <w:tr w:rsidR="00FD7D81" w:rsidRPr="00DB1B95" w:rsidTr="00143E65">
        <w:tc>
          <w:tcPr>
            <w:tcW w:w="2088" w:type="dxa"/>
            <w:vMerge/>
            <w:tcBorders>
              <w:top w:val="single" w:sz="4" w:space="0" w:color="0A3769"/>
              <w:left w:val="single" w:sz="4" w:space="0" w:color="0A3769"/>
              <w:bottom w:val="single" w:sz="4" w:space="0" w:color="0A3769"/>
              <w:right w:val="single" w:sz="4" w:space="0" w:color="0A3769"/>
            </w:tcBorders>
            <w:shd w:val="clear" w:color="auto" w:fill="0A3769"/>
          </w:tcPr>
          <w:p w:rsidR="00FD7D81" w:rsidRPr="00DB1B95" w:rsidRDefault="00FD7D81" w:rsidP="00143E65">
            <w:pPr>
              <w:suppressLineNumbers/>
            </w:pPr>
          </w:p>
        </w:tc>
        <w:tc>
          <w:tcPr>
            <w:tcW w:w="990" w:type="dxa"/>
            <w:gridSpan w:val="2"/>
            <w:tcBorders>
              <w:top w:val="single" w:sz="4" w:space="0" w:color="0A3769"/>
              <w:left w:val="single" w:sz="4" w:space="0" w:color="0A3769"/>
              <w:bottom w:val="single" w:sz="4" w:space="0" w:color="0A3769"/>
              <w:right w:val="single" w:sz="4" w:space="0" w:color="0A3769"/>
            </w:tcBorders>
            <w:shd w:val="clear" w:color="auto" w:fill="0A3769"/>
          </w:tcPr>
          <w:p w:rsidR="00FD7D81" w:rsidRPr="00DB1B95" w:rsidRDefault="00FD7D81" w:rsidP="00FD7D81"/>
        </w:tc>
        <w:tc>
          <w:tcPr>
            <w:tcW w:w="3267" w:type="dxa"/>
            <w:gridSpan w:val="2"/>
            <w:tcBorders>
              <w:top w:val="single" w:sz="4" w:space="0" w:color="0A3769"/>
              <w:left w:val="single" w:sz="4" w:space="0" w:color="0A3769"/>
              <w:bottom w:val="single" w:sz="4" w:space="0" w:color="0A3769"/>
              <w:right w:val="single" w:sz="4" w:space="0" w:color="0A3769"/>
            </w:tcBorders>
            <w:shd w:val="clear" w:color="auto" w:fill="0A3769"/>
          </w:tcPr>
          <w:p w:rsidR="00FD7D81" w:rsidRPr="00DB1B95" w:rsidRDefault="00FD7D81" w:rsidP="00FD7D81"/>
        </w:tc>
        <w:tc>
          <w:tcPr>
            <w:tcW w:w="3807" w:type="dxa"/>
            <w:gridSpan w:val="2"/>
            <w:tcBorders>
              <w:top w:val="single" w:sz="4" w:space="0" w:color="0A3769"/>
              <w:left w:val="single" w:sz="4" w:space="0" w:color="0A3769"/>
              <w:bottom w:val="single" w:sz="4" w:space="0" w:color="0A3769"/>
              <w:right w:val="single" w:sz="4" w:space="0" w:color="0A3769"/>
            </w:tcBorders>
            <w:shd w:val="clear" w:color="auto" w:fill="0A3769"/>
          </w:tcPr>
          <w:p w:rsidR="00FD7D81" w:rsidRPr="00DB1B95" w:rsidRDefault="00FD7D81" w:rsidP="00FD7D81">
            <w:r w:rsidRPr="00DB1B95">
              <w:t xml:space="preserve">Last updated: </w:t>
            </w:r>
            <w:fldSimple w:instr=" SAVEDATE  \@ &quot;M/d/yyyy h:mm am/pm&quot;  \* MERGEFORMAT ">
              <w:r w:rsidR="00E90EE6">
                <w:rPr>
                  <w:noProof/>
                </w:rPr>
                <w:t>10/30/2008 5:02 PM</w:t>
              </w:r>
            </w:fldSimple>
          </w:p>
        </w:tc>
      </w:tr>
      <w:tr w:rsidR="00FD7D81" w:rsidRPr="00DB1B95" w:rsidTr="00143E65">
        <w:trPr>
          <w:trHeight w:hRule="exact" w:val="58"/>
        </w:trPr>
        <w:tc>
          <w:tcPr>
            <w:tcW w:w="10152" w:type="dxa"/>
            <w:gridSpan w:val="7"/>
            <w:tcBorders>
              <w:top w:val="single" w:sz="4" w:space="0" w:color="0A3769"/>
              <w:left w:val="single" w:sz="4" w:space="0" w:color="EC7541"/>
              <w:bottom w:val="single" w:sz="4" w:space="0" w:color="A5A5A5"/>
              <w:right w:val="single" w:sz="4" w:space="0" w:color="EC7541"/>
            </w:tcBorders>
            <w:shd w:val="clear" w:color="auto" w:fill="EC7541"/>
          </w:tcPr>
          <w:p w:rsidR="00FD7D81" w:rsidRPr="00DB1B95" w:rsidRDefault="00FD7D81" w:rsidP="00143E65">
            <w:pPr>
              <w:suppressLineNumbers/>
            </w:pPr>
          </w:p>
        </w:tc>
      </w:tr>
      <w:tr w:rsidR="00FD7D81" w:rsidRPr="00DB1B95" w:rsidTr="00143E65">
        <w:tc>
          <w:tcPr>
            <w:tcW w:w="2538" w:type="dxa"/>
            <w:gridSpan w:val="2"/>
            <w:tcBorders>
              <w:top w:val="single" w:sz="4" w:space="0" w:color="A5A5A5"/>
              <w:left w:val="single" w:sz="4" w:space="0" w:color="A5A5A5"/>
              <w:bottom w:val="single" w:sz="4" w:space="0" w:color="A5A5A5"/>
              <w:right w:val="single" w:sz="4" w:space="0" w:color="A5A5A5"/>
            </w:tcBorders>
            <w:shd w:val="clear" w:color="auto" w:fill="D8D8D8"/>
            <w:tcMar>
              <w:top w:w="43" w:type="dxa"/>
              <w:left w:w="115" w:type="dxa"/>
              <w:bottom w:w="43" w:type="dxa"/>
              <w:right w:w="115" w:type="dxa"/>
            </w:tcMar>
          </w:tcPr>
          <w:p w:rsidR="00FD7D81" w:rsidRPr="00DB1B95" w:rsidRDefault="00FD7D81" w:rsidP="00FD7D81">
            <w:r w:rsidRPr="00143E65">
              <w:rPr>
                <w:b/>
                <w:caps/>
                <w:color w:val="7F7F7F"/>
                <w:sz w:val="16"/>
                <w:szCs w:val="16"/>
              </w:rPr>
              <w:t>author</w:t>
            </w:r>
            <w:r w:rsidRPr="00DB1B95" w:rsidDel="0075276F">
              <w:t xml:space="preserve"> </w:t>
            </w:r>
          </w:p>
        </w:tc>
        <w:tc>
          <w:tcPr>
            <w:tcW w:w="2538" w:type="dxa"/>
            <w:gridSpan w:val="2"/>
            <w:tcBorders>
              <w:top w:val="single" w:sz="4" w:space="0" w:color="A5A5A5"/>
              <w:left w:val="single" w:sz="4" w:space="0" w:color="A5A5A5"/>
              <w:bottom w:val="single" w:sz="4" w:space="0" w:color="A5A5A5"/>
              <w:right w:val="single" w:sz="4" w:space="0" w:color="A5A5A5"/>
            </w:tcBorders>
            <w:shd w:val="clear" w:color="auto" w:fill="D8D8D8"/>
            <w:tcMar>
              <w:top w:w="43" w:type="dxa"/>
              <w:bottom w:w="43" w:type="dxa"/>
            </w:tcMar>
          </w:tcPr>
          <w:p w:rsidR="00FD7D81" w:rsidRPr="00143E65" w:rsidRDefault="00FD7D81" w:rsidP="00143E65">
            <w:pPr>
              <w:suppressLineNumbers/>
              <w:rPr>
                <w:color w:val="333333"/>
                <w:sz w:val="16"/>
                <w:szCs w:val="16"/>
              </w:rPr>
            </w:pPr>
            <w:r w:rsidRPr="00143E65">
              <w:rPr>
                <w:color w:val="333333"/>
                <w:sz w:val="16"/>
                <w:szCs w:val="16"/>
              </w:rPr>
              <w:t>John D’Addamio</w:t>
            </w:r>
            <w:r w:rsidRPr="00143E65" w:rsidDel="0075276F">
              <w:rPr>
                <w:color w:val="333333"/>
                <w:sz w:val="16"/>
                <w:szCs w:val="16"/>
              </w:rPr>
              <w:t xml:space="preserve"> </w:t>
            </w:r>
          </w:p>
        </w:tc>
        <w:tc>
          <w:tcPr>
            <w:tcW w:w="2538" w:type="dxa"/>
            <w:gridSpan w:val="2"/>
            <w:tcBorders>
              <w:top w:val="single" w:sz="4" w:space="0" w:color="A5A5A5"/>
              <w:left w:val="single" w:sz="4" w:space="0" w:color="A5A5A5"/>
              <w:bottom w:val="single" w:sz="4" w:space="0" w:color="A5A5A5"/>
              <w:right w:val="single" w:sz="4" w:space="0" w:color="A5A5A5"/>
            </w:tcBorders>
            <w:shd w:val="clear" w:color="auto" w:fill="D8D8D8"/>
            <w:tcMar>
              <w:top w:w="43" w:type="dxa"/>
              <w:bottom w:w="43" w:type="dxa"/>
            </w:tcMar>
          </w:tcPr>
          <w:p w:rsidR="00FD7D81" w:rsidRPr="00DB1B95" w:rsidRDefault="00FD7D81" w:rsidP="00FD7D81">
            <w:r w:rsidRPr="00143E65">
              <w:rPr>
                <w:b/>
                <w:caps/>
                <w:color w:val="7F7F7F"/>
                <w:sz w:val="16"/>
                <w:szCs w:val="16"/>
              </w:rPr>
              <w:t>Released date</w:t>
            </w:r>
            <w:r w:rsidRPr="00DB1B95" w:rsidDel="0075276F">
              <w:t xml:space="preserve"> </w:t>
            </w:r>
          </w:p>
        </w:tc>
        <w:tc>
          <w:tcPr>
            <w:tcW w:w="2538" w:type="dxa"/>
            <w:tcBorders>
              <w:top w:val="single" w:sz="4" w:space="0" w:color="A5A5A5"/>
              <w:left w:val="single" w:sz="4" w:space="0" w:color="A5A5A5"/>
              <w:bottom w:val="single" w:sz="4" w:space="0" w:color="A5A5A5"/>
              <w:right w:val="single" w:sz="4" w:space="0" w:color="A5A5A5"/>
            </w:tcBorders>
            <w:shd w:val="clear" w:color="auto" w:fill="D8D8D8"/>
            <w:tcMar>
              <w:top w:w="43" w:type="dxa"/>
              <w:bottom w:w="43" w:type="dxa"/>
            </w:tcMar>
          </w:tcPr>
          <w:p w:rsidR="00FD7D81" w:rsidRPr="00DB1B95" w:rsidRDefault="002E02F3" w:rsidP="00143E65">
            <w:pPr>
              <w:suppressLineNumbers/>
            </w:pPr>
            <w:r w:rsidRPr="00143E65">
              <w:rPr>
                <w:color w:val="333333"/>
                <w:sz w:val="16"/>
                <w:szCs w:val="16"/>
              </w:rPr>
              <w:fldChar w:fldCharType="begin"/>
            </w:r>
            <w:r w:rsidR="00FD7D81" w:rsidRPr="00143E65">
              <w:rPr>
                <w:color w:val="333333"/>
                <w:sz w:val="16"/>
                <w:szCs w:val="16"/>
              </w:rPr>
              <w:instrText xml:space="preserve"> SAVEDATE  \@ "M/d/yyyy"  \* MERGEFORMAT </w:instrText>
            </w:r>
            <w:r w:rsidRPr="00143E65">
              <w:rPr>
                <w:color w:val="333333"/>
                <w:sz w:val="16"/>
                <w:szCs w:val="16"/>
              </w:rPr>
              <w:fldChar w:fldCharType="separate"/>
            </w:r>
            <w:r w:rsidR="00E90EE6">
              <w:rPr>
                <w:noProof/>
                <w:color w:val="333333"/>
                <w:sz w:val="16"/>
                <w:szCs w:val="16"/>
              </w:rPr>
              <w:t>10/30/2008</w:t>
            </w:r>
            <w:r w:rsidRPr="00143E65">
              <w:rPr>
                <w:color w:val="333333"/>
                <w:sz w:val="16"/>
                <w:szCs w:val="16"/>
              </w:rPr>
              <w:fldChar w:fldCharType="end"/>
            </w:r>
          </w:p>
        </w:tc>
      </w:tr>
      <w:tr w:rsidR="00FD7D81" w:rsidRPr="00DB1B95" w:rsidTr="00143E65">
        <w:tc>
          <w:tcPr>
            <w:tcW w:w="2538" w:type="dxa"/>
            <w:gridSpan w:val="2"/>
            <w:tcBorders>
              <w:top w:val="single" w:sz="4" w:space="0" w:color="A5A5A5"/>
              <w:left w:val="single" w:sz="4" w:space="0" w:color="A5A5A5"/>
              <w:bottom w:val="single" w:sz="4" w:space="0" w:color="A5A5A5"/>
              <w:right w:val="single" w:sz="4" w:space="0" w:color="A5A5A5"/>
            </w:tcBorders>
            <w:shd w:val="clear" w:color="auto" w:fill="D8D8D8"/>
            <w:tcMar>
              <w:top w:w="43" w:type="dxa"/>
              <w:left w:w="115" w:type="dxa"/>
              <w:bottom w:w="43" w:type="dxa"/>
              <w:right w:w="115" w:type="dxa"/>
            </w:tcMar>
          </w:tcPr>
          <w:p w:rsidR="00FD7D81" w:rsidRPr="00DB1B95" w:rsidRDefault="00FD7D81" w:rsidP="00FD7D81">
            <w:r w:rsidRPr="00143E65">
              <w:rPr>
                <w:b/>
                <w:caps/>
                <w:color w:val="7F7F7F"/>
                <w:sz w:val="16"/>
                <w:szCs w:val="16"/>
              </w:rPr>
              <w:t>Project location</w:t>
            </w:r>
            <w:r w:rsidRPr="00DB1B95" w:rsidDel="0075276F">
              <w:t xml:space="preserve"> </w:t>
            </w:r>
          </w:p>
        </w:tc>
        <w:tc>
          <w:tcPr>
            <w:tcW w:w="2538" w:type="dxa"/>
            <w:gridSpan w:val="2"/>
            <w:tcBorders>
              <w:top w:val="single" w:sz="4" w:space="0" w:color="A5A5A5"/>
              <w:left w:val="single" w:sz="4" w:space="0" w:color="A5A5A5"/>
              <w:bottom w:val="single" w:sz="4" w:space="0" w:color="A5A5A5"/>
              <w:right w:val="single" w:sz="4" w:space="0" w:color="A5A5A5"/>
            </w:tcBorders>
            <w:shd w:val="clear" w:color="auto" w:fill="D8D8D8"/>
            <w:tcMar>
              <w:top w:w="43" w:type="dxa"/>
              <w:bottom w:w="43" w:type="dxa"/>
            </w:tcMar>
          </w:tcPr>
          <w:p w:rsidR="00FD7D81" w:rsidRPr="00CE6865" w:rsidRDefault="002E02F3" w:rsidP="00143E65">
            <w:pPr>
              <w:suppressLineNumbers/>
              <w:rPr>
                <w:sz w:val="16"/>
                <w:szCs w:val="16"/>
              </w:rPr>
            </w:pPr>
            <w:hyperlink r:id="rId11" w:history="1">
              <w:r w:rsidR="00CE6865" w:rsidRPr="00CE6865">
                <w:rPr>
                  <w:rStyle w:val="Hyperlink"/>
                  <w:sz w:val="16"/>
                  <w:szCs w:val="16"/>
                </w:rPr>
                <w:t>MSDN Forums Client</w:t>
              </w:r>
            </w:hyperlink>
            <w:r w:rsidR="00CE6865" w:rsidRPr="00CE6865">
              <w:rPr>
                <w:sz w:val="16"/>
                <w:szCs w:val="16"/>
              </w:rPr>
              <w:t xml:space="preserve"> </w:t>
            </w:r>
          </w:p>
        </w:tc>
        <w:tc>
          <w:tcPr>
            <w:tcW w:w="2538" w:type="dxa"/>
            <w:gridSpan w:val="2"/>
            <w:tcBorders>
              <w:top w:val="single" w:sz="4" w:space="0" w:color="A5A5A5"/>
              <w:left w:val="single" w:sz="4" w:space="0" w:color="A5A5A5"/>
              <w:bottom w:val="single" w:sz="4" w:space="0" w:color="A5A5A5"/>
              <w:right w:val="single" w:sz="4" w:space="0" w:color="A5A5A5"/>
            </w:tcBorders>
            <w:shd w:val="clear" w:color="auto" w:fill="D8D8D8"/>
            <w:tcMar>
              <w:top w:w="43" w:type="dxa"/>
              <w:bottom w:w="43" w:type="dxa"/>
            </w:tcMar>
          </w:tcPr>
          <w:p w:rsidR="00FD7D81" w:rsidRPr="00DB1B95" w:rsidRDefault="00FD7D81" w:rsidP="00FD7D81"/>
        </w:tc>
        <w:tc>
          <w:tcPr>
            <w:tcW w:w="2538" w:type="dxa"/>
            <w:tcBorders>
              <w:top w:val="single" w:sz="4" w:space="0" w:color="A5A5A5"/>
              <w:left w:val="single" w:sz="4" w:space="0" w:color="A5A5A5"/>
              <w:bottom w:val="single" w:sz="4" w:space="0" w:color="A5A5A5"/>
              <w:right w:val="single" w:sz="4" w:space="0" w:color="A5A5A5"/>
            </w:tcBorders>
            <w:shd w:val="clear" w:color="auto" w:fill="D8D8D8"/>
            <w:tcMar>
              <w:top w:w="43" w:type="dxa"/>
              <w:bottom w:w="43" w:type="dxa"/>
            </w:tcMar>
          </w:tcPr>
          <w:p w:rsidR="00FD7D81" w:rsidRPr="00DB1B95" w:rsidRDefault="00FD7D81" w:rsidP="00143E65">
            <w:pPr>
              <w:suppressLineNumbers/>
            </w:pPr>
          </w:p>
        </w:tc>
      </w:tr>
    </w:tbl>
    <w:p w:rsidR="00FD7D81" w:rsidRPr="00DB1B95" w:rsidRDefault="00FD7D81" w:rsidP="00FD7D81"/>
    <w:p w:rsidR="00FD7D81" w:rsidRPr="00DB1B95" w:rsidRDefault="00FD7D81" w:rsidP="00FD7D81"/>
    <w:bookmarkStart w:id="0" w:name="DescriptionPlus"/>
    <w:bookmarkStart w:id="1" w:name="FeatureTitle"/>
    <w:bookmarkStart w:id="2" w:name="AllHeadersAndTitle"/>
    <w:bookmarkStart w:id="3" w:name="_Toc274909590"/>
    <w:p w:rsidR="004E77BC" w:rsidRDefault="002E02F3">
      <w:pPr>
        <w:pStyle w:val="TOC1"/>
        <w:rPr>
          <w:rFonts w:asciiTheme="minorHAnsi" w:eastAsiaTheme="minorEastAsia" w:hAnsiTheme="minorHAnsi" w:cstheme="minorBidi"/>
          <w:b w:val="0"/>
          <w:sz w:val="22"/>
          <w:szCs w:val="22"/>
        </w:rPr>
      </w:pPr>
      <w:r w:rsidRPr="002E02F3">
        <w:fldChar w:fldCharType="begin"/>
      </w:r>
      <w:r w:rsidR="00FD7D81">
        <w:instrText xml:space="preserve"> TOC  \* MERGEFORMAT </w:instrText>
      </w:r>
      <w:r w:rsidRPr="002E02F3">
        <w:fldChar w:fldCharType="separate"/>
      </w:r>
      <w:r w:rsidR="004E77BC">
        <w:t>1. Overview</w:t>
      </w:r>
      <w:r w:rsidR="004E77BC">
        <w:tab/>
      </w:r>
      <w:r w:rsidR="004E77BC">
        <w:fldChar w:fldCharType="begin"/>
      </w:r>
      <w:r w:rsidR="004E77BC">
        <w:instrText xml:space="preserve"> PAGEREF _Toc213490432 \h </w:instrText>
      </w:r>
      <w:r w:rsidR="004E77BC">
        <w:fldChar w:fldCharType="separate"/>
      </w:r>
      <w:r w:rsidR="004E77BC">
        <w:t>1</w:t>
      </w:r>
      <w:r w:rsidR="004E77BC">
        <w:fldChar w:fldCharType="end"/>
      </w:r>
    </w:p>
    <w:p w:rsidR="004E77BC" w:rsidRDefault="004E77BC">
      <w:pPr>
        <w:pStyle w:val="TOC2"/>
        <w:rPr>
          <w:rFonts w:asciiTheme="minorHAnsi" w:eastAsiaTheme="minorEastAsia" w:hAnsiTheme="minorHAnsi" w:cstheme="minorBidi"/>
          <w:sz w:val="22"/>
          <w:szCs w:val="22"/>
        </w:rPr>
      </w:pPr>
      <w:r>
        <w:t>1.1 What’s being covered</w:t>
      </w:r>
      <w:r>
        <w:tab/>
      </w:r>
      <w:r>
        <w:fldChar w:fldCharType="begin"/>
      </w:r>
      <w:r>
        <w:instrText xml:space="preserve"> PAGEREF _Toc213490433 \h </w:instrText>
      </w:r>
      <w:r>
        <w:fldChar w:fldCharType="separate"/>
      </w:r>
      <w:r>
        <w:t>1</w:t>
      </w:r>
      <w:r>
        <w:fldChar w:fldCharType="end"/>
      </w:r>
    </w:p>
    <w:p w:rsidR="004E77BC" w:rsidRDefault="004E77BC">
      <w:pPr>
        <w:pStyle w:val="TOC2"/>
        <w:rPr>
          <w:rFonts w:asciiTheme="minorHAnsi" w:eastAsiaTheme="minorEastAsia" w:hAnsiTheme="minorHAnsi" w:cstheme="minorBidi"/>
          <w:sz w:val="22"/>
          <w:szCs w:val="22"/>
        </w:rPr>
      </w:pPr>
      <w:r>
        <w:t>1.2 What’s not being covered</w:t>
      </w:r>
      <w:r>
        <w:tab/>
      </w:r>
      <w:r>
        <w:fldChar w:fldCharType="begin"/>
      </w:r>
      <w:r>
        <w:instrText xml:space="preserve"> PAGEREF _Toc213490434 \h </w:instrText>
      </w:r>
      <w:r>
        <w:fldChar w:fldCharType="separate"/>
      </w:r>
      <w:r>
        <w:t>1</w:t>
      </w:r>
      <w:r>
        <w:fldChar w:fldCharType="end"/>
      </w:r>
    </w:p>
    <w:p w:rsidR="004E77BC" w:rsidRDefault="004E77BC">
      <w:pPr>
        <w:pStyle w:val="TOC2"/>
        <w:rPr>
          <w:rFonts w:asciiTheme="minorHAnsi" w:eastAsiaTheme="minorEastAsia" w:hAnsiTheme="minorHAnsi" w:cstheme="minorBidi"/>
          <w:sz w:val="22"/>
          <w:szCs w:val="22"/>
        </w:rPr>
      </w:pPr>
      <w:r>
        <w:t>1.3 Risks</w:t>
      </w:r>
      <w:r>
        <w:tab/>
      </w:r>
      <w:r>
        <w:fldChar w:fldCharType="begin"/>
      </w:r>
      <w:r>
        <w:instrText xml:space="preserve"> PAGEREF _Toc213490435 \h </w:instrText>
      </w:r>
      <w:r>
        <w:fldChar w:fldCharType="separate"/>
      </w:r>
      <w:r>
        <w:t>1</w:t>
      </w:r>
      <w:r>
        <w:fldChar w:fldCharType="end"/>
      </w:r>
    </w:p>
    <w:p w:rsidR="004E77BC" w:rsidRDefault="004E77BC">
      <w:pPr>
        <w:pStyle w:val="TOC2"/>
        <w:rPr>
          <w:rFonts w:asciiTheme="minorHAnsi" w:eastAsiaTheme="minorEastAsia" w:hAnsiTheme="minorHAnsi" w:cstheme="minorBidi"/>
          <w:sz w:val="22"/>
          <w:szCs w:val="22"/>
        </w:rPr>
      </w:pPr>
      <w:r>
        <w:t>1.4 Required tools</w:t>
      </w:r>
      <w:r>
        <w:tab/>
      </w:r>
      <w:r>
        <w:fldChar w:fldCharType="begin"/>
      </w:r>
      <w:r>
        <w:instrText xml:space="preserve"> PAGEREF _Toc213490436 \h </w:instrText>
      </w:r>
      <w:r>
        <w:fldChar w:fldCharType="separate"/>
      </w:r>
      <w:r>
        <w:t>1</w:t>
      </w:r>
      <w:r>
        <w:fldChar w:fldCharType="end"/>
      </w:r>
    </w:p>
    <w:p w:rsidR="004E77BC" w:rsidRDefault="004E77BC">
      <w:pPr>
        <w:pStyle w:val="TOC1"/>
        <w:rPr>
          <w:rFonts w:asciiTheme="minorHAnsi" w:eastAsiaTheme="minorEastAsia" w:hAnsiTheme="minorHAnsi" w:cstheme="minorBidi"/>
          <w:b w:val="0"/>
          <w:sz w:val="22"/>
          <w:szCs w:val="22"/>
        </w:rPr>
      </w:pPr>
      <w:r>
        <w:t>2. Area breakout</w:t>
      </w:r>
      <w:r>
        <w:tab/>
      </w:r>
      <w:r>
        <w:fldChar w:fldCharType="begin"/>
      </w:r>
      <w:r>
        <w:instrText xml:space="preserve"> PAGEREF _Toc213490437 \h </w:instrText>
      </w:r>
      <w:r>
        <w:fldChar w:fldCharType="separate"/>
      </w:r>
      <w:r>
        <w:t>2</w:t>
      </w:r>
      <w:r>
        <w:fldChar w:fldCharType="end"/>
      </w:r>
    </w:p>
    <w:p w:rsidR="004E77BC" w:rsidRDefault="004E77BC">
      <w:pPr>
        <w:pStyle w:val="TOC2"/>
        <w:rPr>
          <w:rFonts w:asciiTheme="minorHAnsi" w:eastAsiaTheme="minorEastAsia" w:hAnsiTheme="minorHAnsi" w:cstheme="minorBidi"/>
          <w:sz w:val="22"/>
          <w:szCs w:val="22"/>
        </w:rPr>
      </w:pPr>
      <w:r>
        <w:t>2.1 Installer verification</w:t>
      </w:r>
      <w:r>
        <w:tab/>
      </w:r>
      <w:r>
        <w:fldChar w:fldCharType="begin"/>
      </w:r>
      <w:r>
        <w:instrText xml:space="preserve"> PAGEREF _Toc213490438 \h </w:instrText>
      </w:r>
      <w:r>
        <w:fldChar w:fldCharType="separate"/>
      </w:r>
      <w:r>
        <w:t>2</w:t>
      </w:r>
      <w:r>
        <w:fldChar w:fldCharType="end"/>
      </w:r>
    </w:p>
    <w:p w:rsidR="004E77BC" w:rsidRDefault="004E77BC">
      <w:pPr>
        <w:pStyle w:val="TOC2"/>
        <w:rPr>
          <w:rFonts w:asciiTheme="minorHAnsi" w:eastAsiaTheme="minorEastAsia" w:hAnsiTheme="minorHAnsi" w:cstheme="minorBidi"/>
          <w:sz w:val="22"/>
          <w:szCs w:val="22"/>
        </w:rPr>
      </w:pPr>
      <w:r>
        <w:t>2.2 Unit Tests</w:t>
      </w:r>
      <w:r>
        <w:tab/>
      </w:r>
      <w:r>
        <w:fldChar w:fldCharType="begin"/>
      </w:r>
      <w:r>
        <w:instrText xml:space="preserve"> PAGEREF _Toc213490439 \h </w:instrText>
      </w:r>
      <w:r>
        <w:fldChar w:fldCharType="separate"/>
      </w:r>
      <w:r>
        <w:t>3</w:t>
      </w:r>
      <w:r>
        <w:fldChar w:fldCharType="end"/>
      </w:r>
    </w:p>
    <w:p w:rsidR="004E77BC" w:rsidRDefault="004E77BC">
      <w:pPr>
        <w:pStyle w:val="TOC2"/>
        <w:rPr>
          <w:rFonts w:asciiTheme="minorHAnsi" w:eastAsiaTheme="minorEastAsia" w:hAnsiTheme="minorHAnsi" w:cstheme="minorBidi"/>
          <w:sz w:val="22"/>
          <w:szCs w:val="22"/>
        </w:rPr>
      </w:pPr>
      <w:r>
        <w:t>2.3 No Internet Connections tests</w:t>
      </w:r>
      <w:r>
        <w:tab/>
      </w:r>
      <w:r>
        <w:fldChar w:fldCharType="begin"/>
      </w:r>
      <w:r>
        <w:instrText xml:space="preserve"> PAGEREF _Toc213490440 \h </w:instrText>
      </w:r>
      <w:r>
        <w:fldChar w:fldCharType="separate"/>
      </w:r>
      <w:r>
        <w:t>3</w:t>
      </w:r>
      <w:r>
        <w:fldChar w:fldCharType="end"/>
      </w:r>
    </w:p>
    <w:p w:rsidR="004E77BC" w:rsidRDefault="004E77BC">
      <w:pPr>
        <w:pStyle w:val="TOC3"/>
        <w:tabs>
          <w:tab w:val="right" w:leader="dot" w:pos="9926"/>
        </w:tabs>
        <w:rPr>
          <w:rFonts w:asciiTheme="minorHAnsi" w:eastAsiaTheme="minorEastAsia" w:hAnsiTheme="minorHAnsi" w:cstheme="minorBidi"/>
          <w:noProof/>
          <w:sz w:val="22"/>
          <w:szCs w:val="22"/>
        </w:rPr>
      </w:pPr>
      <w:r>
        <w:rPr>
          <w:noProof/>
        </w:rPr>
        <w:t>2.3.1 Cannot Logon if Internet Connectivity is Lost</w:t>
      </w:r>
      <w:r>
        <w:rPr>
          <w:noProof/>
        </w:rPr>
        <w:tab/>
      </w:r>
      <w:r>
        <w:rPr>
          <w:noProof/>
        </w:rPr>
        <w:fldChar w:fldCharType="begin"/>
      </w:r>
      <w:r>
        <w:rPr>
          <w:noProof/>
        </w:rPr>
        <w:instrText xml:space="preserve"> PAGEREF _Toc213490441 \h </w:instrText>
      </w:r>
      <w:r>
        <w:rPr>
          <w:noProof/>
        </w:rPr>
      </w:r>
      <w:r>
        <w:rPr>
          <w:noProof/>
        </w:rPr>
        <w:fldChar w:fldCharType="separate"/>
      </w:r>
      <w:r>
        <w:rPr>
          <w:noProof/>
        </w:rPr>
        <w:t>3</w:t>
      </w:r>
      <w:r>
        <w:rPr>
          <w:noProof/>
        </w:rPr>
        <w:fldChar w:fldCharType="end"/>
      </w:r>
    </w:p>
    <w:p w:rsidR="004E77BC" w:rsidRDefault="004E77BC">
      <w:pPr>
        <w:pStyle w:val="TOC3"/>
        <w:tabs>
          <w:tab w:val="right" w:leader="dot" w:pos="9926"/>
        </w:tabs>
        <w:rPr>
          <w:rFonts w:asciiTheme="minorHAnsi" w:eastAsiaTheme="minorEastAsia" w:hAnsiTheme="minorHAnsi" w:cstheme="minorBidi"/>
          <w:noProof/>
          <w:sz w:val="22"/>
          <w:szCs w:val="22"/>
        </w:rPr>
      </w:pPr>
      <w:r>
        <w:rPr>
          <w:noProof/>
        </w:rPr>
        <w:t>2.3.2 Logon Dialog is Not Shown without Internet Connectivity at Startup</w:t>
      </w:r>
      <w:r>
        <w:rPr>
          <w:noProof/>
        </w:rPr>
        <w:tab/>
      </w:r>
      <w:r>
        <w:rPr>
          <w:noProof/>
        </w:rPr>
        <w:fldChar w:fldCharType="begin"/>
      </w:r>
      <w:r>
        <w:rPr>
          <w:noProof/>
        </w:rPr>
        <w:instrText xml:space="preserve"> PAGEREF _Toc213490442 \h </w:instrText>
      </w:r>
      <w:r>
        <w:rPr>
          <w:noProof/>
        </w:rPr>
      </w:r>
      <w:r>
        <w:rPr>
          <w:noProof/>
        </w:rPr>
        <w:fldChar w:fldCharType="separate"/>
      </w:r>
      <w:r>
        <w:rPr>
          <w:noProof/>
        </w:rPr>
        <w:t>3</w:t>
      </w:r>
      <w:r>
        <w:rPr>
          <w:noProof/>
        </w:rPr>
        <w:fldChar w:fldCharType="end"/>
      </w:r>
    </w:p>
    <w:p w:rsidR="004E77BC" w:rsidRDefault="004E77BC">
      <w:pPr>
        <w:pStyle w:val="TOC3"/>
        <w:tabs>
          <w:tab w:val="right" w:leader="dot" w:pos="9926"/>
        </w:tabs>
        <w:rPr>
          <w:rFonts w:asciiTheme="minorHAnsi" w:eastAsiaTheme="minorEastAsia" w:hAnsiTheme="minorHAnsi" w:cstheme="minorBidi"/>
          <w:noProof/>
          <w:sz w:val="22"/>
          <w:szCs w:val="22"/>
        </w:rPr>
      </w:pPr>
      <w:r>
        <w:rPr>
          <w:noProof/>
        </w:rPr>
        <w:t>2.3.3 Unauthenticated User is Prompted to Logon</w:t>
      </w:r>
      <w:r>
        <w:rPr>
          <w:noProof/>
        </w:rPr>
        <w:tab/>
      </w:r>
      <w:r>
        <w:rPr>
          <w:noProof/>
        </w:rPr>
        <w:fldChar w:fldCharType="begin"/>
      </w:r>
      <w:r>
        <w:rPr>
          <w:noProof/>
        </w:rPr>
        <w:instrText xml:space="preserve"> PAGEREF _Toc213490443 \h </w:instrText>
      </w:r>
      <w:r>
        <w:rPr>
          <w:noProof/>
        </w:rPr>
      </w:r>
      <w:r>
        <w:rPr>
          <w:noProof/>
        </w:rPr>
        <w:fldChar w:fldCharType="separate"/>
      </w:r>
      <w:r>
        <w:rPr>
          <w:noProof/>
        </w:rPr>
        <w:t>3</w:t>
      </w:r>
      <w:r>
        <w:rPr>
          <w:noProof/>
        </w:rPr>
        <w:fldChar w:fldCharType="end"/>
      </w:r>
    </w:p>
    <w:p w:rsidR="004E77BC" w:rsidRDefault="004E77BC">
      <w:pPr>
        <w:pStyle w:val="TOC2"/>
        <w:rPr>
          <w:rFonts w:asciiTheme="minorHAnsi" w:eastAsiaTheme="minorEastAsia" w:hAnsiTheme="minorHAnsi" w:cstheme="minorBidi"/>
          <w:sz w:val="22"/>
          <w:szCs w:val="22"/>
        </w:rPr>
      </w:pPr>
      <w:r>
        <w:t>2.4 Subscribe to Forums Dialog Tests</w:t>
      </w:r>
      <w:r>
        <w:tab/>
      </w:r>
      <w:r>
        <w:fldChar w:fldCharType="begin"/>
      </w:r>
      <w:r>
        <w:instrText xml:space="preserve"> PAGEREF _Toc213490444 \h </w:instrText>
      </w:r>
      <w:r>
        <w:fldChar w:fldCharType="separate"/>
      </w:r>
      <w:r>
        <w:t>3</w:t>
      </w:r>
      <w:r>
        <w:fldChar w:fldCharType="end"/>
      </w:r>
    </w:p>
    <w:p w:rsidR="004E77BC" w:rsidRDefault="004E77BC">
      <w:pPr>
        <w:pStyle w:val="TOC3"/>
        <w:tabs>
          <w:tab w:val="right" w:leader="dot" w:pos="9926"/>
        </w:tabs>
        <w:rPr>
          <w:rFonts w:asciiTheme="minorHAnsi" w:eastAsiaTheme="minorEastAsia" w:hAnsiTheme="minorHAnsi" w:cstheme="minorBidi"/>
          <w:noProof/>
          <w:sz w:val="22"/>
          <w:szCs w:val="22"/>
        </w:rPr>
      </w:pPr>
      <w:r>
        <w:rPr>
          <w:noProof/>
        </w:rPr>
        <w:t>2.4.1 No Subscriptions Startup Scenario</w:t>
      </w:r>
      <w:r>
        <w:rPr>
          <w:noProof/>
        </w:rPr>
        <w:tab/>
      </w:r>
      <w:r>
        <w:rPr>
          <w:noProof/>
        </w:rPr>
        <w:fldChar w:fldCharType="begin"/>
      </w:r>
      <w:r>
        <w:rPr>
          <w:noProof/>
        </w:rPr>
        <w:instrText xml:space="preserve"> PAGEREF _Toc213490445 \h </w:instrText>
      </w:r>
      <w:r>
        <w:rPr>
          <w:noProof/>
        </w:rPr>
      </w:r>
      <w:r>
        <w:rPr>
          <w:noProof/>
        </w:rPr>
        <w:fldChar w:fldCharType="separate"/>
      </w:r>
      <w:r>
        <w:rPr>
          <w:noProof/>
        </w:rPr>
        <w:t>3</w:t>
      </w:r>
      <w:r>
        <w:rPr>
          <w:noProof/>
        </w:rPr>
        <w:fldChar w:fldCharType="end"/>
      </w:r>
    </w:p>
    <w:p w:rsidR="004E77BC" w:rsidRDefault="004E77BC">
      <w:pPr>
        <w:pStyle w:val="TOC3"/>
        <w:tabs>
          <w:tab w:val="right" w:leader="dot" w:pos="9926"/>
        </w:tabs>
        <w:rPr>
          <w:rFonts w:asciiTheme="minorHAnsi" w:eastAsiaTheme="minorEastAsia" w:hAnsiTheme="minorHAnsi" w:cstheme="minorBidi"/>
          <w:noProof/>
          <w:sz w:val="22"/>
          <w:szCs w:val="22"/>
        </w:rPr>
      </w:pPr>
      <w:r>
        <w:rPr>
          <w:noProof/>
        </w:rPr>
        <w:t>2.4.2 Subscribe Button Presents the Subscribe to Forums Dialog</w:t>
      </w:r>
      <w:r>
        <w:rPr>
          <w:noProof/>
        </w:rPr>
        <w:tab/>
      </w:r>
      <w:r>
        <w:rPr>
          <w:noProof/>
        </w:rPr>
        <w:fldChar w:fldCharType="begin"/>
      </w:r>
      <w:r>
        <w:rPr>
          <w:noProof/>
        </w:rPr>
        <w:instrText xml:space="preserve"> PAGEREF _Toc213490446 \h </w:instrText>
      </w:r>
      <w:r>
        <w:rPr>
          <w:noProof/>
        </w:rPr>
      </w:r>
      <w:r>
        <w:rPr>
          <w:noProof/>
        </w:rPr>
        <w:fldChar w:fldCharType="separate"/>
      </w:r>
      <w:r>
        <w:rPr>
          <w:noProof/>
        </w:rPr>
        <w:t>4</w:t>
      </w:r>
      <w:r>
        <w:rPr>
          <w:noProof/>
        </w:rPr>
        <w:fldChar w:fldCharType="end"/>
      </w:r>
    </w:p>
    <w:p w:rsidR="004E77BC" w:rsidRDefault="004E77BC">
      <w:pPr>
        <w:pStyle w:val="TOC3"/>
        <w:tabs>
          <w:tab w:val="right" w:leader="dot" w:pos="9926"/>
        </w:tabs>
        <w:rPr>
          <w:rFonts w:asciiTheme="minorHAnsi" w:eastAsiaTheme="minorEastAsia" w:hAnsiTheme="minorHAnsi" w:cstheme="minorBidi"/>
          <w:noProof/>
          <w:sz w:val="22"/>
          <w:szCs w:val="22"/>
        </w:rPr>
      </w:pPr>
      <w:r>
        <w:rPr>
          <w:noProof/>
        </w:rPr>
        <w:t>2.4.3 Some Subscriptions Startup Scenario</w:t>
      </w:r>
      <w:r>
        <w:rPr>
          <w:noProof/>
        </w:rPr>
        <w:tab/>
      </w:r>
      <w:r>
        <w:rPr>
          <w:noProof/>
        </w:rPr>
        <w:fldChar w:fldCharType="begin"/>
      </w:r>
      <w:r>
        <w:rPr>
          <w:noProof/>
        </w:rPr>
        <w:instrText xml:space="preserve"> PAGEREF _Toc213490447 \h </w:instrText>
      </w:r>
      <w:r>
        <w:rPr>
          <w:noProof/>
        </w:rPr>
      </w:r>
      <w:r>
        <w:rPr>
          <w:noProof/>
        </w:rPr>
        <w:fldChar w:fldCharType="separate"/>
      </w:r>
      <w:r>
        <w:rPr>
          <w:noProof/>
        </w:rPr>
        <w:t>4</w:t>
      </w:r>
      <w:r>
        <w:rPr>
          <w:noProof/>
        </w:rPr>
        <w:fldChar w:fldCharType="end"/>
      </w:r>
    </w:p>
    <w:p w:rsidR="004E77BC" w:rsidRDefault="004E77BC">
      <w:pPr>
        <w:pStyle w:val="TOC3"/>
        <w:tabs>
          <w:tab w:val="right" w:leader="dot" w:pos="9926"/>
        </w:tabs>
        <w:rPr>
          <w:rFonts w:asciiTheme="minorHAnsi" w:eastAsiaTheme="minorEastAsia" w:hAnsiTheme="minorHAnsi" w:cstheme="minorBidi"/>
          <w:noProof/>
          <w:sz w:val="22"/>
          <w:szCs w:val="22"/>
        </w:rPr>
      </w:pPr>
      <w:r>
        <w:rPr>
          <w:noProof/>
        </w:rPr>
        <w:t>2.4.4 Subscribe to Multiple Forums for Multiple Brands and Locales</w:t>
      </w:r>
      <w:r>
        <w:rPr>
          <w:noProof/>
        </w:rPr>
        <w:tab/>
      </w:r>
      <w:r>
        <w:rPr>
          <w:noProof/>
        </w:rPr>
        <w:fldChar w:fldCharType="begin"/>
      </w:r>
      <w:r>
        <w:rPr>
          <w:noProof/>
        </w:rPr>
        <w:instrText xml:space="preserve"> PAGEREF _Toc213490448 \h </w:instrText>
      </w:r>
      <w:r>
        <w:rPr>
          <w:noProof/>
        </w:rPr>
      </w:r>
      <w:r>
        <w:rPr>
          <w:noProof/>
        </w:rPr>
        <w:fldChar w:fldCharType="separate"/>
      </w:r>
      <w:r>
        <w:rPr>
          <w:noProof/>
        </w:rPr>
        <w:t>4</w:t>
      </w:r>
      <w:r>
        <w:rPr>
          <w:noProof/>
        </w:rPr>
        <w:fldChar w:fldCharType="end"/>
      </w:r>
    </w:p>
    <w:p w:rsidR="004E77BC" w:rsidRDefault="004E77BC">
      <w:pPr>
        <w:pStyle w:val="TOC3"/>
        <w:tabs>
          <w:tab w:val="right" w:leader="dot" w:pos="9926"/>
        </w:tabs>
        <w:rPr>
          <w:rFonts w:asciiTheme="minorHAnsi" w:eastAsiaTheme="minorEastAsia" w:hAnsiTheme="minorHAnsi" w:cstheme="minorBidi"/>
          <w:noProof/>
          <w:sz w:val="22"/>
          <w:szCs w:val="22"/>
        </w:rPr>
      </w:pPr>
      <w:r>
        <w:rPr>
          <w:noProof/>
        </w:rPr>
        <w:t>2.4.5 Filtering by Text in the Name and Description TextBox</w:t>
      </w:r>
      <w:r>
        <w:rPr>
          <w:noProof/>
        </w:rPr>
        <w:tab/>
      </w:r>
      <w:r>
        <w:rPr>
          <w:noProof/>
        </w:rPr>
        <w:fldChar w:fldCharType="begin"/>
      </w:r>
      <w:r>
        <w:rPr>
          <w:noProof/>
        </w:rPr>
        <w:instrText xml:space="preserve"> PAGEREF _Toc213490449 \h </w:instrText>
      </w:r>
      <w:r>
        <w:rPr>
          <w:noProof/>
        </w:rPr>
      </w:r>
      <w:r>
        <w:rPr>
          <w:noProof/>
        </w:rPr>
        <w:fldChar w:fldCharType="separate"/>
      </w:r>
      <w:r>
        <w:rPr>
          <w:noProof/>
        </w:rPr>
        <w:t>4</w:t>
      </w:r>
      <w:r>
        <w:rPr>
          <w:noProof/>
        </w:rPr>
        <w:fldChar w:fldCharType="end"/>
      </w:r>
    </w:p>
    <w:p w:rsidR="004E77BC" w:rsidRDefault="004E77BC">
      <w:pPr>
        <w:pStyle w:val="TOC2"/>
        <w:rPr>
          <w:rFonts w:asciiTheme="minorHAnsi" w:eastAsiaTheme="minorEastAsia" w:hAnsiTheme="minorHAnsi" w:cstheme="minorBidi"/>
          <w:sz w:val="22"/>
          <w:szCs w:val="22"/>
        </w:rPr>
      </w:pPr>
      <w:r>
        <w:t>2.5 Manual Synchronization of ForumsTests</w:t>
      </w:r>
      <w:r>
        <w:tab/>
      </w:r>
      <w:r>
        <w:fldChar w:fldCharType="begin"/>
      </w:r>
      <w:r>
        <w:instrText xml:space="preserve"> PAGEREF _Toc213490450 \h </w:instrText>
      </w:r>
      <w:r>
        <w:fldChar w:fldCharType="separate"/>
      </w:r>
      <w:r>
        <w:t>4</w:t>
      </w:r>
      <w:r>
        <w:fldChar w:fldCharType="end"/>
      </w:r>
    </w:p>
    <w:p w:rsidR="004E77BC" w:rsidRDefault="004E77BC">
      <w:pPr>
        <w:pStyle w:val="TOC3"/>
        <w:tabs>
          <w:tab w:val="right" w:leader="dot" w:pos="9926"/>
        </w:tabs>
        <w:rPr>
          <w:rFonts w:asciiTheme="minorHAnsi" w:eastAsiaTheme="minorEastAsia" w:hAnsiTheme="minorHAnsi" w:cstheme="minorBidi"/>
          <w:noProof/>
          <w:sz w:val="22"/>
          <w:szCs w:val="22"/>
        </w:rPr>
      </w:pPr>
      <w:r>
        <w:rPr>
          <w:noProof/>
        </w:rPr>
        <w:t>2.5.1 Manual Syncronization of a Single Forum</w:t>
      </w:r>
      <w:r>
        <w:rPr>
          <w:noProof/>
        </w:rPr>
        <w:tab/>
      </w:r>
      <w:r>
        <w:rPr>
          <w:noProof/>
        </w:rPr>
        <w:fldChar w:fldCharType="begin"/>
      </w:r>
      <w:r>
        <w:rPr>
          <w:noProof/>
        </w:rPr>
        <w:instrText xml:space="preserve"> PAGEREF _Toc213490451 \h </w:instrText>
      </w:r>
      <w:r>
        <w:rPr>
          <w:noProof/>
        </w:rPr>
      </w:r>
      <w:r>
        <w:rPr>
          <w:noProof/>
        </w:rPr>
        <w:fldChar w:fldCharType="separate"/>
      </w:r>
      <w:r>
        <w:rPr>
          <w:noProof/>
        </w:rPr>
        <w:t>4</w:t>
      </w:r>
      <w:r>
        <w:rPr>
          <w:noProof/>
        </w:rPr>
        <w:fldChar w:fldCharType="end"/>
      </w:r>
    </w:p>
    <w:p w:rsidR="004E77BC" w:rsidRDefault="004E77BC">
      <w:pPr>
        <w:pStyle w:val="TOC3"/>
        <w:tabs>
          <w:tab w:val="right" w:leader="dot" w:pos="9926"/>
        </w:tabs>
        <w:rPr>
          <w:rFonts w:asciiTheme="minorHAnsi" w:eastAsiaTheme="minorEastAsia" w:hAnsiTheme="minorHAnsi" w:cstheme="minorBidi"/>
          <w:noProof/>
          <w:sz w:val="22"/>
          <w:szCs w:val="22"/>
        </w:rPr>
      </w:pPr>
      <w:r>
        <w:rPr>
          <w:noProof/>
        </w:rPr>
        <w:t>2.5.2 Simultaneous Manual Syncronization of all Forums</w:t>
      </w:r>
      <w:r>
        <w:rPr>
          <w:noProof/>
        </w:rPr>
        <w:tab/>
      </w:r>
      <w:r>
        <w:rPr>
          <w:noProof/>
        </w:rPr>
        <w:fldChar w:fldCharType="begin"/>
      </w:r>
      <w:r>
        <w:rPr>
          <w:noProof/>
        </w:rPr>
        <w:instrText xml:space="preserve"> PAGEREF _Toc213490452 \h </w:instrText>
      </w:r>
      <w:r>
        <w:rPr>
          <w:noProof/>
        </w:rPr>
      </w:r>
      <w:r>
        <w:rPr>
          <w:noProof/>
        </w:rPr>
        <w:fldChar w:fldCharType="separate"/>
      </w:r>
      <w:r>
        <w:rPr>
          <w:noProof/>
        </w:rPr>
        <w:t>5</w:t>
      </w:r>
      <w:r>
        <w:rPr>
          <w:noProof/>
        </w:rPr>
        <w:fldChar w:fldCharType="end"/>
      </w:r>
    </w:p>
    <w:p w:rsidR="004E77BC" w:rsidRDefault="004E77BC">
      <w:pPr>
        <w:pStyle w:val="TOC2"/>
        <w:rPr>
          <w:rFonts w:asciiTheme="minorHAnsi" w:eastAsiaTheme="minorEastAsia" w:hAnsiTheme="minorHAnsi" w:cstheme="minorBidi"/>
          <w:sz w:val="22"/>
          <w:szCs w:val="22"/>
        </w:rPr>
      </w:pPr>
      <w:r>
        <w:t>2.6 Automatic Synchronization of ForumsTests</w:t>
      </w:r>
      <w:r>
        <w:tab/>
      </w:r>
      <w:r>
        <w:fldChar w:fldCharType="begin"/>
      </w:r>
      <w:r>
        <w:instrText xml:space="preserve"> PAGEREF _Toc213490453 \h </w:instrText>
      </w:r>
      <w:r>
        <w:fldChar w:fldCharType="separate"/>
      </w:r>
      <w:r>
        <w:t>6</w:t>
      </w:r>
      <w:r>
        <w:fldChar w:fldCharType="end"/>
      </w:r>
    </w:p>
    <w:p w:rsidR="004E77BC" w:rsidRDefault="004E77BC">
      <w:pPr>
        <w:pStyle w:val="TOC2"/>
        <w:rPr>
          <w:rFonts w:asciiTheme="minorHAnsi" w:eastAsiaTheme="minorEastAsia" w:hAnsiTheme="minorHAnsi" w:cstheme="minorBidi"/>
          <w:sz w:val="22"/>
          <w:szCs w:val="22"/>
        </w:rPr>
      </w:pPr>
      <w:r>
        <w:t>2.7 Options Dialog Tests</w:t>
      </w:r>
      <w:r>
        <w:tab/>
      </w:r>
      <w:r>
        <w:fldChar w:fldCharType="begin"/>
      </w:r>
      <w:r>
        <w:instrText xml:space="preserve"> PAGEREF _Toc213490454 \h </w:instrText>
      </w:r>
      <w:r>
        <w:fldChar w:fldCharType="separate"/>
      </w:r>
      <w:r>
        <w:t>7</w:t>
      </w:r>
      <w:r>
        <w:fldChar w:fldCharType="end"/>
      </w:r>
    </w:p>
    <w:p w:rsidR="004E77BC" w:rsidRDefault="004E77BC">
      <w:pPr>
        <w:pStyle w:val="TOC3"/>
        <w:tabs>
          <w:tab w:val="right" w:leader="dot" w:pos="9926"/>
        </w:tabs>
        <w:rPr>
          <w:rFonts w:asciiTheme="minorHAnsi" w:eastAsiaTheme="minorEastAsia" w:hAnsiTheme="minorHAnsi" w:cstheme="minorBidi"/>
          <w:noProof/>
          <w:sz w:val="22"/>
          <w:szCs w:val="22"/>
        </w:rPr>
      </w:pPr>
      <w:r>
        <w:rPr>
          <w:noProof/>
        </w:rPr>
        <w:t>2.7.1 Default Settings</w:t>
      </w:r>
      <w:r>
        <w:rPr>
          <w:noProof/>
        </w:rPr>
        <w:tab/>
      </w:r>
      <w:r>
        <w:rPr>
          <w:noProof/>
        </w:rPr>
        <w:fldChar w:fldCharType="begin"/>
      </w:r>
      <w:r>
        <w:rPr>
          <w:noProof/>
        </w:rPr>
        <w:instrText xml:space="preserve"> PAGEREF _Toc213490455 \h </w:instrText>
      </w:r>
      <w:r>
        <w:rPr>
          <w:noProof/>
        </w:rPr>
      </w:r>
      <w:r>
        <w:rPr>
          <w:noProof/>
        </w:rPr>
        <w:fldChar w:fldCharType="separate"/>
      </w:r>
      <w:r>
        <w:rPr>
          <w:noProof/>
        </w:rPr>
        <w:t>7</w:t>
      </w:r>
      <w:r>
        <w:rPr>
          <w:noProof/>
        </w:rPr>
        <w:fldChar w:fldCharType="end"/>
      </w:r>
    </w:p>
    <w:p w:rsidR="004E77BC" w:rsidRDefault="004E77BC">
      <w:pPr>
        <w:pStyle w:val="TOC3"/>
        <w:tabs>
          <w:tab w:val="right" w:leader="dot" w:pos="9926"/>
        </w:tabs>
        <w:rPr>
          <w:rFonts w:asciiTheme="minorHAnsi" w:eastAsiaTheme="minorEastAsia" w:hAnsiTheme="minorHAnsi" w:cstheme="minorBidi"/>
          <w:noProof/>
          <w:sz w:val="22"/>
          <w:szCs w:val="22"/>
        </w:rPr>
      </w:pPr>
      <w:r>
        <w:rPr>
          <w:noProof/>
        </w:rPr>
        <w:t>2.7.2 Automatic Synchronization Time Interval</w:t>
      </w:r>
      <w:r>
        <w:rPr>
          <w:noProof/>
        </w:rPr>
        <w:tab/>
      </w:r>
      <w:r>
        <w:rPr>
          <w:noProof/>
        </w:rPr>
        <w:fldChar w:fldCharType="begin"/>
      </w:r>
      <w:r>
        <w:rPr>
          <w:noProof/>
        </w:rPr>
        <w:instrText xml:space="preserve"> PAGEREF _Toc213490456 \h </w:instrText>
      </w:r>
      <w:r>
        <w:rPr>
          <w:noProof/>
        </w:rPr>
      </w:r>
      <w:r>
        <w:rPr>
          <w:noProof/>
        </w:rPr>
        <w:fldChar w:fldCharType="separate"/>
      </w:r>
      <w:r>
        <w:rPr>
          <w:noProof/>
        </w:rPr>
        <w:t>7</w:t>
      </w:r>
      <w:r>
        <w:rPr>
          <w:noProof/>
        </w:rPr>
        <w:fldChar w:fldCharType="end"/>
      </w:r>
    </w:p>
    <w:p w:rsidR="004E77BC" w:rsidRDefault="004E77BC">
      <w:pPr>
        <w:pStyle w:val="TOC3"/>
        <w:tabs>
          <w:tab w:val="right" w:leader="dot" w:pos="9926"/>
        </w:tabs>
        <w:rPr>
          <w:rFonts w:asciiTheme="minorHAnsi" w:eastAsiaTheme="minorEastAsia" w:hAnsiTheme="minorHAnsi" w:cstheme="minorBidi"/>
          <w:noProof/>
          <w:sz w:val="22"/>
          <w:szCs w:val="22"/>
        </w:rPr>
      </w:pPr>
      <w:r>
        <w:rPr>
          <w:noProof/>
        </w:rPr>
        <w:t>2.7.3 User Options Persist</w:t>
      </w:r>
      <w:r>
        <w:rPr>
          <w:noProof/>
        </w:rPr>
        <w:tab/>
      </w:r>
      <w:r>
        <w:rPr>
          <w:noProof/>
        </w:rPr>
        <w:fldChar w:fldCharType="begin"/>
      </w:r>
      <w:r>
        <w:rPr>
          <w:noProof/>
        </w:rPr>
        <w:instrText xml:space="preserve"> PAGEREF _Toc213490457 \h </w:instrText>
      </w:r>
      <w:r>
        <w:rPr>
          <w:noProof/>
        </w:rPr>
      </w:r>
      <w:r>
        <w:rPr>
          <w:noProof/>
        </w:rPr>
        <w:fldChar w:fldCharType="separate"/>
      </w:r>
      <w:r>
        <w:rPr>
          <w:noProof/>
        </w:rPr>
        <w:t>7</w:t>
      </w:r>
      <w:r>
        <w:rPr>
          <w:noProof/>
        </w:rPr>
        <w:fldChar w:fldCharType="end"/>
      </w:r>
    </w:p>
    <w:p w:rsidR="004E77BC" w:rsidRDefault="004E77BC">
      <w:pPr>
        <w:pStyle w:val="TOC2"/>
        <w:rPr>
          <w:rFonts w:asciiTheme="minorHAnsi" w:eastAsiaTheme="minorEastAsia" w:hAnsiTheme="minorHAnsi" w:cstheme="minorBidi"/>
          <w:sz w:val="22"/>
          <w:szCs w:val="22"/>
        </w:rPr>
      </w:pPr>
      <w:r>
        <w:t>2.8 Forum Viewing Tests</w:t>
      </w:r>
      <w:r>
        <w:tab/>
      </w:r>
      <w:r>
        <w:fldChar w:fldCharType="begin"/>
      </w:r>
      <w:r>
        <w:instrText xml:space="preserve"> PAGEREF _Toc213490458 \h </w:instrText>
      </w:r>
      <w:r>
        <w:fldChar w:fldCharType="separate"/>
      </w:r>
      <w:r>
        <w:t>7</w:t>
      </w:r>
      <w:r>
        <w:fldChar w:fldCharType="end"/>
      </w:r>
    </w:p>
    <w:p w:rsidR="004E77BC" w:rsidRDefault="004E77BC">
      <w:pPr>
        <w:pStyle w:val="TOC3"/>
        <w:tabs>
          <w:tab w:val="right" w:leader="dot" w:pos="9926"/>
        </w:tabs>
        <w:rPr>
          <w:rFonts w:asciiTheme="minorHAnsi" w:eastAsiaTheme="minorEastAsia" w:hAnsiTheme="minorHAnsi" w:cstheme="minorBidi"/>
          <w:noProof/>
          <w:sz w:val="22"/>
          <w:szCs w:val="22"/>
        </w:rPr>
      </w:pPr>
      <w:r>
        <w:rPr>
          <w:noProof/>
        </w:rPr>
        <w:t>2.8.1 Default Display</w:t>
      </w:r>
      <w:r>
        <w:rPr>
          <w:noProof/>
        </w:rPr>
        <w:tab/>
      </w:r>
      <w:r>
        <w:rPr>
          <w:noProof/>
        </w:rPr>
        <w:fldChar w:fldCharType="begin"/>
      </w:r>
      <w:r>
        <w:rPr>
          <w:noProof/>
        </w:rPr>
        <w:instrText xml:space="preserve"> PAGEREF _Toc213490459 \h </w:instrText>
      </w:r>
      <w:r>
        <w:rPr>
          <w:noProof/>
        </w:rPr>
      </w:r>
      <w:r>
        <w:rPr>
          <w:noProof/>
        </w:rPr>
        <w:fldChar w:fldCharType="separate"/>
      </w:r>
      <w:r>
        <w:rPr>
          <w:noProof/>
        </w:rPr>
        <w:t>7</w:t>
      </w:r>
      <w:r>
        <w:rPr>
          <w:noProof/>
        </w:rPr>
        <w:fldChar w:fldCharType="end"/>
      </w:r>
    </w:p>
    <w:p w:rsidR="004E77BC" w:rsidRDefault="004E77BC">
      <w:pPr>
        <w:pStyle w:val="TOC3"/>
        <w:tabs>
          <w:tab w:val="right" w:leader="dot" w:pos="9926"/>
        </w:tabs>
        <w:rPr>
          <w:rFonts w:asciiTheme="minorHAnsi" w:eastAsiaTheme="minorEastAsia" w:hAnsiTheme="minorHAnsi" w:cstheme="minorBidi"/>
          <w:noProof/>
          <w:sz w:val="22"/>
          <w:szCs w:val="22"/>
        </w:rPr>
      </w:pPr>
      <w:r>
        <w:rPr>
          <w:noProof/>
        </w:rPr>
        <w:t>2.8.2 Searching for threads</w:t>
      </w:r>
      <w:r>
        <w:rPr>
          <w:noProof/>
        </w:rPr>
        <w:tab/>
      </w:r>
      <w:r>
        <w:rPr>
          <w:noProof/>
        </w:rPr>
        <w:fldChar w:fldCharType="begin"/>
      </w:r>
      <w:r>
        <w:rPr>
          <w:noProof/>
        </w:rPr>
        <w:instrText xml:space="preserve"> PAGEREF _Toc213490460 \h </w:instrText>
      </w:r>
      <w:r>
        <w:rPr>
          <w:noProof/>
        </w:rPr>
      </w:r>
      <w:r>
        <w:rPr>
          <w:noProof/>
        </w:rPr>
        <w:fldChar w:fldCharType="separate"/>
      </w:r>
      <w:r>
        <w:rPr>
          <w:noProof/>
        </w:rPr>
        <w:t>8</w:t>
      </w:r>
      <w:r>
        <w:rPr>
          <w:noProof/>
        </w:rPr>
        <w:fldChar w:fldCharType="end"/>
      </w:r>
    </w:p>
    <w:p w:rsidR="004E77BC" w:rsidRDefault="004E77BC">
      <w:pPr>
        <w:pStyle w:val="TOC3"/>
        <w:tabs>
          <w:tab w:val="right" w:leader="dot" w:pos="9926"/>
        </w:tabs>
        <w:rPr>
          <w:rFonts w:asciiTheme="minorHAnsi" w:eastAsiaTheme="minorEastAsia" w:hAnsiTheme="minorHAnsi" w:cstheme="minorBidi"/>
          <w:noProof/>
          <w:sz w:val="22"/>
          <w:szCs w:val="22"/>
        </w:rPr>
      </w:pPr>
      <w:r>
        <w:rPr>
          <w:noProof/>
        </w:rPr>
        <w:t>2.8.3 Filtering threads</w:t>
      </w:r>
      <w:r>
        <w:rPr>
          <w:noProof/>
        </w:rPr>
        <w:tab/>
      </w:r>
      <w:r>
        <w:rPr>
          <w:noProof/>
        </w:rPr>
        <w:fldChar w:fldCharType="begin"/>
      </w:r>
      <w:r>
        <w:rPr>
          <w:noProof/>
        </w:rPr>
        <w:instrText xml:space="preserve"> PAGEREF _Toc213490461 \h </w:instrText>
      </w:r>
      <w:r>
        <w:rPr>
          <w:noProof/>
        </w:rPr>
      </w:r>
      <w:r>
        <w:rPr>
          <w:noProof/>
        </w:rPr>
        <w:fldChar w:fldCharType="separate"/>
      </w:r>
      <w:r>
        <w:rPr>
          <w:noProof/>
        </w:rPr>
        <w:t>9</w:t>
      </w:r>
      <w:r>
        <w:rPr>
          <w:noProof/>
        </w:rPr>
        <w:fldChar w:fldCharType="end"/>
      </w:r>
    </w:p>
    <w:p w:rsidR="004E77BC" w:rsidRDefault="004E77BC">
      <w:pPr>
        <w:pStyle w:val="TOC1"/>
        <w:rPr>
          <w:rFonts w:asciiTheme="minorHAnsi" w:eastAsiaTheme="minorEastAsia" w:hAnsiTheme="minorHAnsi" w:cstheme="minorBidi"/>
          <w:b w:val="0"/>
          <w:sz w:val="22"/>
          <w:szCs w:val="22"/>
        </w:rPr>
      </w:pPr>
      <w:r>
        <w:t>3. Running tests</w:t>
      </w:r>
      <w:r>
        <w:tab/>
      </w:r>
      <w:r>
        <w:fldChar w:fldCharType="begin"/>
      </w:r>
      <w:r>
        <w:instrText xml:space="preserve"> PAGEREF _Toc213490462 \h </w:instrText>
      </w:r>
      <w:r>
        <w:fldChar w:fldCharType="separate"/>
      </w:r>
      <w:r>
        <w:t>10</w:t>
      </w:r>
      <w:r>
        <w:fldChar w:fldCharType="end"/>
      </w:r>
    </w:p>
    <w:p w:rsidR="004E77BC" w:rsidRDefault="004E77BC">
      <w:pPr>
        <w:pStyle w:val="TOC1"/>
        <w:rPr>
          <w:rFonts w:asciiTheme="minorHAnsi" w:eastAsiaTheme="minorEastAsia" w:hAnsiTheme="minorHAnsi" w:cstheme="minorBidi"/>
          <w:b w:val="0"/>
          <w:sz w:val="22"/>
          <w:szCs w:val="22"/>
        </w:rPr>
      </w:pPr>
      <w:r>
        <w:t>4. Release Criteria</w:t>
      </w:r>
      <w:r>
        <w:tab/>
      </w:r>
      <w:r>
        <w:fldChar w:fldCharType="begin"/>
      </w:r>
      <w:r>
        <w:instrText xml:space="preserve"> PAGEREF _Toc213490463 \h </w:instrText>
      </w:r>
      <w:r>
        <w:fldChar w:fldCharType="separate"/>
      </w:r>
      <w:r>
        <w:t>11</w:t>
      </w:r>
      <w:r>
        <w:fldChar w:fldCharType="end"/>
      </w:r>
    </w:p>
    <w:p w:rsidR="004E77BC" w:rsidRDefault="004E77BC">
      <w:pPr>
        <w:pStyle w:val="TOC1"/>
        <w:rPr>
          <w:rFonts w:asciiTheme="minorHAnsi" w:eastAsiaTheme="minorEastAsia" w:hAnsiTheme="minorHAnsi" w:cstheme="minorBidi"/>
          <w:b w:val="0"/>
          <w:sz w:val="22"/>
          <w:szCs w:val="22"/>
        </w:rPr>
      </w:pPr>
      <w:r>
        <w:t>5. Change History</w:t>
      </w:r>
      <w:r>
        <w:tab/>
      </w:r>
      <w:r>
        <w:fldChar w:fldCharType="begin"/>
      </w:r>
      <w:r>
        <w:instrText xml:space="preserve"> PAGEREF _Toc213490464 \h </w:instrText>
      </w:r>
      <w:r>
        <w:fldChar w:fldCharType="separate"/>
      </w:r>
      <w:r>
        <w:t>11</w:t>
      </w:r>
      <w:r>
        <w:fldChar w:fldCharType="end"/>
      </w:r>
    </w:p>
    <w:p w:rsidR="00FD7D81" w:rsidRPr="00DB1B95" w:rsidRDefault="002E02F3" w:rsidP="00FD7D81">
      <w:r>
        <w:fldChar w:fldCharType="end"/>
      </w:r>
    </w:p>
    <w:p w:rsidR="00FD7D81" w:rsidRPr="00DB1B95" w:rsidRDefault="00FD7D81" w:rsidP="00FD7D81">
      <w:pPr>
        <w:sectPr w:rsidR="00FD7D81" w:rsidRPr="00DB1B95" w:rsidSect="00AA42F7">
          <w:headerReference w:type="even" r:id="rId12"/>
          <w:footerReference w:type="even" r:id="rId13"/>
          <w:footerReference w:type="first" r:id="rId14"/>
          <w:type w:val="oddPage"/>
          <w:pgSz w:w="12240" w:h="15840" w:code="1"/>
          <w:pgMar w:top="1440" w:right="1152" w:bottom="1440" w:left="1152" w:header="720" w:footer="720" w:gutter="0"/>
          <w:pgNumType w:fmt="lowerRoman"/>
          <w:cols w:space="720"/>
          <w:titlePg/>
          <w:docGrid w:linePitch="272"/>
        </w:sectPr>
      </w:pPr>
      <w:bookmarkStart w:id="4" w:name="_Ref463345912"/>
      <w:bookmarkEnd w:id="0"/>
      <w:bookmarkEnd w:id="1"/>
      <w:bookmarkEnd w:id="2"/>
      <w:bookmarkEnd w:id="3"/>
    </w:p>
    <w:p w:rsidR="00FD7D81" w:rsidRPr="00DB1B95" w:rsidRDefault="00FD7D81" w:rsidP="00FD7D81">
      <w:pPr>
        <w:pStyle w:val="Heading1"/>
      </w:pPr>
      <w:bookmarkStart w:id="5" w:name="_Toc213490432"/>
      <w:bookmarkEnd w:id="4"/>
      <w:r>
        <w:lastRenderedPageBreak/>
        <w:t>Overview</w:t>
      </w:r>
      <w:bookmarkEnd w:id="5"/>
    </w:p>
    <w:p w:rsidR="00FD7D81" w:rsidRDefault="00FD7D81" w:rsidP="00FD7D81"/>
    <w:p w:rsidR="00FD7D81" w:rsidRPr="008A16AB" w:rsidRDefault="00FD7D81" w:rsidP="00FD7D81">
      <w:r w:rsidRPr="008A16AB">
        <w:t xml:space="preserve">This test plan </w:t>
      </w:r>
      <w:r>
        <w:t>discusses</w:t>
      </w:r>
      <w:r w:rsidRPr="008A16AB">
        <w:t xml:space="preserve"> the test coverage for the </w:t>
      </w:r>
      <w:r w:rsidR="00CE6865">
        <w:t xml:space="preserve">current </w:t>
      </w:r>
      <w:r w:rsidRPr="008A16AB">
        <w:t xml:space="preserve"> Release of </w:t>
      </w:r>
      <w:r w:rsidR="000000DE">
        <w:t xml:space="preserve">the </w:t>
      </w:r>
      <w:r w:rsidR="00CE6865" w:rsidRPr="00CE6865">
        <w:t>MSDN Forums Client</w:t>
      </w:r>
      <w:r w:rsidRPr="008A16AB">
        <w:t>.</w:t>
      </w:r>
    </w:p>
    <w:p w:rsidR="00FD7D81" w:rsidRPr="00DB1B95" w:rsidRDefault="00FD7D81" w:rsidP="00FD7D81">
      <w:pPr>
        <w:pStyle w:val="Heading2"/>
      </w:pPr>
      <w:bookmarkStart w:id="6" w:name="_Toc213490433"/>
      <w:r>
        <w:t>What’s being covered</w:t>
      </w:r>
      <w:bookmarkEnd w:id="6"/>
    </w:p>
    <w:p w:rsidR="00FD7D81" w:rsidRDefault="00FD7D81" w:rsidP="00FD7D81"/>
    <w:p w:rsidR="00FD7D81" w:rsidRPr="008A16AB" w:rsidRDefault="00FD7D81" w:rsidP="00FD7D81">
      <w:r w:rsidRPr="008A16AB">
        <w:t xml:space="preserve">This test plan covers the following areas for </w:t>
      </w:r>
      <w:r>
        <w:t xml:space="preserve">the </w:t>
      </w:r>
      <w:r w:rsidR="00CE6865">
        <w:t>MSDN Forums Client</w:t>
      </w:r>
    </w:p>
    <w:p w:rsidR="00FD7D81" w:rsidRPr="0025626F" w:rsidRDefault="00FD7D81" w:rsidP="00D308D9">
      <w:pPr>
        <w:numPr>
          <w:ilvl w:val="0"/>
          <w:numId w:val="2"/>
        </w:numPr>
      </w:pPr>
      <w:r>
        <w:t>Installer verification</w:t>
      </w:r>
    </w:p>
    <w:p w:rsidR="00FD7D81" w:rsidRPr="0025626F" w:rsidRDefault="00FD7D81" w:rsidP="00D308D9">
      <w:pPr>
        <w:numPr>
          <w:ilvl w:val="0"/>
          <w:numId w:val="2"/>
        </w:numPr>
      </w:pPr>
      <w:r>
        <w:t>Unit tests</w:t>
      </w:r>
    </w:p>
    <w:p w:rsidR="00FD7D81" w:rsidRPr="0025626F" w:rsidRDefault="00FD7D81" w:rsidP="00D308D9">
      <w:pPr>
        <w:numPr>
          <w:ilvl w:val="0"/>
          <w:numId w:val="2"/>
        </w:numPr>
      </w:pPr>
      <w:r w:rsidRPr="0025626F">
        <w:t>GUI Functionality</w:t>
      </w:r>
    </w:p>
    <w:p w:rsidR="00FD7D81" w:rsidRDefault="00FD7D81" w:rsidP="00FD7D81"/>
    <w:p w:rsidR="00FD7D81" w:rsidRPr="00DB1B95" w:rsidRDefault="00FD7D81" w:rsidP="00FD7D81">
      <w:pPr>
        <w:pStyle w:val="Heading2"/>
      </w:pPr>
      <w:bookmarkStart w:id="7" w:name="_Toc213490434"/>
      <w:r>
        <w:t>What’s not being covered</w:t>
      </w:r>
      <w:bookmarkEnd w:id="7"/>
    </w:p>
    <w:p w:rsidR="00FD7D81" w:rsidRDefault="00FD7D81" w:rsidP="00FD7D81"/>
    <w:p w:rsidR="00FD7D81" w:rsidRPr="00CE6865" w:rsidRDefault="00FD7D81" w:rsidP="00FD7D81">
      <w:r w:rsidRPr="00CE6865">
        <w:t>This test plan does not cover the following</w:t>
      </w:r>
      <w:r w:rsidR="00CE6865">
        <w:t>:</w:t>
      </w:r>
    </w:p>
    <w:p w:rsidR="00FD7D81" w:rsidRPr="00475B78" w:rsidRDefault="00475B78" w:rsidP="00D308D9">
      <w:pPr>
        <w:numPr>
          <w:ilvl w:val="0"/>
          <w:numId w:val="3"/>
        </w:numPr>
      </w:pPr>
      <w:r>
        <w:t xml:space="preserve">Multi-platform testing. All testing has been done on </w:t>
      </w:r>
      <w:r w:rsidR="00DF186D">
        <w:t xml:space="preserve">Windows Vista and </w:t>
      </w:r>
      <w:smartTag w:uri="urn:schemas-microsoft-com:office:smarttags" w:element="mswterms">
        <w:r>
          <w:t>Windows XP</w:t>
        </w:r>
      </w:smartTag>
      <w:r>
        <w:t xml:space="preserve"> Pro. This test plan does not discuss testing on other </w:t>
      </w:r>
      <w:smartTag w:uri="urn:schemas-microsoft-com:office:smarttags" w:element="mswterms">
        <w:r>
          <w:t>operating systems</w:t>
        </w:r>
      </w:smartTag>
      <w:r>
        <w:t xml:space="preserve"> such as Windows Server. </w:t>
      </w:r>
    </w:p>
    <w:p w:rsidR="00FD7D81" w:rsidRPr="00DB1B95" w:rsidRDefault="00FD7D81" w:rsidP="00FD7D81">
      <w:pPr>
        <w:rPr>
          <w:i/>
        </w:rPr>
      </w:pPr>
    </w:p>
    <w:p w:rsidR="00FD7D81" w:rsidRPr="00DB1B95" w:rsidRDefault="00FD7D81" w:rsidP="00FD7D81">
      <w:pPr>
        <w:pStyle w:val="Heading2"/>
      </w:pPr>
      <w:bookmarkStart w:id="8" w:name="_Toc213490435"/>
      <w:r>
        <w:t>Risks</w:t>
      </w:r>
      <w:bookmarkEnd w:id="8"/>
    </w:p>
    <w:p w:rsidR="00FD7D81" w:rsidRDefault="00FD7D81" w:rsidP="00FD7D81"/>
    <w:p w:rsidR="00475B78" w:rsidRPr="00475B78" w:rsidRDefault="00475B78" w:rsidP="00D308D9">
      <w:pPr>
        <w:numPr>
          <w:ilvl w:val="0"/>
          <w:numId w:val="8"/>
        </w:numPr>
      </w:pPr>
      <w:r>
        <w:t xml:space="preserve">Since no testing has been done on </w:t>
      </w:r>
      <w:smartTag w:uri="urn:schemas-microsoft-com:office:smarttags" w:element="mswterms">
        <w:r>
          <w:t>operating systems</w:t>
        </w:r>
      </w:smartTag>
      <w:r>
        <w:t xml:space="preserve"> such as Windows Server</w:t>
      </w:r>
      <w:r w:rsidR="00DF186D">
        <w:t xml:space="preserve"> platforms</w:t>
      </w:r>
      <w:r w:rsidR="00CE6865">
        <w:t xml:space="preserve">, it is possible that the tool </w:t>
      </w:r>
      <w:r>
        <w:t xml:space="preserve">and its test suites will perform differently on other </w:t>
      </w:r>
      <w:smartTag w:uri="urn:schemas-microsoft-com:office:smarttags" w:element="mswterms">
        <w:r>
          <w:t>operating systems</w:t>
        </w:r>
      </w:smartTag>
      <w:r>
        <w:t xml:space="preserve"> where </w:t>
      </w:r>
      <w:smartTag w:uri="urn:schemas-microsoft-com:office:smarttags" w:element="mswterms">
        <w:r>
          <w:t>Visual Studio</w:t>
        </w:r>
      </w:smartTag>
      <w:r>
        <w:t xml:space="preserve"> </w:t>
      </w:r>
      <w:r w:rsidR="00DF186D">
        <w:t>2008</w:t>
      </w:r>
      <w:r>
        <w:t xml:space="preserve"> is supported</w:t>
      </w:r>
      <w:r w:rsidR="00FD7D81" w:rsidRPr="00475B78">
        <w:t xml:space="preserve">. </w:t>
      </w:r>
    </w:p>
    <w:p w:rsidR="00FD7D81" w:rsidRPr="00DB1B95" w:rsidRDefault="00FD7D81" w:rsidP="00FD7D81">
      <w:pPr>
        <w:pStyle w:val="Heading2"/>
      </w:pPr>
      <w:bookmarkStart w:id="9" w:name="_Toc213490436"/>
      <w:r>
        <w:t>Required tools</w:t>
      </w:r>
      <w:bookmarkEnd w:id="9"/>
    </w:p>
    <w:p w:rsidR="00FD7D81" w:rsidRDefault="00FD7D81" w:rsidP="00FD7D81"/>
    <w:p w:rsidR="00775E69" w:rsidRDefault="00775E69" w:rsidP="00FD7D81">
      <w:r>
        <w:t>To install the Forums Client, the following tools must be installed:</w:t>
      </w:r>
    </w:p>
    <w:p w:rsidR="00775E69" w:rsidRDefault="00775E69" w:rsidP="00775E69">
      <w:pPr>
        <w:pStyle w:val="ListParagraph"/>
        <w:numPr>
          <w:ilvl w:val="0"/>
          <w:numId w:val="21"/>
        </w:numPr>
      </w:pPr>
      <w:r w:rsidRPr="0099009A">
        <w:t>Microsoft .NET Framework 3.5</w:t>
      </w:r>
    </w:p>
    <w:p w:rsidR="00775E69" w:rsidRDefault="00775E69" w:rsidP="00775E69">
      <w:pPr>
        <w:pStyle w:val="ListParagraph"/>
        <w:numPr>
          <w:ilvl w:val="0"/>
          <w:numId w:val="21"/>
        </w:numPr>
      </w:pPr>
      <w:r w:rsidRPr="0099009A">
        <w:t>Windows Live ID Client 1.0 SDK</w:t>
      </w:r>
    </w:p>
    <w:p w:rsidR="00775E69" w:rsidRPr="002C6B89" w:rsidRDefault="00775E69" w:rsidP="00775E69">
      <w:pPr>
        <w:pStyle w:val="ListParagraph"/>
        <w:numPr>
          <w:ilvl w:val="0"/>
          <w:numId w:val="21"/>
        </w:numPr>
      </w:pPr>
      <w:r w:rsidRPr="0099009A">
        <w:t>Microsoft SQL Server Compact 3.5</w:t>
      </w:r>
    </w:p>
    <w:p w:rsidR="00775E69" w:rsidRDefault="00775E69" w:rsidP="00FD7D81"/>
    <w:p w:rsidR="00FD7D81" w:rsidRDefault="00775E69" w:rsidP="00FD7D81">
      <w:r>
        <w:t xml:space="preserve">To </w:t>
      </w:r>
      <w:r w:rsidR="00FD7D81">
        <w:t xml:space="preserve"> </w:t>
      </w:r>
      <w:r>
        <w:t xml:space="preserve">contribute to projects developed by </w:t>
      </w:r>
      <w:r w:rsidRPr="00754E5D">
        <w:t xml:space="preserve">the </w:t>
      </w:r>
      <w:r>
        <w:t>Developer Community Labs team,</w:t>
      </w:r>
      <w:smartTag w:uri="urn:schemas-microsoft-com:office:smarttags" w:element="mswterms">
        <w:r>
          <w:t xml:space="preserve"> </w:t>
        </w:r>
        <w:r w:rsidR="00FD7D81">
          <w:t>Visual Studio</w:t>
        </w:r>
      </w:smartTag>
      <w:r w:rsidR="00FD7D81">
        <w:t xml:space="preserve"> </w:t>
      </w:r>
      <w:r w:rsidR="00DF186D">
        <w:t>2008</w:t>
      </w:r>
      <w:r w:rsidR="00FD7D81">
        <w:t xml:space="preserve"> </w:t>
      </w:r>
      <w:r>
        <w:t xml:space="preserve">and several </w:t>
      </w:r>
      <w:r w:rsidR="001865B4">
        <w:t xml:space="preserve">free or </w:t>
      </w:r>
      <w:r>
        <w:t xml:space="preserve">open source tools </w:t>
      </w:r>
      <w:r w:rsidR="00FD7D81">
        <w:t xml:space="preserve">are required. No particular version of </w:t>
      </w:r>
      <w:smartTag w:uri="urn:schemas-microsoft-com:office:smarttags" w:element="mswterms">
        <w:smartTag w:uri="urn:schemas-microsoft-com:office:smarttags" w:element="Street">
          <w:smartTag w:uri="urn:schemas-microsoft-com:office:smarttags" w:element="address">
            <w:r w:rsidR="00FD7D81">
              <w:t>Visual St</w:t>
            </w:r>
          </w:smartTag>
        </w:smartTag>
        <w:r w:rsidR="00FD7D81">
          <w:t>udio</w:t>
        </w:r>
      </w:smartTag>
      <w:r w:rsidR="00FD7D81">
        <w:t xml:space="preserve"> </w:t>
      </w:r>
      <w:r w:rsidR="00DF186D">
        <w:t>2008</w:t>
      </w:r>
      <w:r w:rsidR="00FD7D81">
        <w:t xml:space="preserve"> is required.</w:t>
      </w:r>
      <w:r>
        <w:t xml:space="preserve"> The required </w:t>
      </w:r>
      <w:r w:rsidR="001865B4">
        <w:t xml:space="preserve">free or </w:t>
      </w:r>
      <w:r>
        <w:t>open source tools are:</w:t>
      </w:r>
    </w:p>
    <w:p w:rsidR="00775E69" w:rsidRDefault="00775E69" w:rsidP="00775E69">
      <w:pPr>
        <w:pStyle w:val="ListParagraph"/>
        <w:numPr>
          <w:ilvl w:val="0"/>
          <w:numId w:val="22"/>
        </w:numPr>
      </w:pPr>
      <w:r>
        <w:t>NUnit 2.4.7</w:t>
      </w:r>
      <w:r w:rsidR="001865B4">
        <w:t xml:space="preserve"> (</w:t>
      </w:r>
      <w:hyperlink r:id="rId15" w:history="1">
        <w:r w:rsidR="001865B4">
          <w:rPr>
            <w:rStyle w:val="Hyperlink"/>
          </w:rPr>
          <w:t>Download NUnit .Net unit testing framework</w:t>
        </w:r>
      </w:hyperlink>
      <w:r w:rsidR="001865B4">
        <w:t>)</w:t>
      </w:r>
    </w:p>
    <w:p w:rsidR="00775E69" w:rsidRDefault="002E02F3" w:rsidP="00775E69">
      <w:pPr>
        <w:pStyle w:val="ListParagraph"/>
        <w:numPr>
          <w:ilvl w:val="0"/>
          <w:numId w:val="22"/>
        </w:numPr>
      </w:pPr>
      <w:hyperlink r:id="rId16" w:history="1">
        <w:r w:rsidR="001865B4">
          <w:rPr>
            <w:rStyle w:val="Hyperlink"/>
          </w:rPr>
          <w:t>White UI test framework</w:t>
        </w:r>
      </w:hyperlink>
      <w:r w:rsidR="00775E69">
        <w:t>, an extension to NUnit</w:t>
      </w:r>
      <w:r w:rsidR="001865B4">
        <w:t xml:space="preserve"> can be downloaded from CodePlex</w:t>
      </w:r>
    </w:p>
    <w:p w:rsidR="00775E69" w:rsidRDefault="002E02F3" w:rsidP="00775E69">
      <w:pPr>
        <w:pStyle w:val="ListParagraph"/>
        <w:numPr>
          <w:ilvl w:val="0"/>
          <w:numId w:val="22"/>
        </w:numPr>
      </w:pPr>
      <w:hyperlink r:id="rId17" w:history="1">
        <w:r w:rsidR="001865B4">
          <w:rPr>
            <w:rStyle w:val="Hyperlink"/>
          </w:rPr>
          <w:t>Microsoft FxCop 1.36</w:t>
        </w:r>
      </w:hyperlink>
    </w:p>
    <w:p w:rsidR="00775E69" w:rsidRDefault="002E02F3" w:rsidP="00775E69">
      <w:pPr>
        <w:pStyle w:val="ListParagraph"/>
        <w:numPr>
          <w:ilvl w:val="0"/>
          <w:numId w:val="22"/>
        </w:numPr>
      </w:pPr>
      <w:hyperlink r:id="rId18" w:history="1">
        <w:r w:rsidR="001865B4">
          <w:rPr>
            <w:rStyle w:val="Hyperlink"/>
          </w:rPr>
          <w:t>Windows Installer XML toolset</w:t>
        </w:r>
      </w:hyperlink>
      <w:r w:rsidR="001865B4">
        <w:t xml:space="preserve"> more commonly known as WiX</w:t>
      </w:r>
    </w:p>
    <w:p w:rsidR="00CE6865" w:rsidRDefault="00CE6865" w:rsidP="00FD7D81"/>
    <w:p w:rsidR="00775E69" w:rsidRDefault="00775E69" w:rsidP="00FD7D81">
      <w:r>
        <w:t>Additional Information:</w:t>
      </w:r>
    </w:p>
    <w:p w:rsidR="00775E69" w:rsidRDefault="00775E69" w:rsidP="00FD7D81"/>
    <w:p w:rsidR="00775E69" w:rsidRPr="00775E69" w:rsidRDefault="00775E69" w:rsidP="00FD7D81">
      <w:pPr>
        <w:rPr>
          <w:b/>
        </w:rPr>
      </w:pPr>
      <w:r w:rsidRPr="00C5368A">
        <w:rPr>
          <w:b/>
        </w:rPr>
        <w:t xml:space="preserve">Before building, you must </w:t>
      </w:r>
      <w:r w:rsidRPr="00C5368A">
        <w:rPr>
          <w:rFonts w:ascii="Arial" w:hAnsi="Arial" w:cs="Arial"/>
          <w:b/>
        </w:rPr>
        <w:t>edit</w:t>
      </w:r>
      <w:r w:rsidR="001865B4">
        <w:rPr>
          <w:rFonts w:ascii="Arial" w:hAnsi="Arial" w:cs="Arial"/>
          <w:b/>
        </w:rPr>
        <w:t xml:space="preserve"> the</w:t>
      </w:r>
      <w:r w:rsidRPr="00C5368A">
        <w:rPr>
          <w:rFonts w:ascii="Arial" w:hAnsi="Arial" w:cs="Arial"/>
          <w:b/>
        </w:rPr>
        <w:t xml:space="preserve"> </w:t>
      </w:r>
      <w:r w:rsidRPr="00CE6865">
        <w:rPr>
          <w:b/>
          <w:i/>
        </w:rPr>
        <w:t>ForumsClient.Settings.targets</w:t>
      </w:r>
      <w:r w:rsidRPr="00C5368A">
        <w:rPr>
          <w:rFonts w:ascii="Arial" w:hAnsi="Arial" w:cs="Arial"/>
          <w:b/>
        </w:rPr>
        <w:t xml:space="preserve"> file to specify </w:t>
      </w:r>
      <w:r>
        <w:rPr>
          <w:rFonts w:ascii="Arial" w:hAnsi="Arial" w:cs="Arial"/>
          <w:b/>
        </w:rPr>
        <w:t xml:space="preserve">the </w:t>
      </w:r>
      <w:r w:rsidRPr="00C5368A">
        <w:rPr>
          <w:rFonts w:ascii="Arial" w:hAnsi="Arial" w:cs="Arial"/>
          <w:b/>
        </w:rPr>
        <w:t>location</w:t>
      </w:r>
      <w:r>
        <w:rPr>
          <w:rFonts w:ascii="Arial" w:hAnsi="Arial" w:cs="Arial"/>
          <w:b/>
        </w:rPr>
        <w:t>s</w:t>
      </w:r>
      <w:r w:rsidRPr="00C5368A">
        <w:rPr>
          <w:rFonts w:ascii="Arial" w:hAnsi="Arial" w:cs="Arial"/>
          <w:b/>
        </w:rPr>
        <w:t xml:space="preserve"> of the </w:t>
      </w:r>
      <w:r>
        <w:rPr>
          <w:rFonts w:ascii="Arial" w:hAnsi="Arial" w:cs="Arial"/>
          <w:b/>
        </w:rPr>
        <w:t xml:space="preserve">required development </w:t>
      </w:r>
      <w:r w:rsidRPr="00C5368A">
        <w:rPr>
          <w:rFonts w:ascii="Arial" w:hAnsi="Arial" w:cs="Arial"/>
          <w:b/>
        </w:rPr>
        <w:t>tools.</w:t>
      </w:r>
    </w:p>
    <w:p w:rsidR="00775E69" w:rsidRDefault="00775E69" w:rsidP="00FD7D81"/>
    <w:p w:rsidR="00AA3355" w:rsidRDefault="00FD7D81" w:rsidP="00FD7D81">
      <w:r>
        <w:t xml:space="preserve">In order to enable developers with </w:t>
      </w:r>
      <w:r w:rsidR="00CE6865">
        <w:t>various</w:t>
      </w:r>
      <w:r>
        <w:t xml:space="preserve"> edition</w:t>
      </w:r>
      <w:r w:rsidR="00CE6865">
        <w:t>s</w:t>
      </w:r>
      <w:r>
        <w:t xml:space="preserve"> of </w:t>
      </w:r>
      <w:smartTag w:uri="urn:schemas-microsoft-com:office:smarttags" w:element="mswterms">
        <w:smartTag w:uri="urn:schemas-microsoft-com:office:smarttags" w:element="Street">
          <w:smartTag w:uri="urn:schemas-microsoft-com:office:smarttags" w:element="address">
            <w:r>
              <w:t>Visual St</w:t>
            </w:r>
          </w:smartTag>
        </w:smartTag>
        <w:r>
          <w:t>udio</w:t>
        </w:r>
      </w:smartTag>
      <w:r>
        <w:t xml:space="preserve"> </w:t>
      </w:r>
      <w:r w:rsidR="00DF186D">
        <w:t>2008</w:t>
      </w:r>
      <w:r>
        <w:t xml:space="preserve"> to contribute to projects developed by </w:t>
      </w:r>
      <w:r w:rsidRPr="00754E5D">
        <w:t xml:space="preserve">the </w:t>
      </w:r>
      <w:r w:rsidR="000000DE">
        <w:t>Developer Community Labs</w:t>
      </w:r>
      <w:r w:rsidR="00CE6865">
        <w:t xml:space="preserve"> </w:t>
      </w:r>
      <w:r w:rsidR="00DF186D">
        <w:t>engineering team, we are using NUnit 2.</w:t>
      </w:r>
      <w:r w:rsidR="004D2AD7">
        <w:t>4.7</w:t>
      </w:r>
      <w:r>
        <w:t xml:space="preserve"> for all </w:t>
      </w:r>
      <w:r>
        <w:lastRenderedPageBreak/>
        <w:t>automated</w:t>
      </w:r>
      <w:r w:rsidRPr="00E93B12">
        <w:t xml:space="preserve"> </w:t>
      </w:r>
      <w:r>
        <w:t xml:space="preserve">testing.  </w:t>
      </w:r>
      <w:r w:rsidR="00AA3355">
        <w:t xml:space="preserve">The unit tests for the </w:t>
      </w:r>
      <w:r w:rsidR="00CE6865" w:rsidRPr="00CE6865">
        <w:t>MSDN Forums Client</w:t>
      </w:r>
      <w:r w:rsidR="00CE6865">
        <w:t xml:space="preserve"> </w:t>
      </w:r>
      <w:r w:rsidR="00AA3355">
        <w:t xml:space="preserve">are automated and require NUnit </w:t>
      </w:r>
      <w:r w:rsidR="00DF186D">
        <w:t>2.</w:t>
      </w:r>
      <w:r w:rsidR="004D2AD7">
        <w:t>4.7</w:t>
      </w:r>
      <w:r w:rsidR="00AA3355">
        <w:t>.</w:t>
      </w:r>
    </w:p>
    <w:p w:rsidR="00AA3355" w:rsidRDefault="00AA3355" w:rsidP="00FD7D81"/>
    <w:p w:rsidR="00FD7D81" w:rsidRDefault="00FD7D81" w:rsidP="00FD7D81">
      <w:r>
        <w:t>You can download NUnit from</w:t>
      </w:r>
      <w:r w:rsidR="00AA3355">
        <w:t xml:space="preserve"> SourceForge</w:t>
      </w:r>
      <w:r>
        <w:t xml:space="preserve"> </w:t>
      </w:r>
      <w:r w:rsidR="00AA3355">
        <w:t>(</w:t>
      </w:r>
      <w:hyperlink r:id="rId19" w:history="1">
        <w:r w:rsidR="00AA3355">
          <w:rPr>
            <w:rStyle w:val="Hyperlink"/>
          </w:rPr>
          <w:t>Download NUnit .Net unit testing framework</w:t>
        </w:r>
      </w:hyperlink>
      <w:r w:rsidR="00AA3355">
        <w:t>)</w:t>
      </w:r>
      <w:r>
        <w:t xml:space="preserve">. If you are not familiar with NUnit, read the relevant documentation that is installed during the download. You can find that documentation at </w:t>
      </w:r>
      <w:r w:rsidRPr="009D0860">
        <w:rPr>
          <w:i/>
        </w:rPr>
        <w:t>&lt;</w:t>
      </w:r>
      <w:r>
        <w:rPr>
          <w:i/>
        </w:rPr>
        <w:t>NUnit</w:t>
      </w:r>
      <w:r w:rsidRPr="009D0860">
        <w:rPr>
          <w:i/>
        </w:rPr>
        <w:t xml:space="preserve"> </w:t>
      </w:r>
      <w:r>
        <w:rPr>
          <w:i/>
        </w:rPr>
        <w:t>installation directory</w:t>
      </w:r>
      <w:r w:rsidRPr="009D0860">
        <w:rPr>
          <w:i/>
        </w:rPr>
        <w:t>&gt;\</w:t>
      </w:r>
      <w:r w:rsidRPr="00CA4799">
        <w:rPr>
          <w:i/>
        </w:rPr>
        <w:t xml:space="preserve">NUnit </w:t>
      </w:r>
      <w:r w:rsidR="00DF186D">
        <w:t>2.</w:t>
      </w:r>
      <w:r w:rsidR="004D2AD7">
        <w:t>4.7</w:t>
      </w:r>
      <w:r w:rsidRPr="00CA4799">
        <w:rPr>
          <w:i/>
        </w:rPr>
        <w:t>\doc\index.html</w:t>
      </w:r>
      <w:r>
        <w:t xml:space="preserve">.  </w:t>
      </w:r>
      <w:r w:rsidR="00C11D5C">
        <w:t xml:space="preserve">After installation, be sure to edit the </w:t>
      </w:r>
      <w:r w:rsidR="00C11D5C" w:rsidRPr="000608B5">
        <w:t>nunit-console.exe.config</w:t>
      </w:r>
      <w:r w:rsidR="00C11D5C">
        <w:t xml:space="preserve"> and </w:t>
      </w:r>
      <w:r w:rsidR="00C11D5C" w:rsidRPr="000608B5">
        <w:t>nunit-gui.exe.config</w:t>
      </w:r>
      <w:r w:rsidR="00C11D5C">
        <w:t xml:space="preserve"> files to modify the </w:t>
      </w:r>
      <w:r w:rsidR="00C11D5C" w:rsidRPr="002442C7">
        <w:t>startup section</w:t>
      </w:r>
      <w:r w:rsidR="00C11D5C">
        <w:t>. This will select which .Net Framework versions are used by NUnit and the order in which</w:t>
      </w:r>
      <w:r w:rsidR="00C11D5C" w:rsidRPr="002442C7">
        <w:t xml:space="preserve"> they will be used</w:t>
      </w:r>
      <w:r w:rsidR="00C11D5C">
        <w:t xml:space="preserve">. </w:t>
      </w:r>
      <w:r>
        <w:t xml:space="preserve">By default, NUnit will try to use </w:t>
      </w:r>
      <w:smartTag w:uri="urn:schemas-microsoft-com:office:smarttags" w:element="mswterms">
        <w:r>
          <w:t>.Net</w:t>
        </w:r>
      </w:smartTag>
      <w:r>
        <w:t xml:space="preserve"> V1.1 if it is installed and our tools are built with VS </w:t>
      </w:r>
      <w:r w:rsidR="00DF186D">
        <w:t>2008</w:t>
      </w:r>
      <w:r>
        <w:t xml:space="preserve"> and </w:t>
      </w:r>
      <w:smartTag w:uri="urn:schemas-microsoft-com:office:smarttags" w:element="mswterms">
        <w:r>
          <w:t>.Net</w:t>
        </w:r>
      </w:smartTag>
      <w:r w:rsidR="00DF186D">
        <w:t xml:space="preserve"> 3</w:t>
      </w:r>
      <w:r w:rsidR="00CE6865">
        <w:t>.5</w:t>
      </w:r>
      <w:r>
        <w:t>. The NUnit Installation doc explains how to modify the sequence.</w:t>
      </w:r>
      <w:r w:rsidR="00AA3355">
        <w:t xml:space="preserve"> </w:t>
      </w:r>
    </w:p>
    <w:p w:rsidR="00C062D1" w:rsidRDefault="00C062D1" w:rsidP="00FD7D81"/>
    <w:p w:rsidR="00C062D1" w:rsidRDefault="004D2AD7" w:rsidP="00FD7D81">
      <w:r>
        <w:t>ThoughtWork’s open source White UI test framework</w:t>
      </w:r>
      <w:r w:rsidR="00C062D1">
        <w:t>, an extension to NUnit, is used for</w:t>
      </w:r>
      <w:r w:rsidR="00CE6865">
        <w:t xml:space="preserve"> automated</w:t>
      </w:r>
      <w:r w:rsidR="00C062D1">
        <w:t xml:space="preserve"> GUI testing. See the </w:t>
      </w:r>
      <w:hyperlink r:id="rId20" w:history="1">
        <w:r>
          <w:rPr>
            <w:rStyle w:val="Hyperlink"/>
          </w:rPr>
          <w:t>White project</w:t>
        </w:r>
      </w:hyperlink>
      <w:r w:rsidR="00C062D1">
        <w:t xml:space="preserve"> page </w:t>
      </w:r>
      <w:r>
        <w:t xml:space="preserve">on CodePlex </w:t>
      </w:r>
      <w:r w:rsidR="00C062D1">
        <w:t xml:space="preserve">to download or get more information about this useful tool. </w:t>
      </w:r>
    </w:p>
    <w:p w:rsidR="00FD7D81" w:rsidRDefault="00FD7D81" w:rsidP="00FD7D81"/>
    <w:p w:rsidR="00AA3355" w:rsidRDefault="00775E69" w:rsidP="00AA3355">
      <w:r>
        <w:t>FxCop 1.36</w:t>
      </w:r>
      <w:r w:rsidR="00AA3355">
        <w:t xml:space="preserve"> (</w:t>
      </w:r>
      <w:hyperlink r:id="rId21" w:history="1">
        <w:r>
          <w:rPr>
            <w:rStyle w:val="Hyperlink"/>
          </w:rPr>
          <w:t>Microsoft FxCop 1.36</w:t>
        </w:r>
      </w:hyperlink>
      <w:r w:rsidR="00AA3355">
        <w:t>) and Wix (</w:t>
      </w:r>
      <w:hyperlink r:id="rId22" w:history="1">
        <w:r w:rsidR="00AA3355">
          <w:rPr>
            <w:rStyle w:val="Hyperlink"/>
          </w:rPr>
          <w:t>Windows Installer XML toolset</w:t>
        </w:r>
      </w:hyperlink>
      <w:r w:rsidR="00AA3355">
        <w:t xml:space="preserve">) are also required to build </w:t>
      </w:r>
      <w:r w:rsidR="00CE6865" w:rsidRPr="00CE6865">
        <w:t>MSDN Forums Client</w:t>
      </w:r>
      <w:r w:rsidR="00AA3355">
        <w:t>. Both are free downloads.</w:t>
      </w:r>
    </w:p>
    <w:p w:rsidR="00AA3355" w:rsidRDefault="00AA3355" w:rsidP="00AA3355"/>
    <w:p w:rsidR="00FD7D81" w:rsidRPr="008A16AB" w:rsidRDefault="00FD7D81" w:rsidP="00FD7D81"/>
    <w:p w:rsidR="00FD7D81" w:rsidRPr="00DB1B95" w:rsidRDefault="00FD7D81" w:rsidP="00FD7D81">
      <w:pPr>
        <w:pStyle w:val="Heading1"/>
      </w:pPr>
      <w:bookmarkStart w:id="10" w:name="_Toc213490437"/>
      <w:r>
        <w:t xml:space="preserve">Area </w:t>
      </w:r>
      <w:smartTag w:uri="urn:schemas-microsoft-com:office:smarttags" w:element="City">
        <w:smartTag w:uri="urn:schemas-microsoft-com:office:smarttags" w:element="place">
          <w:r>
            <w:t>brea</w:t>
          </w:r>
        </w:smartTag>
      </w:smartTag>
      <w:r>
        <w:t>kout</w:t>
      </w:r>
      <w:bookmarkEnd w:id="10"/>
    </w:p>
    <w:p w:rsidR="00FD7D81" w:rsidRDefault="00FD7D81" w:rsidP="00FD7D81">
      <w:pPr>
        <w:rPr>
          <w:i/>
        </w:rPr>
      </w:pPr>
    </w:p>
    <w:p w:rsidR="00FD7D81" w:rsidRDefault="00FD7D81" w:rsidP="00FD7D81">
      <w:r w:rsidRPr="00B95F78">
        <w:t xml:space="preserve">This section </w:t>
      </w:r>
      <w:r>
        <w:t xml:space="preserve">describes testing of </w:t>
      </w:r>
      <w:r w:rsidRPr="00B95F78">
        <w:t>the key feature set listed in section 1.1 along with their sub-feature sets.</w:t>
      </w:r>
    </w:p>
    <w:p w:rsidR="00FD7D81" w:rsidRDefault="00FD7D81" w:rsidP="00FD7D81"/>
    <w:p w:rsidR="00FD7D81" w:rsidRPr="00C012F7" w:rsidRDefault="00FD7D81" w:rsidP="00FD7D81">
      <w:pPr>
        <w:pStyle w:val="Heading2"/>
      </w:pPr>
      <w:bookmarkStart w:id="11" w:name="_Toc141000351"/>
      <w:bookmarkStart w:id="12" w:name="_Toc213490438"/>
      <w:r>
        <w:t>Installer verification</w:t>
      </w:r>
      <w:bookmarkEnd w:id="11"/>
      <w:bookmarkEnd w:id="12"/>
      <w:r>
        <w:t xml:space="preserve"> </w:t>
      </w:r>
    </w:p>
    <w:p w:rsidR="00FD7D81" w:rsidRDefault="00FD7D81" w:rsidP="00FD7D81"/>
    <w:p w:rsidR="00FD7D81" w:rsidRDefault="00FD7D81" w:rsidP="00FD7D81">
      <w:r>
        <w:t xml:space="preserve">The purpose of this test is to verify that the installer correctly installs the </w:t>
      </w:r>
      <w:r w:rsidR="00CE6865">
        <w:t>MSDN Forums Client</w:t>
      </w:r>
      <w:r>
        <w:t>.</w:t>
      </w:r>
    </w:p>
    <w:p w:rsidR="00FD7D81" w:rsidRDefault="00FD7D81" w:rsidP="00FD7D81"/>
    <w:p w:rsidR="00FD7D81" w:rsidRPr="00C012F7" w:rsidRDefault="00FD7D81" w:rsidP="00FD7D81">
      <w:pPr>
        <w:rPr>
          <w:b/>
        </w:rPr>
      </w:pPr>
      <w:r w:rsidRPr="00C012F7">
        <w:rPr>
          <w:b/>
        </w:rPr>
        <w:t>Scenarios to verify</w:t>
      </w:r>
    </w:p>
    <w:p w:rsidR="00FD7D81" w:rsidRDefault="00FD7D81" w:rsidP="00FD7D81"/>
    <w:p w:rsidR="00FD7D81" w:rsidRDefault="00FD7D81" w:rsidP="00D308D9">
      <w:pPr>
        <w:numPr>
          <w:ilvl w:val="0"/>
          <w:numId w:val="4"/>
        </w:numPr>
      </w:pPr>
      <w:r w:rsidRPr="002C6B89">
        <w:t>Verify user can successfully</w:t>
      </w:r>
      <w:r>
        <w:t xml:space="preserve"> install the</w:t>
      </w:r>
      <w:r w:rsidRPr="002C6B89">
        <w:t xml:space="preserve"> </w:t>
      </w:r>
      <w:r w:rsidR="00CE6865">
        <w:t xml:space="preserve">MSDN Forums Client </w:t>
      </w:r>
      <w:r>
        <w:t xml:space="preserve">on any machine which has the required tools installed. </w:t>
      </w:r>
      <w:r w:rsidR="003531AA">
        <w:t>The t</w:t>
      </w:r>
      <w:r>
        <w:t xml:space="preserve">ools required to install </w:t>
      </w:r>
      <w:r w:rsidR="001401D2">
        <w:t>are:</w:t>
      </w:r>
    </w:p>
    <w:p w:rsidR="003531AA" w:rsidRDefault="0099009A" w:rsidP="00D308D9">
      <w:pPr>
        <w:pStyle w:val="ListParagraph"/>
        <w:numPr>
          <w:ilvl w:val="1"/>
          <w:numId w:val="4"/>
        </w:numPr>
      </w:pPr>
      <w:r w:rsidRPr="0099009A">
        <w:t>Microsoft .NET Framework 3.5</w:t>
      </w:r>
    </w:p>
    <w:p w:rsidR="0099009A" w:rsidRDefault="0099009A" w:rsidP="00D308D9">
      <w:pPr>
        <w:pStyle w:val="ListParagraph"/>
        <w:numPr>
          <w:ilvl w:val="1"/>
          <w:numId w:val="4"/>
        </w:numPr>
      </w:pPr>
      <w:r w:rsidRPr="0099009A">
        <w:t>Windows Live ID Client 1.0 SDK</w:t>
      </w:r>
    </w:p>
    <w:p w:rsidR="0099009A" w:rsidRPr="002C6B89" w:rsidRDefault="0099009A" w:rsidP="00D308D9">
      <w:pPr>
        <w:pStyle w:val="ListParagraph"/>
        <w:numPr>
          <w:ilvl w:val="1"/>
          <w:numId w:val="4"/>
        </w:numPr>
      </w:pPr>
      <w:r w:rsidRPr="0099009A">
        <w:t>Microsoft SQL Server Compact 3.5</w:t>
      </w:r>
    </w:p>
    <w:p w:rsidR="00FD7D81" w:rsidRDefault="00FD7D81" w:rsidP="00D308D9">
      <w:pPr>
        <w:numPr>
          <w:ilvl w:val="0"/>
          <w:numId w:val="4"/>
        </w:numPr>
      </w:pPr>
      <w:r w:rsidRPr="002C6B89">
        <w:t>Verify user can</w:t>
      </w:r>
      <w:r>
        <w:t>not successfully install the</w:t>
      </w:r>
      <w:r w:rsidRPr="002C6B89">
        <w:t xml:space="preserve"> </w:t>
      </w:r>
      <w:r w:rsidR="00CE6865">
        <w:t xml:space="preserve">MSDN Forums Client </w:t>
      </w:r>
      <w:r>
        <w:t xml:space="preserve">on a machine which does not have </w:t>
      </w:r>
      <w:r w:rsidR="0099009A" w:rsidRPr="0099009A">
        <w:t>Microsoft .NET Framework 3.5</w:t>
      </w:r>
      <w:r w:rsidR="0099009A">
        <w:t xml:space="preserve"> </w:t>
      </w:r>
      <w:r>
        <w:t>installed.</w:t>
      </w:r>
    </w:p>
    <w:p w:rsidR="001144C4" w:rsidRDefault="0093377E" w:rsidP="00D308D9">
      <w:pPr>
        <w:numPr>
          <w:ilvl w:val="0"/>
          <w:numId w:val="4"/>
        </w:numPr>
      </w:pPr>
      <w:r w:rsidRPr="002C6B89">
        <w:t>Verify</w:t>
      </w:r>
      <w:r>
        <w:t xml:space="preserve"> that</w:t>
      </w:r>
      <w:r w:rsidR="001144C4">
        <w:t xml:space="preserve"> the installer can automatically install SQL/CE or the Live ID SDK</w:t>
      </w:r>
      <w:r w:rsidR="0099009A">
        <w:t xml:space="preserve"> if they are missing and </w:t>
      </w:r>
      <w:r w:rsidR="0099009A" w:rsidRPr="002C6B89">
        <w:t>successfully</w:t>
      </w:r>
      <w:r w:rsidR="0099009A">
        <w:t xml:space="preserve"> install the</w:t>
      </w:r>
      <w:r w:rsidR="0099009A" w:rsidRPr="002C6B89">
        <w:t xml:space="preserve"> </w:t>
      </w:r>
      <w:r w:rsidR="0099009A">
        <w:t>MSDN Forums Client</w:t>
      </w:r>
      <w:r>
        <w:t>.</w:t>
      </w:r>
      <w:r w:rsidR="001144C4">
        <w:t xml:space="preserve"> </w:t>
      </w:r>
      <w:r>
        <w:t>T</w:t>
      </w:r>
      <w:r w:rsidR="001144C4">
        <w:t>he auto-installation of each tool must be verified separately and in combination.</w:t>
      </w:r>
    </w:p>
    <w:p w:rsidR="0099009A" w:rsidRPr="002C6B89" w:rsidRDefault="0099009A" w:rsidP="00D308D9">
      <w:pPr>
        <w:numPr>
          <w:ilvl w:val="0"/>
          <w:numId w:val="4"/>
        </w:numPr>
      </w:pPr>
      <w:r>
        <w:t>Verify that the installer can be run in quiet mode in all the scenarios described  in scenarios 1 – 4 above.</w:t>
      </w:r>
    </w:p>
    <w:p w:rsidR="0093377E" w:rsidRDefault="0093377E" w:rsidP="00D308D9">
      <w:pPr>
        <w:numPr>
          <w:ilvl w:val="0"/>
          <w:numId w:val="4"/>
        </w:numPr>
      </w:pPr>
      <w:r>
        <w:t>Verify that the user can copy the Forums Client installation to external media (such as a USB Flash Drive) and execute the Forums Client on a different machine which has the required tools installed.</w:t>
      </w:r>
    </w:p>
    <w:p w:rsidR="00FD7D81" w:rsidRPr="00B95F78" w:rsidRDefault="00FD7D81" w:rsidP="00FD7D81"/>
    <w:p w:rsidR="00FD7D81" w:rsidRPr="00C012F7" w:rsidRDefault="00FD7D81" w:rsidP="00FD7D81">
      <w:pPr>
        <w:pStyle w:val="Heading2"/>
      </w:pPr>
      <w:bookmarkStart w:id="13" w:name="_Toc141000352"/>
      <w:bookmarkStart w:id="14" w:name="_Toc213490439"/>
      <w:r>
        <w:lastRenderedPageBreak/>
        <w:t>Unit Tests</w:t>
      </w:r>
      <w:bookmarkEnd w:id="13"/>
      <w:bookmarkEnd w:id="14"/>
    </w:p>
    <w:p w:rsidR="00FD7D81" w:rsidRDefault="00FD7D81" w:rsidP="00FD7D81"/>
    <w:p w:rsidR="00FD7D81" w:rsidRDefault="00FD7D81" w:rsidP="00FD7D81">
      <w:r>
        <w:t xml:space="preserve">The </w:t>
      </w:r>
      <w:r w:rsidR="00780D2F">
        <w:t xml:space="preserve">MSDN Forums Client </w:t>
      </w:r>
      <w:r>
        <w:t xml:space="preserve">unit tests are fully automated and are included in the </w:t>
      </w:r>
      <w:r w:rsidR="00CE6865">
        <w:t xml:space="preserve">MSDN Forums Client </w:t>
      </w:r>
      <w:r>
        <w:t xml:space="preserve">solution under the </w:t>
      </w:r>
      <w:r w:rsidR="00780D2F" w:rsidRPr="00780D2F">
        <w:t>Test.ForumsClientUnitTests</w:t>
      </w:r>
      <w:r w:rsidR="00780D2F">
        <w:t xml:space="preserve">, </w:t>
      </w:r>
      <w:r w:rsidR="00780D2F" w:rsidRPr="00780D2F">
        <w:t>Test.MicrosoftForumsProvider</w:t>
      </w:r>
      <w:r w:rsidR="00780D2F">
        <w:t xml:space="preserve">, and </w:t>
      </w:r>
      <w:r w:rsidR="00780D2F" w:rsidRPr="00780D2F">
        <w:t>Test.SyncService</w:t>
      </w:r>
      <w:r w:rsidRPr="0060043F">
        <w:rPr>
          <w:b/>
          <w:i/>
        </w:rPr>
        <w:t xml:space="preserve"> </w:t>
      </w:r>
      <w:r>
        <w:t>project</w:t>
      </w:r>
      <w:r w:rsidR="00780D2F">
        <w:t>s</w:t>
      </w:r>
      <w:r>
        <w:t xml:space="preserve">. The unit tests verify the functionality of various </w:t>
      </w:r>
      <w:r w:rsidR="00CE6865">
        <w:t xml:space="preserve">MSDN Forums Client </w:t>
      </w:r>
      <w:r w:rsidR="00780D2F">
        <w:t xml:space="preserve">classes </w:t>
      </w:r>
      <w:r>
        <w:t>including:</w:t>
      </w:r>
    </w:p>
    <w:p w:rsidR="00FD7D81" w:rsidRDefault="00FD7D81" w:rsidP="00FD7D81"/>
    <w:p w:rsidR="00FD7D81" w:rsidRPr="00780D2F" w:rsidRDefault="00780D2F" w:rsidP="00D308D9">
      <w:pPr>
        <w:numPr>
          <w:ilvl w:val="0"/>
          <w:numId w:val="5"/>
        </w:numPr>
        <w:tabs>
          <w:tab w:val="clear" w:pos="720"/>
          <w:tab w:val="num" w:pos="360"/>
        </w:tabs>
        <w:ind w:left="360"/>
      </w:pPr>
      <w:r w:rsidRPr="00780D2F">
        <w:t>the PostContainer class</w:t>
      </w:r>
    </w:p>
    <w:p w:rsidR="00FD7D81" w:rsidRDefault="00780D2F" w:rsidP="00D308D9">
      <w:pPr>
        <w:numPr>
          <w:ilvl w:val="0"/>
          <w:numId w:val="5"/>
        </w:numPr>
        <w:tabs>
          <w:tab w:val="clear" w:pos="720"/>
          <w:tab w:val="num" w:pos="360"/>
        </w:tabs>
        <w:ind w:left="360"/>
      </w:pPr>
      <w:r w:rsidRPr="00780D2F">
        <w:t>the ForumContainer class</w:t>
      </w:r>
    </w:p>
    <w:p w:rsidR="00780D2F" w:rsidRDefault="00780D2F" w:rsidP="00D308D9">
      <w:pPr>
        <w:numPr>
          <w:ilvl w:val="0"/>
          <w:numId w:val="5"/>
        </w:numPr>
        <w:tabs>
          <w:tab w:val="clear" w:pos="720"/>
          <w:tab w:val="num" w:pos="360"/>
        </w:tabs>
        <w:ind w:left="360"/>
      </w:pPr>
      <w:r w:rsidRPr="00780D2F">
        <w:t>the SynchronizationController</w:t>
      </w:r>
      <w:r>
        <w:t xml:space="preserve"> class</w:t>
      </w:r>
    </w:p>
    <w:p w:rsidR="00780D2F" w:rsidRDefault="00780D2F" w:rsidP="00D308D9">
      <w:pPr>
        <w:numPr>
          <w:ilvl w:val="0"/>
          <w:numId w:val="5"/>
        </w:numPr>
        <w:tabs>
          <w:tab w:val="clear" w:pos="720"/>
          <w:tab w:val="num" w:pos="360"/>
        </w:tabs>
        <w:ind w:left="360"/>
      </w:pPr>
      <w:r>
        <w:t xml:space="preserve">the </w:t>
      </w:r>
      <w:r w:rsidRPr="00780D2F">
        <w:t>SynchronizationManager</w:t>
      </w:r>
      <w:r>
        <w:t xml:space="preserve"> class</w:t>
      </w:r>
    </w:p>
    <w:p w:rsidR="00780D2F" w:rsidRDefault="00780D2F" w:rsidP="00D308D9">
      <w:pPr>
        <w:numPr>
          <w:ilvl w:val="0"/>
          <w:numId w:val="5"/>
        </w:numPr>
        <w:tabs>
          <w:tab w:val="clear" w:pos="720"/>
          <w:tab w:val="num" w:pos="360"/>
        </w:tabs>
        <w:ind w:left="360"/>
      </w:pPr>
      <w:r>
        <w:t xml:space="preserve">the </w:t>
      </w:r>
      <w:r w:rsidRPr="00780D2F">
        <w:t>DomainObjectConverters</w:t>
      </w:r>
      <w:r>
        <w:t xml:space="preserve"> class</w:t>
      </w:r>
    </w:p>
    <w:p w:rsidR="00780D2F" w:rsidRPr="00780D2F" w:rsidRDefault="00780D2F" w:rsidP="00D308D9">
      <w:pPr>
        <w:numPr>
          <w:ilvl w:val="0"/>
          <w:numId w:val="5"/>
        </w:numPr>
        <w:tabs>
          <w:tab w:val="clear" w:pos="720"/>
          <w:tab w:val="num" w:pos="360"/>
        </w:tabs>
        <w:ind w:left="360"/>
      </w:pPr>
      <w:r>
        <w:t xml:space="preserve">the </w:t>
      </w:r>
      <w:r w:rsidR="008C6C9C" w:rsidRPr="008C6C9C">
        <w:t>MicrosoftForumsServiceProvider</w:t>
      </w:r>
      <w:r w:rsidR="008C6C9C">
        <w:t xml:space="preserve"> class</w:t>
      </w:r>
    </w:p>
    <w:p w:rsidR="00FD7D81" w:rsidRDefault="008C6C9C" w:rsidP="00FD7D81">
      <w:pPr>
        <w:pStyle w:val="Heading2"/>
      </w:pPr>
      <w:bookmarkStart w:id="15" w:name="_Toc213490440"/>
      <w:r w:rsidRPr="008C6C9C">
        <w:t>No Internet Connections tests</w:t>
      </w:r>
      <w:bookmarkEnd w:id="15"/>
    </w:p>
    <w:p w:rsidR="00397C84" w:rsidRDefault="00397C84" w:rsidP="00397C84"/>
    <w:p w:rsidR="00397C84" w:rsidRPr="00397C84" w:rsidRDefault="00397C84" w:rsidP="00397C84">
      <w:r>
        <w:t xml:space="preserve">The tests for this suite have been automated in the </w:t>
      </w:r>
      <w:r w:rsidRPr="00397C84">
        <w:t>LostInternetConnectivityTests</w:t>
      </w:r>
      <w:r w:rsidR="004E77BC">
        <w:t xml:space="preserve"> </w:t>
      </w:r>
      <w:r>
        <w:t xml:space="preserve">class of the </w:t>
      </w:r>
      <w:r w:rsidRPr="00397C84">
        <w:t>Test.UITestSuite</w:t>
      </w:r>
      <w:r>
        <w:t xml:space="preserve"> project.</w:t>
      </w:r>
      <w:r w:rsidR="004E77BC">
        <w:t xml:space="preserve"> However, the automated tests do require user interaction to enable and disable the internet connection. So, the tests should not be part of an unattended automation run such as build verification tests that are run when files are checked in.</w:t>
      </w:r>
    </w:p>
    <w:p w:rsidR="00FD7D81" w:rsidRDefault="00FD7D81" w:rsidP="00FD7D81"/>
    <w:p w:rsidR="00701BB3" w:rsidRDefault="00FD7D81" w:rsidP="00FD7D81">
      <w:pPr>
        <w:rPr>
          <w:b/>
        </w:rPr>
      </w:pPr>
      <w:r w:rsidRPr="00C012F7">
        <w:rPr>
          <w:b/>
        </w:rPr>
        <w:t>Scenarios to verify</w:t>
      </w:r>
    </w:p>
    <w:p w:rsidR="00701BB3" w:rsidRPr="00701BB3" w:rsidRDefault="00701BB3" w:rsidP="00FD7D81">
      <w:pPr>
        <w:rPr>
          <w:b/>
        </w:rPr>
      </w:pPr>
    </w:p>
    <w:p w:rsidR="00701BB3" w:rsidRDefault="00701BB3" w:rsidP="00701BB3">
      <w:pPr>
        <w:pStyle w:val="Heading3"/>
      </w:pPr>
      <w:bookmarkStart w:id="16" w:name="_Toc213490441"/>
      <w:r>
        <w:t>Cannot Logon if Internet Connectivity is Lost</w:t>
      </w:r>
      <w:bookmarkEnd w:id="16"/>
    </w:p>
    <w:p w:rsidR="00FD7D81" w:rsidRDefault="00FD7D81" w:rsidP="00701BB3">
      <w:pPr>
        <w:ind w:left="360"/>
      </w:pPr>
      <w:r w:rsidRPr="008C6C9C">
        <w:t>Verify user can</w:t>
      </w:r>
      <w:r w:rsidR="008C6C9C">
        <w:t>not</w:t>
      </w:r>
      <w:r w:rsidRPr="008C6C9C">
        <w:t xml:space="preserve"> successfully</w:t>
      </w:r>
      <w:r w:rsidR="008C6C9C">
        <w:t xml:space="preserve"> logon if internet connectivity is lost between application start and the time the user completes the logon</w:t>
      </w:r>
      <w:r w:rsidRPr="008C6C9C">
        <w:t xml:space="preserve"> </w:t>
      </w:r>
      <w:r w:rsidR="008C6C9C">
        <w:t>dialog</w:t>
      </w:r>
      <w:r w:rsidR="00032AE0">
        <w:t xml:space="preserve">. </w:t>
      </w:r>
    </w:p>
    <w:p w:rsidR="00701BB3" w:rsidRDefault="00701BB3" w:rsidP="00701BB3">
      <w:pPr>
        <w:pStyle w:val="Heading3"/>
      </w:pPr>
      <w:bookmarkStart w:id="17" w:name="_Toc119343542"/>
      <w:bookmarkStart w:id="18" w:name="_Toc213490442"/>
      <w:r>
        <w:t>Logon Dialog is Not Shown without Internet Connectivity at Startup</w:t>
      </w:r>
      <w:bookmarkEnd w:id="18"/>
      <w:r>
        <w:t xml:space="preserve"> </w:t>
      </w:r>
    </w:p>
    <w:p w:rsidR="00FD7D81" w:rsidRDefault="00FD7D81" w:rsidP="00701BB3">
      <w:pPr>
        <w:ind w:left="360"/>
      </w:pPr>
      <w:r w:rsidRPr="008C6C9C">
        <w:t xml:space="preserve">Verify </w:t>
      </w:r>
      <w:r w:rsidR="008C6C9C">
        <w:t>that the application does not show the logon dialog when internet connectivity is lost before application start</w:t>
      </w:r>
      <w:r w:rsidR="00397C84">
        <w:t>.</w:t>
      </w:r>
    </w:p>
    <w:p w:rsidR="00D721A6" w:rsidRDefault="00D721A6" w:rsidP="00D721A6">
      <w:pPr>
        <w:pStyle w:val="Heading3"/>
      </w:pPr>
      <w:bookmarkStart w:id="19" w:name="_Toc213490443"/>
      <w:r>
        <w:t>Unauthenticated User is Prompted to Logon</w:t>
      </w:r>
      <w:bookmarkEnd w:id="19"/>
      <w:r>
        <w:t xml:space="preserve"> </w:t>
      </w:r>
    </w:p>
    <w:p w:rsidR="008C6C9C" w:rsidRDefault="008C6C9C" w:rsidP="00D721A6">
      <w:pPr>
        <w:ind w:left="360"/>
      </w:pPr>
      <w:r>
        <w:t>Verify that the application prompts a user who has not logged on if internet connectivity has been established and the user attempts an action which requires them to be logged on (subscribing to a forum or synchronizing a forum to which they have previously subscribed)</w:t>
      </w:r>
      <w:r w:rsidR="004A79DD">
        <w:t xml:space="preserve"> </w:t>
      </w:r>
    </w:p>
    <w:p w:rsidR="00FD7D81" w:rsidRDefault="001A4A5D" w:rsidP="00FD7D81">
      <w:pPr>
        <w:pStyle w:val="Heading2"/>
      </w:pPr>
      <w:bookmarkStart w:id="20" w:name="_Toc213490444"/>
      <w:r>
        <w:t xml:space="preserve">Subscribe to Forums Dialog </w:t>
      </w:r>
      <w:r w:rsidR="004A79DD" w:rsidRPr="00DA4045">
        <w:t>Test</w:t>
      </w:r>
      <w:r w:rsidR="004A79DD">
        <w:t>s</w:t>
      </w:r>
      <w:bookmarkEnd w:id="20"/>
    </w:p>
    <w:p w:rsidR="00397C84" w:rsidRDefault="00397C84" w:rsidP="00397C84"/>
    <w:p w:rsidR="00397C84" w:rsidRPr="00397C84" w:rsidRDefault="002C4E70" w:rsidP="00397C84">
      <w:r>
        <w:t>The</w:t>
      </w:r>
      <w:r w:rsidR="00397C84">
        <w:t xml:space="preserve"> tests in this suite have been automated </w:t>
      </w:r>
      <w:r w:rsidR="00397C84" w:rsidRPr="00397C84">
        <w:t>SubscriptionDialogTests</w:t>
      </w:r>
      <w:r w:rsidR="00397C84">
        <w:t xml:space="preserve"> class of the </w:t>
      </w:r>
      <w:r w:rsidR="00397C84" w:rsidRPr="00397C84">
        <w:t>Test.UITestSuite</w:t>
      </w:r>
      <w:r w:rsidR="00397C84">
        <w:t xml:space="preserve"> project. Unfortunately, bugs in the White UI test tool </w:t>
      </w:r>
      <w:r>
        <w:t>created the need for workaround strategies in</w:t>
      </w:r>
      <w:r w:rsidR="00397C84">
        <w:t xml:space="preserve"> many tests in this suite.</w:t>
      </w:r>
      <w:r>
        <w:t xml:space="preserve"> When the White UI test tool bugs get fixed, the tests should be updated.</w:t>
      </w:r>
    </w:p>
    <w:p w:rsidR="00FD7D81" w:rsidRDefault="00FD7D81" w:rsidP="00FD7D81"/>
    <w:p w:rsidR="00FD7D81" w:rsidRPr="00C012F7" w:rsidRDefault="00FD7D81" w:rsidP="00FD7D81">
      <w:pPr>
        <w:rPr>
          <w:b/>
        </w:rPr>
      </w:pPr>
      <w:r w:rsidRPr="00C012F7">
        <w:rPr>
          <w:b/>
        </w:rPr>
        <w:t>Scenarios to verify</w:t>
      </w:r>
    </w:p>
    <w:p w:rsidR="00FD7D81" w:rsidRDefault="00FD7D81" w:rsidP="00FD7D81"/>
    <w:p w:rsidR="00D721A6" w:rsidRDefault="00D721A6" w:rsidP="00D721A6">
      <w:pPr>
        <w:pStyle w:val="Heading3"/>
      </w:pPr>
      <w:bookmarkStart w:id="21" w:name="_Toc213490445"/>
      <w:r>
        <w:t>No Subscriptions Startup Scenario</w:t>
      </w:r>
      <w:bookmarkEnd w:id="21"/>
    </w:p>
    <w:p w:rsidR="00FD7D81" w:rsidRDefault="00FD7D81" w:rsidP="00D721A6">
      <w:pPr>
        <w:ind w:left="360"/>
      </w:pPr>
      <w:r w:rsidRPr="004A79DD">
        <w:t xml:space="preserve">Verify </w:t>
      </w:r>
      <w:r w:rsidR="004A79DD">
        <w:t xml:space="preserve">that the ForumsClient automatically prompts the user to logon and presents the </w:t>
      </w:r>
      <w:r w:rsidR="001A4A5D">
        <w:t>Subscribe to Forums Dialog to the user if internet connectivity exists and the user has no subscriptions in the database.</w:t>
      </w:r>
      <w:r w:rsidR="00397C84">
        <w:t xml:space="preserve"> </w:t>
      </w:r>
      <w:r w:rsidR="00397C84" w:rsidRPr="00397C84">
        <w:rPr>
          <w:b/>
        </w:rPr>
        <w:t>This test has been automated.</w:t>
      </w:r>
    </w:p>
    <w:p w:rsidR="00B86773" w:rsidRDefault="00B86773" w:rsidP="00B86773">
      <w:pPr>
        <w:pStyle w:val="Heading3"/>
      </w:pPr>
      <w:bookmarkStart w:id="22" w:name="_Toc213490446"/>
      <w:r>
        <w:lastRenderedPageBreak/>
        <w:t>Subscribe Button</w:t>
      </w:r>
      <w:r w:rsidRPr="00D721A6">
        <w:t xml:space="preserve"> </w:t>
      </w:r>
      <w:r>
        <w:t>Presents the Subscribe to Forums Dialog</w:t>
      </w:r>
      <w:bookmarkEnd w:id="22"/>
    </w:p>
    <w:p w:rsidR="00B86773" w:rsidRPr="00397C84" w:rsidRDefault="00B86773" w:rsidP="00B86773">
      <w:pPr>
        <w:spacing w:after="200" w:line="276" w:lineRule="auto"/>
        <w:ind w:left="360"/>
        <w:rPr>
          <w:b/>
        </w:rPr>
      </w:pPr>
      <w:r>
        <w:t xml:space="preserve">Verify that clicking the Subscribe button on the main window’s menu bar presents the Subscribe to Forums Dialog to the user and prompts the user for logon if and only if they are not already logged on. </w:t>
      </w:r>
      <w:r w:rsidRPr="00397C84">
        <w:rPr>
          <w:b/>
        </w:rPr>
        <w:t>This test has been automated.</w:t>
      </w:r>
    </w:p>
    <w:p w:rsidR="00D721A6" w:rsidRDefault="00D721A6" w:rsidP="00D721A6">
      <w:pPr>
        <w:pStyle w:val="Heading3"/>
      </w:pPr>
      <w:bookmarkStart w:id="23" w:name="_Toc213490447"/>
      <w:r>
        <w:t>Some Subscriptions Startup Scenario</w:t>
      </w:r>
      <w:bookmarkEnd w:id="23"/>
    </w:p>
    <w:p w:rsidR="001A4A5D" w:rsidRDefault="001A4A5D" w:rsidP="00D721A6">
      <w:pPr>
        <w:ind w:left="360"/>
      </w:pPr>
      <w:r w:rsidRPr="004A79DD">
        <w:t xml:space="preserve">Verify </w:t>
      </w:r>
      <w:r>
        <w:t>that the ForumsClient automatically prompts the user to logon but does not present the Subscribe to Forums Dialog to the user if internet connectivity exists and the user has at least one subscription in the database.</w:t>
      </w:r>
      <w:r w:rsidR="00397C84">
        <w:t xml:space="preserve"> </w:t>
      </w:r>
      <w:r w:rsidR="00F844A6" w:rsidRPr="00397C84">
        <w:rPr>
          <w:b/>
        </w:rPr>
        <w:t>This test has been automated.</w:t>
      </w:r>
    </w:p>
    <w:p w:rsidR="00EA41FA" w:rsidRDefault="00EA41FA" w:rsidP="00EA41FA">
      <w:pPr>
        <w:pStyle w:val="Heading3"/>
      </w:pPr>
      <w:bookmarkStart w:id="24" w:name="_Toc213490448"/>
      <w:r>
        <w:t>Subscribe to Multiple Forums for Multiple Brands and Locales</w:t>
      </w:r>
      <w:bookmarkEnd w:id="24"/>
    </w:p>
    <w:p w:rsidR="00FF3D05" w:rsidRDefault="00FD7D81" w:rsidP="00FF3D05">
      <w:pPr>
        <w:ind w:left="360"/>
      </w:pPr>
      <w:r w:rsidRPr="004A79DD">
        <w:t>Verify user can successfully</w:t>
      </w:r>
      <w:r w:rsidR="001A4A5D">
        <w:t xml:space="preserve"> subscribe to multiple forums for multiple brands and locales</w:t>
      </w:r>
      <w:r w:rsidR="006F719B">
        <w:t xml:space="preserve"> and that the features of the Subscribe to Forums Dialog function correctly</w:t>
      </w:r>
      <w:r w:rsidR="00B86773">
        <w:t xml:space="preserve">. </w:t>
      </w:r>
      <w:r w:rsidR="00FF3D05" w:rsidRPr="00397C84">
        <w:rPr>
          <w:b/>
        </w:rPr>
        <w:t>This test has been automated.</w:t>
      </w:r>
    </w:p>
    <w:p w:rsidR="00FD7D81" w:rsidRDefault="00FD7D81" w:rsidP="00D721A6">
      <w:pPr>
        <w:ind w:left="360"/>
      </w:pPr>
    </w:p>
    <w:p w:rsidR="00EA41FA" w:rsidRDefault="00EA41FA" w:rsidP="00EA41FA">
      <w:pPr>
        <w:pStyle w:val="Heading3"/>
      </w:pPr>
      <w:bookmarkStart w:id="25" w:name="_Toc213490449"/>
      <w:r>
        <w:t>Filtering by Text in the Name and Description TextBox</w:t>
      </w:r>
      <w:bookmarkEnd w:id="25"/>
    </w:p>
    <w:p w:rsidR="008B699C" w:rsidRDefault="001A4A5D" w:rsidP="005B55CB">
      <w:pPr>
        <w:ind w:left="360"/>
      </w:pPr>
      <w:r>
        <w:t xml:space="preserve">Verify that the user can </w:t>
      </w:r>
      <w:r w:rsidRPr="004A79DD">
        <w:t>successfully</w:t>
      </w:r>
      <w:r>
        <w:t xml:space="preserve"> use the </w:t>
      </w:r>
      <w:r w:rsidR="00F22C1A">
        <w:t>Filter Name and Description textbox to reduce the number of forums presented in the Available Forums list.</w:t>
      </w:r>
      <w:r w:rsidR="00B86773">
        <w:t xml:space="preserve"> </w:t>
      </w:r>
      <w:r w:rsidR="00B86773" w:rsidRPr="005B55CB">
        <w:rPr>
          <w:b/>
        </w:rPr>
        <w:t xml:space="preserve">This test is </w:t>
      </w:r>
      <w:r w:rsidR="005B55CB" w:rsidRPr="005B55CB">
        <w:rPr>
          <w:b/>
        </w:rPr>
        <w:t>has been automated</w:t>
      </w:r>
      <w:r w:rsidR="00B86773" w:rsidRPr="005B55CB">
        <w:rPr>
          <w:b/>
        </w:rPr>
        <w:t>.</w:t>
      </w:r>
    </w:p>
    <w:p w:rsidR="007A13D0" w:rsidRPr="00C012F7" w:rsidRDefault="007A13D0" w:rsidP="007A13D0">
      <w:pPr>
        <w:pStyle w:val="Heading2"/>
      </w:pPr>
      <w:bookmarkStart w:id="26" w:name="_Toc213490450"/>
      <w:r>
        <w:t>Manual Synchronization of Forums</w:t>
      </w:r>
      <w:r w:rsidRPr="00DA4045">
        <w:t>Test</w:t>
      </w:r>
      <w:r>
        <w:t>s</w:t>
      </w:r>
      <w:bookmarkEnd w:id="26"/>
    </w:p>
    <w:p w:rsidR="007A13D0" w:rsidRDefault="007A13D0" w:rsidP="007A13D0"/>
    <w:p w:rsidR="007A13D0" w:rsidRPr="00816D95" w:rsidRDefault="007A13D0" w:rsidP="007A13D0">
      <w:pPr>
        <w:rPr>
          <w:b/>
        </w:rPr>
      </w:pPr>
      <w:r w:rsidRPr="00C012F7">
        <w:rPr>
          <w:b/>
        </w:rPr>
        <w:t>Scenarios to verify</w:t>
      </w:r>
    </w:p>
    <w:p w:rsidR="00EA41FA" w:rsidRDefault="00EA41FA" w:rsidP="00EA41FA">
      <w:pPr>
        <w:pStyle w:val="Heading3"/>
      </w:pPr>
      <w:bookmarkStart w:id="27" w:name="_Toc213490451"/>
      <w:r>
        <w:t>Manual Syncronization of a Single Forum</w:t>
      </w:r>
      <w:bookmarkEnd w:id="27"/>
    </w:p>
    <w:p w:rsidR="00B86773" w:rsidRDefault="007A13D0" w:rsidP="00B86773">
      <w:pPr>
        <w:ind w:left="360"/>
      </w:pPr>
      <w:r w:rsidRPr="004A79DD">
        <w:t xml:space="preserve">Verify </w:t>
      </w:r>
      <w:r>
        <w:t>that</w:t>
      </w:r>
      <w:r w:rsidR="00EE2BDA">
        <w:t xml:space="preserve"> the user can manually synchronize one forum</w:t>
      </w:r>
      <w:r w:rsidR="00B86773">
        <w:t>. This test is currently manual.</w:t>
      </w:r>
    </w:p>
    <w:p w:rsidR="007A13D0" w:rsidRDefault="007A13D0" w:rsidP="00B86773">
      <w:pPr>
        <w:spacing w:after="200" w:line="276" w:lineRule="auto"/>
      </w:pPr>
    </w:p>
    <w:p w:rsidR="00EE2BDA" w:rsidRDefault="00EE2BDA" w:rsidP="00D308D9">
      <w:pPr>
        <w:pStyle w:val="ListParagraph"/>
        <w:numPr>
          <w:ilvl w:val="0"/>
          <w:numId w:val="17"/>
        </w:numPr>
        <w:spacing w:after="200" w:line="276" w:lineRule="auto"/>
      </w:pPr>
      <w:r>
        <w:t xml:space="preserve">Delete the </w:t>
      </w:r>
      <w:r w:rsidRPr="00047164">
        <w:t>DB</w:t>
      </w:r>
      <w:r>
        <w:t xml:space="preserve"> file and user config file</w:t>
      </w:r>
    </w:p>
    <w:p w:rsidR="00EE2BDA" w:rsidRDefault="00EE2BDA" w:rsidP="00D308D9">
      <w:pPr>
        <w:pStyle w:val="ListParagraph"/>
        <w:numPr>
          <w:ilvl w:val="0"/>
          <w:numId w:val="17"/>
        </w:numPr>
        <w:spacing w:after="200" w:line="276" w:lineRule="auto"/>
      </w:pPr>
      <w:r>
        <w:t xml:space="preserve">Start </w:t>
      </w:r>
      <w:r w:rsidRPr="00047164">
        <w:t>ForumsClient.exe</w:t>
      </w:r>
    </w:p>
    <w:p w:rsidR="00EE2BDA" w:rsidRDefault="00EE2BDA" w:rsidP="00D308D9">
      <w:pPr>
        <w:pStyle w:val="ListParagraph"/>
        <w:numPr>
          <w:ilvl w:val="1"/>
          <w:numId w:val="17"/>
        </w:numPr>
        <w:spacing w:after="200" w:line="276" w:lineRule="auto"/>
      </w:pPr>
      <w:r>
        <w:t>Should bring up Live ID logon dialog</w:t>
      </w:r>
    </w:p>
    <w:p w:rsidR="008B699C" w:rsidRDefault="008B699C" w:rsidP="00D308D9">
      <w:pPr>
        <w:pStyle w:val="ListParagraph"/>
        <w:numPr>
          <w:ilvl w:val="0"/>
          <w:numId w:val="17"/>
        </w:numPr>
        <w:spacing w:after="200" w:line="276" w:lineRule="auto"/>
      </w:pPr>
      <w:r>
        <w:t>Cancel the Live ID logon dialog</w:t>
      </w:r>
    </w:p>
    <w:p w:rsidR="008B699C" w:rsidRDefault="008B699C" w:rsidP="00D308D9">
      <w:pPr>
        <w:pStyle w:val="ListParagraph"/>
        <w:numPr>
          <w:ilvl w:val="0"/>
          <w:numId w:val="17"/>
        </w:numPr>
        <w:spacing w:after="200" w:line="276" w:lineRule="auto"/>
      </w:pPr>
      <w:r>
        <w:t xml:space="preserve">On the main window’s menu bar, click </w:t>
      </w:r>
      <w:r w:rsidRPr="004A79DD">
        <w:rPr>
          <w:b/>
        </w:rPr>
        <w:t>Options</w:t>
      </w:r>
    </w:p>
    <w:p w:rsidR="008B699C" w:rsidRDefault="008B699C" w:rsidP="00D308D9">
      <w:pPr>
        <w:pStyle w:val="ListParagraph"/>
        <w:numPr>
          <w:ilvl w:val="1"/>
          <w:numId w:val="17"/>
        </w:numPr>
        <w:spacing w:after="200" w:line="276" w:lineRule="auto"/>
      </w:pPr>
      <w:r>
        <w:t>This should bring up the Options Dialog</w:t>
      </w:r>
    </w:p>
    <w:p w:rsidR="008B699C" w:rsidRDefault="008B699C" w:rsidP="00D308D9">
      <w:pPr>
        <w:pStyle w:val="ListParagraph"/>
        <w:numPr>
          <w:ilvl w:val="0"/>
          <w:numId w:val="17"/>
        </w:numPr>
        <w:spacing w:after="200" w:line="276" w:lineRule="auto"/>
      </w:pPr>
      <w:r>
        <w:t xml:space="preserve">On the Options Dialog, </w:t>
      </w:r>
    </w:p>
    <w:p w:rsidR="008B699C" w:rsidRDefault="008B699C" w:rsidP="00D308D9">
      <w:pPr>
        <w:pStyle w:val="ListParagraph"/>
        <w:numPr>
          <w:ilvl w:val="1"/>
          <w:numId w:val="17"/>
        </w:numPr>
        <w:spacing w:after="200" w:line="276" w:lineRule="auto"/>
      </w:pPr>
      <w:r>
        <w:t xml:space="preserve">uncheck the </w:t>
      </w:r>
      <w:r>
        <w:rPr>
          <w:b/>
        </w:rPr>
        <w:t>Autom</w:t>
      </w:r>
      <w:r w:rsidRPr="004A79DD">
        <w:rPr>
          <w:b/>
        </w:rPr>
        <w:t>atically Synchronize Forums</w:t>
      </w:r>
      <w:r>
        <w:t xml:space="preserve"> checkbox </w:t>
      </w:r>
    </w:p>
    <w:p w:rsidR="008B699C" w:rsidRDefault="008B699C" w:rsidP="00D308D9">
      <w:pPr>
        <w:pStyle w:val="ListParagraph"/>
        <w:numPr>
          <w:ilvl w:val="1"/>
          <w:numId w:val="17"/>
        </w:numPr>
        <w:spacing w:after="200" w:line="276" w:lineRule="auto"/>
      </w:pPr>
      <w:r>
        <w:t xml:space="preserve">click </w:t>
      </w:r>
      <w:r w:rsidRPr="004A79DD">
        <w:rPr>
          <w:b/>
        </w:rPr>
        <w:t>Save</w:t>
      </w:r>
    </w:p>
    <w:p w:rsidR="008B699C" w:rsidRDefault="008B699C" w:rsidP="00D308D9">
      <w:pPr>
        <w:pStyle w:val="ListParagraph"/>
        <w:numPr>
          <w:ilvl w:val="0"/>
          <w:numId w:val="17"/>
        </w:numPr>
        <w:spacing w:after="200" w:line="276" w:lineRule="auto"/>
      </w:pPr>
      <w:r>
        <w:t>On the main window’s menu bar, click Subscribe</w:t>
      </w:r>
    </w:p>
    <w:p w:rsidR="008B699C" w:rsidRDefault="008B699C" w:rsidP="00D308D9">
      <w:pPr>
        <w:pStyle w:val="ListParagraph"/>
        <w:numPr>
          <w:ilvl w:val="1"/>
          <w:numId w:val="17"/>
        </w:numPr>
        <w:spacing w:after="200" w:line="276" w:lineRule="auto"/>
      </w:pPr>
      <w:r>
        <w:t>Should bring up Live ID logon dialog</w:t>
      </w:r>
    </w:p>
    <w:p w:rsidR="00EE2BDA" w:rsidRDefault="00EE2BDA" w:rsidP="00D308D9">
      <w:pPr>
        <w:pStyle w:val="ListParagraph"/>
        <w:numPr>
          <w:ilvl w:val="0"/>
          <w:numId w:val="17"/>
        </w:numPr>
        <w:spacing w:after="200" w:line="276" w:lineRule="auto"/>
      </w:pPr>
      <w:r>
        <w:t>Logon</w:t>
      </w:r>
    </w:p>
    <w:p w:rsidR="00EE2BDA" w:rsidRDefault="00EE2BDA" w:rsidP="00D308D9">
      <w:pPr>
        <w:pStyle w:val="ListParagraph"/>
        <w:numPr>
          <w:ilvl w:val="1"/>
          <w:numId w:val="17"/>
        </w:numPr>
        <w:spacing w:after="200" w:line="276" w:lineRule="auto"/>
      </w:pPr>
      <w:r>
        <w:t>Should bring up Forums Client’s Subscribe to Forums Dialog</w:t>
      </w:r>
    </w:p>
    <w:p w:rsidR="00EE2BDA" w:rsidRDefault="00EE2BDA" w:rsidP="00D308D9">
      <w:pPr>
        <w:pStyle w:val="ListParagraph"/>
        <w:numPr>
          <w:ilvl w:val="0"/>
          <w:numId w:val="17"/>
        </w:numPr>
        <w:spacing w:after="200" w:line="276" w:lineRule="auto"/>
      </w:pPr>
      <w:r>
        <w:t>Select Msdn brand</w:t>
      </w:r>
    </w:p>
    <w:p w:rsidR="00EE2BDA" w:rsidRDefault="00EE2BDA" w:rsidP="00D308D9">
      <w:pPr>
        <w:pStyle w:val="ListParagraph"/>
        <w:numPr>
          <w:ilvl w:val="0"/>
          <w:numId w:val="17"/>
        </w:numPr>
        <w:spacing w:after="200" w:line="276" w:lineRule="auto"/>
      </w:pPr>
      <w:r>
        <w:t xml:space="preserve">Select </w:t>
      </w:r>
      <w:r>
        <w:rPr>
          <w:b/>
        </w:rPr>
        <w:t>1</w:t>
      </w:r>
      <w:r>
        <w:t xml:space="preserve"> in </w:t>
      </w:r>
      <w:r w:rsidRPr="00EE2BDA">
        <w:rPr>
          <w:b/>
        </w:rPr>
        <w:t>Days of Posts to Download</w:t>
      </w:r>
      <w:r>
        <w:t xml:space="preserve"> combo box </w:t>
      </w:r>
    </w:p>
    <w:p w:rsidR="00EE2BDA" w:rsidRDefault="00EE2BDA" w:rsidP="00D308D9">
      <w:pPr>
        <w:pStyle w:val="ListParagraph"/>
        <w:numPr>
          <w:ilvl w:val="0"/>
          <w:numId w:val="17"/>
        </w:numPr>
        <w:spacing w:after="200" w:line="276" w:lineRule="auto"/>
      </w:pPr>
      <w:r>
        <w:t>Select “</w:t>
      </w:r>
      <w:r w:rsidRPr="00E57581">
        <w:rPr>
          <w:b/>
          <w:i/>
        </w:rPr>
        <w:t>Jscript for the .NET Framework</w:t>
      </w:r>
      <w:r>
        <w:t xml:space="preserve">” in the </w:t>
      </w:r>
      <w:r w:rsidRPr="001F5143">
        <w:t>AvailableForumsListBox</w:t>
      </w:r>
    </w:p>
    <w:p w:rsidR="00EE2BDA" w:rsidRDefault="00EE2BDA" w:rsidP="00D308D9">
      <w:pPr>
        <w:pStyle w:val="ListParagraph"/>
        <w:numPr>
          <w:ilvl w:val="0"/>
          <w:numId w:val="17"/>
        </w:numPr>
        <w:spacing w:after="200" w:line="276" w:lineRule="auto"/>
      </w:pPr>
      <w:r>
        <w:t>Click the Add button</w:t>
      </w:r>
    </w:p>
    <w:p w:rsidR="00EE2BDA" w:rsidRDefault="00EE2BDA" w:rsidP="00D308D9">
      <w:pPr>
        <w:pStyle w:val="ListParagraph"/>
        <w:numPr>
          <w:ilvl w:val="0"/>
          <w:numId w:val="17"/>
        </w:numPr>
        <w:spacing w:after="200" w:line="276" w:lineRule="auto"/>
      </w:pPr>
      <w:r>
        <w:t>Click the Finish button to s</w:t>
      </w:r>
      <w:r w:rsidRPr="00285B9E">
        <w:t xml:space="preserve">ubscribe to these forums and exit the </w:t>
      </w:r>
      <w:r>
        <w:t>Forums Client’s  Subscribe to Forums Dialog</w:t>
      </w:r>
      <w:r w:rsidRPr="00285B9E">
        <w:t xml:space="preserve"> window</w:t>
      </w:r>
    </w:p>
    <w:p w:rsidR="00EE2BDA" w:rsidRDefault="00EE2BDA" w:rsidP="00D308D9">
      <w:pPr>
        <w:pStyle w:val="ListParagraph"/>
        <w:numPr>
          <w:ilvl w:val="0"/>
          <w:numId w:val="17"/>
        </w:numPr>
        <w:spacing w:after="200" w:line="276" w:lineRule="auto"/>
      </w:pPr>
      <w:r>
        <w:lastRenderedPageBreak/>
        <w:t xml:space="preserve">In the main window, right click on the </w:t>
      </w:r>
      <w:r w:rsidRPr="006F719B">
        <w:rPr>
          <w:b/>
          <w:i/>
        </w:rPr>
        <w:t>Jscript for the .NET Framework</w:t>
      </w:r>
      <w:r>
        <w:t xml:space="preserve"> forum and click </w:t>
      </w:r>
      <w:r w:rsidRPr="00AF68D1">
        <w:rPr>
          <w:b/>
        </w:rPr>
        <w:t>Synchronize</w:t>
      </w:r>
      <w:r>
        <w:t>.</w:t>
      </w:r>
    </w:p>
    <w:p w:rsidR="00EE2BDA" w:rsidRDefault="00EE2BDA" w:rsidP="00D308D9">
      <w:pPr>
        <w:pStyle w:val="ListParagraph"/>
        <w:numPr>
          <w:ilvl w:val="1"/>
          <w:numId w:val="17"/>
        </w:numPr>
        <w:spacing w:after="200" w:line="276" w:lineRule="auto"/>
      </w:pPr>
      <w:r>
        <w:t>A circular green icon should appear next to the forum and vary its color to indicate that the forum is being synchronized.</w:t>
      </w:r>
    </w:p>
    <w:p w:rsidR="009B64D6" w:rsidRDefault="00EE2BDA" w:rsidP="00D308D9">
      <w:pPr>
        <w:pStyle w:val="ListParagraph"/>
        <w:numPr>
          <w:ilvl w:val="0"/>
          <w:numId w:val="17"/>
        </w:numPr>
        <w:spacing w:after="200" w:line="276" w:lineRule="auto"/>
      </w:pPr>
      <w:r>
        <w:t xml:space="preserve">When the forurm has finished synchronizing, the circular icon will disappear. When this happens, </w:t>
      </w:r>
    </w:p>
    <w:p w:rsidR="00EE2BDA" w:rsidRDefault="00EE2BDA" w:rsidP="00D308D9">
      <w:pPr>
        <w:pStyle w:val="ListParagraph"/>
        <w:numPr>
          <w:ilvl w:val="1"/>
          <w:numId w:val="17"/>
        </w:numPr>
        <w:spacing w:after="200" w:line="276" w:lineRule="auto"/>
      </w:pPr>
      <w:r>
        <w:t xml:space="preserve">note the number of unread posts shown in parentheses </w:t>
      </w:r>
      <w:r w:rsidR="009B64D6">
        <w:t>after the forum name</w:t>
      </w:r>
    </w:p>
    <w:p w:rsidR="009B64D6" w:rsidRDefault="009B64D6" w:rsidP="00D308D9">
      <w:pPr>
        <w:pStyle w:val="ListParagraph"/>
        <w:numPr>
          <w:ilvl w:val="1"/>
          <w:numId w:val="17"/>
        </w:numPr>
        <w:spacing w:after="200" w:line="276" w:lineRule="auto"/>
      </w:pPr>
      <w:r>
        <w:t>verify that no threads which have not been updated in the pat 24 hours have been included.</w:t>
      </w:r>
    </w:p>
    <w:p w:rsidR="00EE2BDA" w:rsidRDefault="00EE2BDA" w:rsidP="00D308D9">
      <w:pPr>
        <w:pStyle w:val="ListParagraph"/>
        <w:numPr>
          <w:ilvl w:val="0"/>
          <w:numId w:val="17"/>
        </w:numPr>
        <w:spacing w:after="200" w:line="276" w:lineRule="auto"/>
      </w:pPr>
      <w:r>
        <w:t xml:space="preserve">Right click on the </w:t>
      </w:r>
      <w:r w:rsidRPr="006F719B">
        <w:rPr>
          <w:b/>
          <w:i/>
        </w:rPr>
        <w:t>Jscript for the .NET Framework</w:t>
      </w:r>
      <w:r>
        <w:t xml:space="preserve"> forum and click </w:t>
      </w:r>
      <w:r w:rsidRPr="00AF68D1">
        <w:rPr>
          <w:b/>
        </w:rPr>
        <w:t>Unsubscribe</w:t>
      </w:r>
      <w:r>
        <w:t>.</w:t>
      </w:r>
    </w:p>
    <w:p w:rsidR="00EE2BDA" w:rsidRDefault="00EE2BDA" w:rsidP="00D308D9">
      <w:pPr>
        <w:pStyle w:val="ListParagraph"/>
        <w:numPr>
          <w:ilvl w:val="1"/>
          <w:numId w:val="17"/>
        </w:numPr>
        <w:spacing w:after="200" w:line="276" w:lineRule="auto"/>
      </w:pPr>
      <w:r>
        <w:t>The forum should be deleted from the main window.</w:t>
      </w:r>
    </w:p>
    <w:p w:rsidR="00EE2BDA" w:rsidRDefault="00EE2BDA" w:rsidP="00D308D9">
      <w:pPr>
        <w:pStyle w:val="ListParagraph"/>
        <w:numPr>
          <w:ilvl w:val="0"/>
          <w:numId w:val="17"/>
        </w:numPr>
        <w:spacing w:after="200" w:line="276" w:lineRule="auto"/>
      </w:pPr>
      <w:r>
        <w:t>On the Main GUI Window, click the Subscribe button to reopen the Forums Client’s  Subscribe to Forums Dialog</w:t>
      </w:r>
    </w:p>
    <w:p w:rsidR="00EE2BDA" w:rsidRDefault="00EE2BDA" w:rsidP="00D308D9">
      <w:pPr>
        <w:pStyle w:val="ListParagraph"/>
        <w:numPr>
          <w:ilvl w:val="0"/>
          <w:numId w:val="17"/>
        </w:numPr>
        <w:spacing w:after="200" w:line="276" w:lineRule="auto"/>
      </w:pPr>
      <w:r>
        <w:t xml:space="preserve">Select </w:t>
      </w:r>
      <w:r>
        <w:rPr>
          <w:b/>
        </w:rPr>
        <w:t>90</w:t>
      </w:r>
      <w:r>
        <w:t xml:space="preserve"> in </w:t>
      </w:r>
      <w:r w:rsidRPr="00EE2BDA">
        <w:rPr>
          <w:b/>
        </w:rPr>
        <w:t>Days of Posts to Download</w:t>
      </w:r>
      <w:r>
        <w:t xml:space="preserve"> combo box</w:t>
      </w:r>
    </w:p>
    <w:p w:rsidR="00EE2BDA" w:rsidRDefault="00EE2BDA" w:rsidP="00D308D9">
      <w:pPr>
        <w:pStyle w:val="ListParagraph"/>
        <w:numPr>
          <w:ilvl w:val="0"/>
          <w:numId w:val="17"/>
        </w:numPr>
        <w:spacing w:after="200" w:line="276" w:lineRule="auto"/>
      </w:pPr>
      <w:r>
        <w:t>Select Msdn brand</w:t>
      </w:r>
    </w:p>
    <w:p w:rsidR="00EE2BDA" w:rsidRDefault="00EE2BDA" w:rsidP="00D308D9">
      <w:pPr>
        <w:pStyle w:val="ListParagraph"/>
        <w:numPr>
          <w:ilvl w:val="0"/>
          <w:numId w:val="17"/>
        </w:numPr>
        <w:spacing w:after="200" w:line="276" w:lineRule="auto"/>
      </w:pPr>
      <w:r>
        <w:t xml:space="preserve">Select the </w:t>
      </w:r>
      <w:r w:rsidRPr="006F719B">
        <w:rPr>
          <w:b/>
          <w:i/>
        </w:rPr>
        <w:t>Jscript for the .NET Framework</w:t>
      </w:r>
      <w:r>
        <w:t xml:space="preserve"> forum and click </w:t>
      </w:r>
      <w:r w:rsidRPr="00AF68D1">
        <w:rPr>
          <w:b/>
        </w:rPr>
        <w:t>Add</w:t>
      </w:r>
      <w:r>
        <w:t>.</w:t>
      </w:r>
    </w:p>
    <w:p w:rsidR="00EE2BDA" w:rsidRDefault="00EE2BDA" w:rsidP="00D308D9">
      <w:pPr>
        <w:pStyle w:val="ListParagraph"/>
        <w:numPr>
          <w:ilvl w:val="0"/>
          <w:numId w:val="17"/>
        </w:numPr>
        <w:spacing w:after="200" w:line="276" w:lineRule="auto"/>
      </w:pPr>
      <w:r>
        <w:t xml:space="preserve">Click </w:t>
      </w:r>
      <w:r w:rsidRPr="00AF68D1">
        <w:rPr>
          <w:b/>
        </w:rPr>
        <w:t>Finish</w:t>
      </w:r>
    </w:p>
    <w:p w:rsidR="00EE2BDA" w:rsidRDefault="00EE2BDA" w:rsidP="00D308D9">
      <w:pPr>
        <w:pStyle w:val="ListParagraph"/>
        <w:numPr>
          <w:ilvl w:val="0"/>
          <w:numId w:val="17"/>
        </w:numPr>
        <w:spacing w:after="200" w:line="276" w:lineRule="auto"/>
      </w:pPr>
      <w:r>
        <w:t xml:space="preserve">In the main window, right click on the </w:t>
      </w:r>
      <w:r w:rsidRPr="006F719B">
        <w:rPr>
          <w:b/>
          <w:i/>
        </w:rPr>
        <w:t>Jscript for the .NET Framework</w:t>
      </w:r>
      <w:r>
        <w:t xml:space="preserve"> forum and click </w:t>
      </w:r>
      <w:r w:rsidRPr="00AF68D1">
        <w:rPr>
          <w:b/>
        </w:rPr>
        <w:t>Synchronize</w:t>
      </w:r>
      <w:r>
        <w:t>.</w:t>
      </w:r>
    </w:p>
    <w:p w:rsidR="00816D95" w:rsidRDefault="00EE2BDA" w:rsidP="00D308D9">
      <w:pPr>
        <w:pStyle w:val="ListParagraph"/>
        <w:numPr>
          <w:ilvl w:val="0"/>
          <w:numId w:val="17"/>
        </w:numPr>
        <w:spacing w:after="200" w:line="276" w:lineRule="auto"/>
      </w:pPr>
      <w:r>
        <w:t xml:space="preserve">When the forurm has finished synchronizing, compare the number of unread posts from the past 90 days with the </w:t>
      </w:r>
      <w:r w:rsidR="008B699C">
        <w:t>number from the earler synchronization with 1 day’s posts. The 90 day number should be much larger.</w:t>
      </w:r>
      <w:r w:rsidR="009B64D6">
        <w:t xml:space="preserve"> Verify that no threads are included that have not been updated in the past 90 days.</w:t>
      </w:r>
    </w:p>
    <w:p w:rsidR="00816D95" w:rsidRDefault="00816D95" w:rsidP="00D308D9">
      <w:pPr>
        <w:pStyle w:val="ListParagraph"/>
        <w:numPr>
          <w:ilvl w:val="0"/>
          <w:numId w:val="17"/>
        </w:numPr>
        <w:spacing w:after="200" w:line="276" w:lineRule="auto"/>
      </w:pPr>
      <w:r>
        <w:t xml:space="preserve">Exit </w:t>
      </w:r>
      <w:r w:rsidRPr="00B305DD">
        <w:t>ForumsClient.exe</w:t>
      </w:r>
    </w:p>
    <w:p w:rsidR="00816D95" w:rsidRDefault="00816D95" w:rsidP="00816D95">
      <w:pPr>
        <w:pStyle w:val="Heading3"/>
      </w:pPr>
      <w:bookmarkStart w:id="28" w:name="_Toc213490452"/>
      <w:r>
        <w:t>Simultaneous Manual Syncronization of all Forums</w:t>
      </w:r>
      <w:bookmarkEnd w:id="28"/>
    </w:p>
    <w:p w:rsidR="008B699C" w:rsidRDefault="008B699C" w:rsidP="00B86773">
      <w:pPr>
        <w:ind w:left="360"/>
      </w:pPr>
      <w:r w:rsidRPr="004A79DD">
        <w:t xml:space="preserve">Verify </w:t>
      </w:r>
      <w:r>
        <w:t>that the user can manually synchronize all forums simultaneuously</w:t>
      </w:r>
      <w:r w:rsidR="00B86773">
        <w:t>. This test is currently manual.</w:t>
      </w:r>
    </w:p>
    <w:p w:rsidR="002F2E26" w:rsidRDefault="002F2E26" w:rsidP="00B86773">
      <w:pPr>
        <w:pStyle w:val="ListParagraph"/>
        <w:numPr>
          <w:ilvl w:val="0"/>
          <w:numId w:val="9"/>
        </w:numPr>
        <w:spacing w:after="200" w:line="276" w:lineRule="auto"/>
      </w:pPr>
      <w:r>
        <w:t xml:space="preserve">Delete the </w:t>
      </w:r>
      <w:r w:rsidRPr="00047164">
        <w:t>DB</w:t>
      </w:r>
      <w:r>
        <w:t xml:space="preserve"> file and user config file</w:t>
      </w:r>
    </w:p>
    <w:p w:rsidR="002F2E26" w:rsidRDefault="002F2E26" w:rsidP="00B86773">
      <w:pPr>
        <w:pStyle w:val="ListParagraph"/>
        <w:numPr>
          <w:ilvl w:val="0"/>
          <w:numId w:val="9"/>
        </w:numPr>
        <w:spacing w:after="200" w:line="276" w:lineRule="auto"/>
      </w:pPr>
      <w:r>
        <w:t xml:space="preserve">Start </w:t>
      </w:r>
      <w:r w:rsidRPr="00047164">
        <w:t>ForumsClient.exe</w:t>
      </w:r>
    </w:p>
    <w:p w:rsidR="002F2E26" w:rsidRDefault="002F2E26" w:rsidP="00B86773">
      <w:pPr>
        <w:pStyle w:val="ListParagraph"/>
        <w:numPr>
          <w:ilvl w:val="1"/>
          <w:numId w:val="9"/>
        </w:numPr>
        <w:spacing w:after="200" w:line="276" w:lineRule="auto"/>
      </w:pPr>
      <w:r>
        <w:t>Should bring up Live ID logon dialog</w:t>
      </w:r>
    </w:p>
    <w:p w:rsidR="002F2E26" w:rsidRDefault="002F2E26" w:rsidP="00B86773">
      <w:pPr>
        <w:pStyle w:val="ListParagraph"/>
        <w:numPr>
          <w:ilvl w:val="0"/>
          <w:numId w:val="9"/>
        </w:numPr>
        <w:spacing w:after="200" w:line="276" w:lineRule="auto"/>
      </w:pPr>
      <w:r>
        <w:t>Cancel the Live ID logon dialog</w:t>
      </w:r>
    </w:p>
    <w:p w:rsidR="002F2E26" w:rsidRDefault="002F2E26" w:rsidP="00B86773">
      <w:pPr>
        <w:pStyle w:val="ListParagraph"/>
        <w:numPr>
          <w:ilvl w:val="0"/>
          <w:numId w:val="9"/>
        </w:numPr>
        <w:spacing w:after="200" w:line="276" w:lineRule="auto"/>
      </w:pPr>
      <w:r>
        <w:t xml:space="preserve">On the main window’s menu bar, click </w:t>
      </w:r>
      <w:r w:rsidRPr="004A79DD">
        <w:rPr>
          <w:b/>
        </w:rPr>
        <w:t>Options</w:t>
      </w:r>
    </w:p>
    <w:p w:rsidR="002F2E26" w:rsidRDefault="002F2E26" w:rsidP="00B86773">
      <w:pPr>
        <w:pStyle w:val="ListParagraph"/>
        <w:numPr>
          <w:ilvl w:val="1"/>
          <w:numId w:val="9"/>
        </w:numPr>
        <w:spacing w:after="200" w:line="276" w:lineRule="auto"/>
      </w:pPr>
      <w:r>
        <w:t>This should bring up the Options Dialog</w:t>
      </w:r>
    </w:p>
    <w:p w:rsidR="002F2E26" w:rsidRDefault="002F2E26" w:rsidP="00B86773">
      <w:pPr>
        <w:pStyle w:val="ListParagraph"/>
        <w:numPr>
          <w:ilvl w:val="0"/>
          <w:numId w:val="9"/>
        </w:numPr>
        <w:spacing w:after="200" w:line="276" w:lineRule="auto"/>
      </w:pPr>
      <w:r>
        <w:t xml:space="preserve">On the Options Dialog, </w:t>
      </w:r>
    </w:p>
    <w:p w:rsidR="002F2E26" w:rsidRDefault="002F2E26" w:rsidP="00B86773">
      <w:pPr>
        <w:pStyle w:val="ListParagraph"/>
        <w:numPr>
          <w:ilvl w:val="1"/>
          <w:numId w:val="9"/>
        </w:numPr>
        <w:spacing w:after="200" w:line="276" w:lineRule="auto"/>
      </w:pPr>
      <w:r>
        <w:t xml:space="preserve">uncheck the </w:t>
      </w:r>
      <w:r>
        <w:rPr>
          <w:b/>
        </w:rPr>
        <w:t>Autom</w:t>
      </w:r>
      <w:r w:rsidRPr="004A79DD">
        <w:rPr>
          <w:b/>
        </w:rPr>
        <w:t>atically Synchronize Forums</w:t>
      </w:r>
      <w:r>
        <w:t xml:space="preserve"> checkbox </w:t>
      </w:r>
    </w:p>
    <w:p w:rsidR="002F2E26" w:rsidRDefault="002F2E26" w:rsidP="00B86773">
      <w:pPr>
        <w:pStyle w:val="ListParagraph"/>
        <w:numPr>
          <w:ilvl w:val="1"/>
          <w:numId w:val="9"/>
        </w:numPr>
        <w:spacing w:after="200" w:line="276" w:lineRule="auto"/>
      </w:pPr>
      <w:r>
        <w:t xml:space="preserve">click </w:t>
      </w:r>
      <w:r w:rsidRPr="004A79DD">
        <w:rPr>
          <w:b/>
        </w:rPr>
        <w:t>Save</w:t>
      </w:r>
    </w:p>
    <w:p w:rsidR="002F2E26" w:rsidRDefault="002F2E26" w:rsidP="00B86773">
      <w:pPr>
        <w:pStyle w:val="ListParagraph"/>
        <w:numPr>
          <w:ilvl w:val="0"/>
          <w:numId w:val="9"/>
        </w:numPr>
        <w:spacing w:after="200" w:line="276" w:lineRule="auto"/>
      </w:pPr>
      <w:r>
        <w:t>On the main window’s menu bar, click Subscribe</w:t>
      </w:r>
    </w:p>
    <w:p w:rsidR="002F2E26" w:rsidRDefault="002F2E26" w:rsidP="00B86773">
      <w:pPr>
        <w:pStyle w:val="ListParagraph"/>
        <w:numPr>
          <w:ilvl w:val="1"/>
          <w:numId w:val="9"/>
        </w:numPr>
        <w:spacing w:after="200" w:line="276" w:lineRule="auto"/>
      </w:pPr>
      <w:r>
        <w:t>Should bring up Live ID logon dialog</w:t>
      </w:r>
    </w:p>
    <w:p w:rsidR="002F2E26" w:rsidRDefault="002F2E26" w:rsidP="00B86773">
      <w:pPr>
        <w:pStyle w:val="ListParagraph"/>
        <w:numPr>
          <w:ilvl w:val="0"/>
          <w:numId w:val="9"/>
        </w:numPr>
        <w:spacing w:after="200" w:line="276" w:lineRule="auto"/>
      </w:pPr>
      <w:r>
        <w:t>Logon</w:t>
      </w:r>
    </w:p>
    <w:p w:rsidR="002F2E26" w:rsidRDefault="002F2E26" w:rsidP="00B86773">
      <w:pPr>
        <w:pStyle w:val="ListParagraph"/>
        <w:numPr>
          <w:ilvl w:val="1"/>
          <w:numId w:val="9"/>
        </w:numPr>
        <w:spacing w:after="200" w:line="276" w:lineRule="auto"/>
      </w:pPr>
      <w:r>
        <w:t>Should bring up Forums Client’s Subscribe to Forums Dialog</w:t>
      </w:r>
    </w:p>
    <w:p w:rsidR="002F2E26" w:rsidRDefault="002F2E26" w:rsidP="00B86773">
      <w:pPr>
        <w:pStyle w:val="ListParagraph"/>
        <w:numPr>
          <w:ilvl w:val="0"/>
          <w:numId w:val="9"/>
        </w:numPr>
        <w:spacing w:after="200" w:line="276" w:lineRule="auto"/>
      </w:pPr>
      <w:r>
        <w:lastRenderedPageBreak/>
        <w:t xml:space="preserve">Select </w:t>
      </w:r>
      <w:r>
        <w:rPr>
          <w:b/>
        </w:rPr>
        <w:t>1</w:t>
      </w:r>
      <w:r>
        <w:t xml:space="preserve"> in </w:t>
      </w:r>
      <w:r w:rsidRPr="00EE2BDA">
        <w:rPr>
          <w:b/>
        </w:rPr>
        <w:t>Days of Posts to Download</w:t>
      </w:r>
      <w:r>
        <w:t xml:space="preserve"> combo box </w:t>
      </w:r>
    </w:p>
    <w:p w:rsidR="008B699C" w:rsidRDefault="002F2E26" w:rsidP="00B86773">
      <w:pPr>
        <w:pStyle w:val="ListParagraph"/>
        <w:numPr>
          <w:ilvl w:val="0"/>
          <w:numId w:val="9"/>
        </w:numPr>
        <w:spacing w:after="200" w:line="276" w:lineRule="auto"/>
      </w:pPr>
      <w:r>
        <w:t>Subscribe to at least 12 forums from 2 different brands and at least 2 locales</w:t>
      </w:r>
    </w:p>
    <w:p w:rsidR="002F2E26" w:rsidRDefault="002F2E26" w:rsidP="00B86773">
      <w:pPr>
        <w:pStyle w:val="ListParagraph"/>
        <w:numPr>
          <w:ilvl w:val="0"/>
          <w:numId w:val="9"/>
        </w:numPr>
        <w:spacing w:after="200" w:line="276" w:lineRule="auto"/>
      </w:pPr>
      <w:r>
        <w:t xml:space="preserve">On the main window, right click the </w:t>
      </w:r>
      <w:r w:rsidRPr="002F2E26">
        <w:rPr>
          <w:b/>
        </w:rPr>
        <w:t>Forum</w:t>
      </w:r>
      <w:r>
        <w:t xml:space="preserve"> expander control</w:t>
      </w:r>
    </w:p>
    <w:p w:rsidR="002F2E26" w:rsidRDefault="002F2E26" w:rsidP="00B86773">
      <w:pPr>
        <w:pStyle w:val="ListParagraph"/>
        <w:numPr>
          <w:ilvl w:val="0"/>
          <w:numId w:val="9"/>
        </w:numPr>
        <w:spacing w:after="200" w:line="276" w:lineRule="auto"/>
      </w:pPr>
      <w:r>
        <w:t>Click Synchronize All</w:t>
      </w:r>
    </w:p>
    <w:p w:rsidR="002F2E26" w:rsidRDefault="002F2E26" w:rsidP="00B86773">
      <w:pPr>
        <w:pStyle w:val="ListParagraph"/>
        <w:numPr>
          <w:ilvl w:val="0"/>
          <w:numId w:val="9"/>
        </w:numPr>
        <w:spacing w:after="200" w:line="276" w:lineRule="auto"/>
      </w:pPr>
      <w:r>
        <w:t>All forums should start synchronizing.</w:t>
      </w:r>
    </w:p>
    <w:p w:rsidR="002F2E26" w:rsidRDefault="002F2E26" w:rsidP="00B86773">
      <w:pPr>
        <w:pStyle w:val="ListParagraph"/>
        <w:numPr>
          <w:ilvl w:val="0"/>
          <w:numId w:val="9"/>
        </w:numPr>
        <w:spacing w:after="200" w:line="276" w:lineRule="auto"/>
      </w:pPr>
      <w:r>
        <w:t xml:space="preserve">When each forum finishes, check the last </w:t>
      </w:r>
      <w:r w:rsidRPr="002F2E26">
        <w:rPr>
          <w:b/>
        </w:rPr>
        <w:t xml:space="preserve">Modified Date </w:t>
      </w:r>
      <w:r>
        <w:t xml:space="preserve">column for each </w:t>
      </w:r>
      <w:r w:rsidR="009B64D6">
        <w:t>thread</w:t>
      </w:r>
      <w:r>
        <w:t>. You may see two dates because of time zone</w:t>
      </w:r>
      <w:r w:rsidR="009B64D6">
        <w:t xml:space="preserve"> differences but all should be within the past 24 hours.</w:t>
      </w:r>
    </w:p>
    <w:p w:rsidR="00816D95" w:rsidRDefault="00816D95" w:rsidP="00D308D9">
      <w:pPr>
        <w:pStyle w:val="ListParagraph"/>
        <w:numPr>
          <w:ilvl w:val="0"/>
          <w:numId w:val="9"/>
        </w:numPr>
        <w:spacing w:after="200" w:line="276" w:lineRule="auto"/>
      </w:pPr>
      <w:r>
        <w:t xml:space="preserve">Exit </w:t>
      </w:r>
      <w:r w:rsidRPr="00B305DD">
        <w:t>ForumsClient.exe</w:t>
      </w:r>
    </w:p>
    <w:p w:rsidR="007A13D0" w:rsidRPr="00C012F7" w:rsidRDefault="007A13D0" w:rsidP="007A13D0">
      <w:pPr>
        <w:pStyle w:val="Heading2"/>
      </w:pPr>
      <w:bookmarkStart w:id="29" w:name="_Toc213490453"/>
      <w:r>
        <w:t>Automatic Synchronization of Forums</w:t>
      </w:r>
      <w:r w:rsidRPr="00DA4045">
        <w:t>Test</w:t>
      </w:r>
      <w:r>
        <w:t>s</w:t>
      </w:r>
      <w:bookmarkEnd w:id="29"/>
    </w:p>
    <w:p w:rsidR="007A13D0" w:rsidRDefault="007A13D0" w:rsidP="007A13D0"/>
    <w:p w:rsidR="007A13D0" w:rsidRPr="00C012F7" w:rsidRDefault="007A13D0" w:rsidP="007A13D0">
      <w:pPr>
        <w:rPr>
          <w:b/>
        </w:rPr>
      </w:pPr>
      <w:r w:rsidRPr="00C012F7">
        <w:rPr>
          <w:b/>
        </w:rPr>
        <w:t>Scenarios to verify</w:t>
      </w:r>
    </w:p>
    <w:p w:rsidR="007A13D0" w:rsidRDefault="007A13D0" w:rsidP="007A13D0"/>
    <w:p w:rsidR="00B86773" w:rsidRDefault="007A13D0" w:rsidP="00B86773">
      <w:pPr>
        <w:ind w:left="360"/>
      </w:pPr>
      <w:r w:rsidRPr="004A79DD">
        <w:t xml:space="preserve">Verify </w:t>
      </w:r>
      <w:r>
        <w:t>that</w:t>
      </w:r>
      <w:r w:rsidR="00AC50F2">
        <w:t xml:space="preserve"> the user can automatically synchronize any forums to which they are subscribed</w:t>
      </w:r>
      <w:r w:rsidR="00B86773">
        <w:t>. This test is currently manual.</w:t>
      </w:r>
    </w:p>
    <w:p w:rsidR="007A13D0" w:rsidRDefault="007A13D0" w:rsidP="00AC50F2">
      <w:pPr>
        <w:spacing w:after="200" w:line="276" w:lineRule="auto"/>
        <w:ind w:left="360"/>
      </w:pPr>
    </w:p>
    <w:p w:rsidR="005B7E97" w:rsidRPr="005B7E97" w:rsidRDefault="005B7E97" w:rsidP="00D308D9">
      <w:pPr>
        <w:pStyle w:val="ListParagraph"/>
        <w:numPr>
          <w:ilvl w:val="0"/>
          <w:numId w:val="20"/>
        </w:numPr>
        <w:spacing w:after="200" w:line="276" w:lineRule="auto"/>
      </w:pPr>
      <w:r w:rsidRPr="005B7E97">
        <w:t>Delete the test DB file(s)</w:t>
      </w:r>
    </w:p>
    <w:p w:rsidR="005B7E97" w:rsidRPr="005B7E97" w:rsidRDefault="005B7E97" w:rsidP="00D308D9">
      <w:pPr>
        <w:pStyle w:val="ListParagraph"/>
        <w:numPr>
          <w:ilvl w:val="0"/>
          <w:numId w:val="20"/>
        </w:numPr>
        <w:spacing w:after="200" w:line="276" w:lineRule="auto"/>
      </w:pPr>
      <w:r w:rsidRPr="005B7E97">
        <w:t>Start ForumsClient.exe</w:t>
      </w:r>
    </w:p>
    <w:p w:rsidR="005B7E97" w:rsidRPr="005B7E97" w:rsidRDefault="005B7E97" w:rsidP="00D308D9">
      <w:pPr>
        <w:pStyle w:val="ListParagraph"/>
        <w:numPr>
          <w:ilvl w:val="0"/>
          <w:numId w:val="20"/>
        </w:numPr>
        <w:spacing w:after="200" w:line="276" w:lineRule="auto"/>
      </w:pPr>
      <w:r w:rsidRPr="005B7E97">
        <w:t>Cancel the Live ID logon dialog</w:t>
      </w:r>
    </w:p>
    <w:p w:rsidR="005B7E97" w:rsidRPr="005B7E97" w:rsidRDefault="005B7E97" w:rsidP="00D308D9">
      <w:pPr>
        <w:pStyle w:val="ListParagraph"/>
        <w:numPr>
          <w:ilvl w:val="0"/>
          <w:numId w:val="20"/>
        </w:numPr>
        <w:spacing w:after="200" w:line="276" w:lineRule="auto"/>
      </w:pPr>
      <w:r w:rsidRPr="005B7E97">
        <w:t xml:space="preserve">You should see an empty main window </w:t>
      </w:r>
    </w:p>
    <w:p w:rsidR="005B7E97" w:rsidRPr="005B7E97" w:rsidRDefault="005B7E97" w:rsidP="00D308D9">
      <w:pPr>
        <w:pStyle w:val="ListParagraph"/>
        <w:numPr>
          <w:ilvl w:val="0"/>
          <w:numId w:val="20"/>
        </w:numPr>
        <w:spacing w:after="200" w:line="276" w:lineRule="auto"/>
      </w:pPr>
      <w:r w:rsidRPr="005B7E97">
        <w:t>Click the Options button in the main window</w:t>
      </w:r>
    </w:p>
    <w:p w:rsidR="005B7E97" w:rsidRPr="005B7E97" w:rsidRDefault="005B7E97" w:rsidP="00D308D9">
      <w:pPr>
        <w:pStyle w:val="ListParagraph"/>
        <w:numPr>
          <w:ilvl w:val="0"/>
          <w:numId w:val="20"/>
        </w:numPr>
        <w:spacing w:after="200" w:line="276" w:lineRule="auto"/>
      </w:pPr>
      <w:r w:rsidRPr="005B7E97">
        <w:t>Uncheck the Automatically Synchronize Forums checkbox</w:t>
      </w:r>
    </w:p>
    <w:p w:rsidR="005B7E97" w:rsidRPr="005B7E97" w:rsidRDefault="005B7E97" w:rsidP="00D308D9">
      <w:pPr>
        <w:pStyle w:val="ListParagraph"/>
        <w:numPr>
          <w:ilvl w:val="0"/>
          <w:numId w:val="20"/>
        </w:numPr>
        <w:spacing w:after="200" w:line="276" w:lineRule="auto"/>
      </w:pPr>
      <w:r w:rsidRPr="005B7E97">
        <w:t>Click Save</w:t>
      </w:r>
    </w:p>
    <w:p w:rsidR="005B7E97" w:rsidRPr="005B7E97" w:rsidRDefault="005B7E97" w:rsidP="00D308D9">
      <w:pPr>
        <w:pStyle w:val="ListParagraph"/>
        <w:numPr>
          <w:ilvl w:val="0"/>
          <w:numId w:val="20"/>
        </w:numPr>
        <w:spacing w:after="200" w:line="276" w:lineRule="auto"/>
      </w:pPr>
      <w:r w:rsidRPr="005B7E97">
        <w:t>Click Subscribe</w:t>
      </w:r>
    </w:p>
    <w:p w:rsidR="005B7E97" w:rsidRPr="005B7E97" w:rsidRDefault="005B7E97" w:rsidP="00D308D9">
      <w:pPr>
        <w:pStyle w:val="ListParagraph"/>
        <w:numPr>
          <w:ilvl w:val="0"/>
          <w:numId w:val="20"/>
        </w:numPr>
        <w:spacing w:after="200" w:line="276" w:lineRule="auto"/>
      </w:pPr>
      <w:r w:rsidRPr="005B7E97">
        <w:t>Logon</w:t>
      </w:r>
    </w:p>
    <w:p w:rsidR="005B7E97" w:rsidRPr="005B7E97" w:rsidRDefault="005B7E97" w:rsidP="00D308D9">
      <w:pPr>
        <w:pStyle w:val="ListParagraph"/>
        <w:numPr>
          <w:ilvl w:val="0"/>
          <w:numId w:val="20"/>
        </w:numPr>
        <w:spacing w:after="200" w:line="276" w:lineRule="auto"/>
      </w:pPr>
      <w:r w:rsidRPr="005B7E97">
        <w:t>Subscribe to one forum and click Finish</w:t>
      </w:r>
    </w:p>
    <w:p w:rsidR="005B7E97" w:rsidRPr="005B7E97" w:rsidRDefault="005B7E97" w:rsidP="00D308D9">
      <w:pPr>
        <w:pStyle w:val="ListParagraph"/>
        <w:numPr>
          <w:ilvl w:val="0"/>
          <w:numId w:val="20"/>
        </w:numPr>
        <w:spacing w:after="200" w:line="276" w:lineRule="auto"/>
      </w:pPr>
      <w:r w:rsidRPr="005B7E97">
        <w:t>Wait 6 minutes to verify that the forum does not automatically start synchronizing</w:t>
      </w:r>
    </w:p>
    <w:p w:rsidR="005B7E97" w:rsidRPr="005B7E97" w:rsidRDefault="005B7E97" w:rsidP="00D308D9">
      <w:pPr>
        <w:pStyle w:val="ListParagraph"/>
        <w:numPr>
          <w:ilvl w:val="0"/>
          <w:numId w:val="20"/>
        </w:numPr>
        <w:spacing w:after="200" w:line="276" w:lineRule="auto"/>
      </w:pPr>
      <w:r w:rsidRPr="005B7E97">
        <w:t>Click the Options button in the main window</w:t>
      </w:r>
    </w:p>
    <w:p w:rsidR="005B7E97" w:rsidRPr="005B7E97" w:rsidRDefault="005B7E97" w:rsidP="00D308D9">
      <w:pPr>
        <w:pStyle w:val="ListParagraph"/>
        <w:numPr>
          <w:ilvl w:val="0"/>
          <w:numId w:val="20"/>
        </w:numPr>
        <w:spacing w:after="200" w:line="276" w:lineRule="auto"/>
      </w:pPr>
      <w:r w:rsidRPr="005B7E97">
        <w:t>Check the Automatically Synchronize Forums checkbox and change the selection in the associated dropdown to Every 10 minutes</w:t>
      </w:r>
    </w:p>
    <w:p w:rsidR="005B7E97" w:rsidRPr="005B7E97" w:rsidRDefault="005B7E97" w:rsidP="00D308D9">
      <w:pPr>
        <w:pStyle w:val="ListParagraph"/>
        <w:numPr>
          <w:ilvl w:val="0"/>
          <w:numId w:val="20"/>
        </w:numPr>
        <w:spacing w:after="200" w:line="276" w:lineRule="auto"/>
      </w:pPr>
      <w:r w:rsidRPr="005B7E97">
        <w:t>Click Save</w:t>
      </w:r>
    </w:p>
    <w:p w:rsidR="005B7E97" w:rsidRPr="005B7E97" w:rsidRDefault="005B7E97" w:rsidP="00D308D9">
      <w:pPr>
        <w:pStyle w:val="ListParagraph"/>
        <w:numPr>
          <w:ilvl w:val="0"/>
          <w:numId w:val="20"/>
        </w:numPr>
        <w:spacing w:after="200" w:line="276" w:lineRule="auto"/>
      </w:pPr>
      <w:r w:rsidRPr="005B7E97">
        <w:t>In the main window, you should see the single forum to which you subscribed</w:t>
      </w:r>
    </w:p>
    <w:p w:rsidR="005B7E97" w:rsidRPr="005B7E97" w:rsidRDefault="005B7E97" w:rsidP="00D308D9">
      <w:pPr>
        <w:pStyle w:val="ListParagraph"/>
        <w:numPr>
          <w:ilvl w:val="0"/>
          <w:numId w:val="20"/>
        </w:numPr>
        <w:spacing w:after="200" w:line="276" w:lineRule="auto"/>
      </w:pPr>
      <w:r w:rsidRPr="005B7E97">
        <w:t xml:space="preserve">Synchronization should of </w:t>
      </w:r>
      <w:r w:rsidR="003531AA">
        <w:t>the</w:t>
      </w:r>
      <w:r w:rsidRPr="005B7E97">
        <w:t xml:space="preserve"> forum start within 1 minute.</w:t>
      </w:r>
    </w:p>
    <w:p w:rsidR="005B7E97" w:rsidRPr="005B7E97" w:rsidRDefault="005B7E97" w:rsidP="00D308D9">
      <w:pPr>
        <w:pStyle w:val="ListParagraph"/>
        <w:numPr>
          <w:ilvl w:val="0"/>
          <w:numId w:val="20"/>
        </w:numPr>
        <w:spacing w:after="200" w:line="276" w:lineRule="auto"/>
      </w:pPr>
      <w:r w:rsidRPr="005B7E97">
        <w:t>Allow the forum to finish synchronizing.</w:t>
      </w:r>
    </w:p>
    <w:p w:rsidR="005B7E97" w:rsidRDefault="005B7E97" w:rsidP="00D308D9">
      <w:pPr>
        <w:pStyle w:val="ListParagraph"/>
        <w:numPr>
          <w:ilvl w:val="0"/>
          <w:numId w:val="20"/>
        </w:numPr>
        <w:spacing w:after="200" w:line="276" w:lineRule="auto"/>
      </w:pPr>
      <w:r w:rsidRPr="005B7E97">
        <w:t xml:space="preserve">The forum should not try to automatically synchronize again until 10 – 11 minutes have passed since the forum completed its previous synchronization. </w:t>
      </w:r>
    </w:p>
    <w:p w:rsidR="005B7E97" w:rsidRDefault="005B7E97" w:rsidP="00D308D9">
      <w:pPr>
        <w:pStyle w:val="ListParagraph"/>
        <w:numPr>
          <w:ilvl w:val="0"/>
          <w:numId w:val="20"/>
        </w:numPr>
        <w:spacing w:after="200" w:line="276" w:lineRule="auto"/>
      </w:pPr>
      <w:r>
        <w:t xml:space="preserve">Note: If the server throws an error, client synchronization will terminate silently and retry 1 minute later. This should not be viewed as a test failure. A bug has been filed requesting visual notification of the server error so that the user is aware that the synchronization is incomplete. When the client reports the server failure, this test should be updated to specify the expected behavior if and when such server failures occur. </w:t>
      </w:r>
    </w:p>
    <w:p w:rsidR="005B7E97" w:rsidRDefault="005B7E97" w:rsidP="00D308D9">
      <w:pPr>
        <w:pStyle w:val="ListParagraph"/>
        <w:numPr>
          <w:ilvl w:val="0"/>
          <w:numId w:val="20"/>
        </w:numPr>
        <w:spacing w:after="200" w:line="276" w:lineRule="auto"/>
      </w:pPr>
      <w:r>
        <w:lastRenderedPageBreak/>
        <w:t>Subscribe to at least 10 more forums from a mixture of brands and locales.</w:t>
      </w:r>
    </w:p>
    <w:p w:rsidR="003943AC" w:rsidRDefault="003943AC" w:rsidP="00D308D9">
      <w:pPr>
        <w:pStyle w:val="ListParagraph"/>
        <w:numPr>
          <w:ilvl w:val="0"/>
          <w:numId w:val="20"/>
        </w:numPr>
        <w:spacing w:after="200" w:line="276" w:lineRule="auto"/>
      </w:pPr>
      <w:r>
        <w:t xml:space="preserve">Within 1 minute, some of the forums should begin to synchronize. </w:t>
      </w:r>
      <w:r w:rsidR="00976496">
        <w:t xml:space="preserve">Four forums </w:t>
      </w:r>
      <w:r>
        <w:t>wil</w:t>
      </w:r>
      <w:r w:rsidR="00976496">
        <w:t>l be simultaneously synchronized for each processor</w:t>
      </w:r>
      <w:r>
        <w:t xml:space="preserve"> your computer has installed.</w:t>
      </w:r>
    </w:p>
    <w:p w:rsidR="00976496" w:rsidRDefault="00976496" w:rsidP="00D308D9">
      <w:pPr>
        <w:pStyle w:val="ListParagraph"/>
        <w:numPr>
          <w:ilvl w:val="0"/>
          <w:numId w:val="20"/>
        </w:numPr>
        <w:spacing w:after="200" w:line="276" w:lineRule="auto"/>
      </w:pPr>
      <w:r>
        <w:t xml:space="preserve">When any of those first forums complete synchronization, other forums will begin </w:t>
      </w:r>
      <w:r w:rsidRPr="005B7E97">
        <w:t>synchronization</w:t>
      </w:r>
      <w:r>
        <w:t xml:space="preserve"> within 1 minute. Exactly enough forums to reach the limit defined by </w:t>
      </w:r>
      <w:r w:rsidRPr="00976496">
        <w:rPr>
          <w:noProof/>
          <w:color w:val="2B91AF"/>
        </w:rPr>
        <w:t>Environment</w:t>
      </w:r>
      <w:r w:rsidRPr="00976496">
        <w:rPr>
          <w:noProof/>
        </w:rPr>
        <w:t>.ProcessorCount * 4</w:t>
      </w:r>
      <w:r>
        <w:t xml:space="preserve"> should be started.</w:t>
      </w:r>
    </w:p>
    <w:p w:rsidR="00976496" w:rsidRPr="005B7E97" w:rsidRDefault="00976496" w:rsidP="00D308D9">
      <w:pPr>
        <w:pStyle w:val="ListParagraph"/>
        <w:numPr>
          <w:ilvl w:val="0"/>
          <w:numId w:val="20"/>
        </w:numPr>
        <w:spacing w:after="200" w:line="276" w:lineRule="auto"/>
      </w:pPr>
      <w:r>
        <w:t xml:space="preserve">All of the new forums must </w:t>
      </w:r>
      <w:r w:rsidR="003531AA">
        <w:t xml:space="preserve">at least </w:t>
      </w:r>
      <w:r>
        <w:t>start synchronizing before the one forum that you originally subscribed to and was synchronized earlier in the test attempts to synchronize again.</w:t>
      </w:r>
      <w:r w:rsidR="003531AA">
        <w:t xml:space="preserve"> </w:t>
      </w:r>
    </w:p>
    <w:p w:rsidR="005B7E97" w:rsidRDefault="005B7E97" w:rsidP="00AC50F2">
      <w:pPr>
        <w:spacing w:after="200" w:line="276" w:lineRule="auto"/>
        <w:ind w:left="360"/>
      </w:pPr>
    </w:p>
    <w:p w:rsidR="007A13D0" w:rsidRDefault="00B82ED2" w:rsidP="007A13D0">
      <w:pPr>
        <w:pStyle w:val="Heading2"/>
      </w:pPr>
      <w:bookmarkStart w:id="30" w:name="_Toc213490454"/>
      <w:r>
        <w:t>Options Dialog</w:t>
      </w:r>
      <w:r w:rsidR="007A13D0">
        <w:t xml:space="preserve"> </w:t>
      </w:r>
      <w:r w:rsidR="007A13D0" w:rsidRPr="00DA4045">
        <w:t>Test</w:t>
      </w:r>
      <w:r w:rsidR="007A13D0">
        <w:t>s</w:t>
      </w:r>
      <w:bookmarkEnd w:id="30"/>
    </w:p>
    <w:p w:rsidR="00B86773" w:rsidRPr="00B86773" w:rsidRDefault="00B86773" w:rsidP="00B86773">
      <w:r>
        <w:t xml:space="preserve">The tests for this suite have been automated in the </w:t>
      </w:r>
      <w:r w:rsidRPr="00B86773">
        <w:t>OptionsDialogTests</w:t>
      </w:r>
      <w:r>
        <w:t xml:space="preserve"> class of the </w:t>
      </w:r>
      <w:r w:rsidRPr="00B86773">
        <w:t>Test.UITestSuite</w:t>
      </w:r>
      <w:r>
        <w:t xml:space="preserve"> project.</w:t>
      </w:r>
    </w:p>
    <w:p w:rsidR="007A13D0" w:rsidRDefault="007A13D0" w:rsidP="007A13D0"/>
    <w:p w:rsidR="007A13D0" w:rsidRPr="003531AA" w:rsidRDefault="007A13D0" w:rsidP="007A13D0">
      <w:pPr>
        <w:rPr>
          <w:b/>
        </w:rPr>
      </w:pPr>
      <w:r w:rsidRPr="00C012F7">
        <w:rPr>
          <w:b/>
        </w:rPr>
        <w:t>Scenarios to verify</w:t>
      </w:r>
    </w:p>
    <w:p w:rsidR="00B82ED2" w:rsidRDefault="00B82ED2" w:rsidP="00B82ED2">
      <w:pPr>
        <w:pStyle w:val="Heading3"/>
      </w:pPr>
      <w:bookmarkStart w:id="31" w:name="_Toc213490455"/>
      <w:r>
        <w:t>Default Settings</w:t>
      </w:r>
      <w:bookmarkEnd w:id="31"/>
    </w:p>
    <w:p w:rsidR="00B82ED2" w:rsidRDefault="00B82ED2" w:rsidP="00B82ED2">
      <w:r w:rsidRPr="004A79DD">
        <w:t xml:space="preserve">Verify </w:t>
      </w:r>
      <w:r>
        <w:t>that the</w:t>
      </w:r>
      <w:r w:rsidR="0033413C">
        <w:t xml:space="preserve"> default settings for all options are as expected.</w:t>
      </w:r>
    </w:p>
    <w:p w:rsidR="00B82ED2" w:rsidRDefault="00B82ED2" w:rsidP="00B82ED2">
      <w:pPr>
        <w:pStyle w:val="Heading3"/>
      </w:pPr>
      <w:bookmarkStart w:id="32" w:name="_Toc213490456"/>
      <w:r>
        <w:t>Automatic Synchronization</w:t>
      </w:r>
      <w:r w:rsidRPr="00B82ED2">
        <w:t xml:space="preserve"> </w:t>
      </w:r>
      <w:r>
        <w:t>Time Interval</w:t>
      </w:r>
      <w:bookmarkEnd w:id="32"/>
    </w:p>
    <w:p w:rsidR="00FD7D81" w:rsidRDefault="00B82ED2" w:rsidP="00FD7D81">
      <w:r w:rsidRPr="004A79DD">
        <w:t xml:space="preserve">Verify </w:t>
      </w:r>
      <w:r>
        <w:t xml:space="preserve">that the user can select various time intervals for automatic synchronization and turn automatic synchronization on </w:t>
      </w:r>
      <w:r w:rsidR="00B86773">
        <w:t>or</w:t>
      </w:r>
      <w:r>
        <w:t xml:space="preserve"> off.</w:t>
      </w:r>
    </w:p>
    <w:p w:rsidR="00A0719C" w:rsidRDefault="00A0719C" w:rsidP="00A0719C">
      <w:pPr>
        <w:pStyle w:val="Heading3"/>
      </w:pPr>
      <w:bookmarkStart w:id="33" w:name="_Toc213490457"/>
      <w:r>
        <w:t>User Options Persist</w:t>
      </w:r>
      <w:bookmarkEnd w:id="33"/>
    </w:p>
    <w:p w:rsidR="00A0719C" w:rsidRPr="0033413C" w:rsidRDefault="00A0719C" w:rsidP="00A0719C">
      <w:r w:rsidRPr="00B86773">
        <w:t>This test verifies that settings chosen by the user persist across invocations of the</w:t>
      </w:r>
      <w:r>
        <w:t xml:space="preserve"> </w:t>
      </w:r>
      <w:r w:rsidRPr="00A0719C">
        <w:t>Options Dialog within a single execution of the Forums Client and across multiple executions of the Forums Client</w:t>
      </w:r>
      <w:r>
        <w:t xml:space="preserve"> application.</w:t>
      </w:r>
    </w:p>
    <w:p w:rsidR="00A0719C" w:rsidRDefault="00A0719C" w:rsidP="00FD7D81"/>
    <w:p w:rsidR="00E726FB" w:rsidRDefault="00B204EE" w:rsidP="00E726FB">
      <w:pPr>
        <w:pStyle w:val="Heading2"/>
      </w:pPr>
      <w:bookmarkStart w:id="34" w:name="_Toc213490458"/>
      <w:r>
        <w:t>Forum Viewing</w:t>
      </w:r>
      <w:r w:rsidR="00E726FB">
        <w:t xml:space="preserve"> </w:t>
      </w:r>
      <w:r w:rsidR="00E726FB" w:rsidRPr="00DA4045">
        <w:t>Test</w:t>
      </w:r>
      <w:r w:rsidR="00E726FB">
        <w:t>s</w:t>
      </w:r>
      <w:bookmarkEnd w:id="34"/>
    </w:p>
    <w:p w:rsidR="00E726FB" w:rsidRDefault="00E726FB" w:rsidP="00E726FB"/>
    <w:p w:rsidR="00B204EE" w:rsidRDefault="00B204EE" w:rsidP="00E726FB">
      <w:r>
        <w:t>The tests in this suite  verify the behavior of features related to the display of threads in a forum and of the posts and replies within a thread.</w:t>
      </w:r>
    </w:p>
    <w:p w:rsidR="00B204EE" w:rsidRDefault="00B204EE" w:rsidP="00E726FB"/>
    <w:p w:rsidR="00E726FB" w:rsidRDefault="00E726FB" w:rsidP="00E726FB">
      <w:r>
        <w:t>Before beginning the tests in this suite, you should subscribe to at least one forum that has several hundred posts in the timespan you chose on the subscription dialog. Synchronize the forum that you will use for this test.</w:t>
      </w:r>
    </w:p>
    <w:p w:rsidR="00B204EE" w:rsidRDefault="00B204EE" w:rsidP="00E726FB"/>
    <w:p w:rsidR="00E726FB" w:rsidRPr="003531AA" w:rsidRDefault="00E726FB" w:rsidP="00E726FB">
      <w:pPr>
        <w:rPr>
          <w:b/>
        </w:rPr>
      </w:pPr>
      <w:r w:rsidRPr="00C012F7">
        <w:rPr>
          <w:b/>
        </w:rPr>
        <w:t>Scenarios to verify</w:t>
      </w:r>
    </w:p>
    <w:p w:rsidR="00E726FB" w:rsidRDefault="00E726FB" w:rsidP="00E726FB">
      <w:pPr>
        <w:pStyle w:val="Heading3"/>
      </w:pPr>
      <w:bookmarkStart w:id="35" w:name="_Toc213490459"/>
      <w:r>
        <w:t xml:space="preserve">Default </w:t>
      </w:r>
      <w:r w:rsidR="00B204EE">
        <w:t>Display</w:t>
      </w:r>
      <w:bookmarkEnd w:id="35"/>
    </w:p>
    <w:p w:rsidR="00E726FB" w:rsidRDefault="00E726FB" w:rsidP="00E726FB">
      <w:r w:rsidRPr="004A79DD">
        <w:t xml:space="preserve">Verify </w:t>
      </w:r>
      <w:r>
        <w:t xml:space="preserve">that the </w:t>
      </w:r>
      <w:r w:rsidR="00B204EE">
        <w:t xml:space="preserve">user can read posts when not logged on to the server and that the </w:t>
      </w:r>
      <w:r>
        <w:t xml:space="preserve">default </w:t>
      </w:r>
      <w:r w:rsidR="00B204EE">
        <w:t>display of a forum is</w:t>
      </w:r>
      <w:r>
        <w:t xml:space="preserve"> as expected.</w:t>
      </w:r>
    </w:p>
    <w:p w:rsidR="00B204EE" w:rsidRPr="005B7E97" w:rsidRDefault="00B204EE" w:rsidP="00B204EE">
      <w:pPr>
        <w:pStyle w:val="ListParagraph"/>
        <w:numPr>
          <w:ilvl w:val="0"/>
          <w:numId w:val="23"/>
        </w:numPr>
        <w:spacing w:after="200" w:line="276" w:lineRule="auto"/>
      </w:pPr>
      <w:r w:rsidRPr="005B7E97">
        <w:t>Start ForumsClient.exe</w:t>
      </w:r>
    </w:p>
    <w:p w:rsidR="00B204EE" w:rsidRPr="005B7E97" w:rsidRDefault="00B204EE" w:rsidP="00B204EE">
      <w:pPr>
        <w:pStyle w:val="ListParagraph"/>
        <w:numPr>
          <w:ilvl w:val="0"/>
          <w:numId w:val="23"/>
        </w:numPr>
        <w:spacing w:after="200" w:line="276" w:lineRule="auto"/>
      </w:pPr>
      <w:r w:rsidRPr="005B7E97">
        <w:t>Cancel the Live ID logon dialog</w:t>
      </w:r>
    </w:p>
    <w:p w:rsidR="00B204EE" w:rsidRDefault="00F02550" w:rsidP="00B204EE">
      <w:pPr>
        <w:pStyle w:val="ListParagraph"/>
        <w:numPr>
          <w:ilvl w:val="0"/>
          <w:numId w:val="23"/>
        </w:numPr>
      </w:pPr>
      <w:r>
        <w:t>C</w:t>
      </w:r>
      <w:r w:rsidR="00B204EE">
        <w:t>lick on the forum you want to use for this test.</w:t>
      </w:r>
    </w:p>
    <w:p w:rsidR="00F37224" w:rsidRDefault="00B204EE" w:rsidP="00B204EE">
      <w:pPr>
        <w:pStyle w:val="ListParagraph"/>
        <w:numPr>
          <w:ilvl w:val="1"/>
          <w:numId w:val="23"/>
        </w:numPr>
      </w:pPr>
      <w:r>
        <w:t xml:space="preserve">The threads for the forum should be displayed </w:t>
      </w:r>
      <w:r w:rsidR="00F37224">
        <w:t>in a grid dis</w:t>
      </w:r>
      <w:r>
        <w:t>pl</w:t>
      </w:r>
      <w:r w:rsidR="00F37224">
        <w:t>a</w:t>
      </w:r>
      <w:r>
        <w:t xml:space="preserve">y. </w:t>
      </w:r>
      <w:r w:rsidR="00F37224">
        <w:t xml:space="preserve"> </w:t>
      </w:r>
    </w:p>
    <w:p w:rsidR="00B204EE" w:rsidRDefault="00F37224" w:rsidP="00B204EE">
      <w:pPr>
        <w:pStyle w:val="ListParagraph"/>
        <w:numPr>
          <w:ilvl w:val="1"/>
          <w:numId w:val="23"/>
        </w:numPr>
      </w:pPr>
      <w:r>
        <w:lastRenderedPageBreak/>
        <w:t>The grid should have 4 columns: Subject, Author, Modified Date, and Created Date.</w:t>
      </w:r>
    </w:p>
    <w:p w:rsidR="00F37224" w:rsidRDefault="00F37224" w:rsidP="00B204EE">
      <w:pPr>
        <w:pStyle w:val="ListParagraph"/>
        <w:numPr>
          <w:ilvl w:val="1"/>
          <w:numId w:val="23"/>
        </w:numPr>
      </w:pPr>
      <w:r>
        <w:t xml:space="preserve">The threads of the forum should be sorted in descending order by their Modified Date field. </w:t>
      </w:r>
    </w:p>
    <w:p w:rsidR="00F37224" w:rsidRDefault="00F37224" w:rsidP="00B204EE">
      <w:pPr>
        <w:pStyle w:val="ListParagraph"/>
        <w:numPr>
          <w:ilvl w:val="1"/>
          <w:numId w:val="23"/>
        </w:numPr>
      </w:pPr>
      <w:r>
        <w:t>The forum’s name should be displayed above the grid.</w:t>
      </w:r>
    </w:p>
    <w:p w:rsidR="00F37224" w:rsidRDefault="00F37224" w:rsidP="00B204EE">
      <w:pPr>
        <w:pStyle w:val="ListParagraph"/>
        <w:numPr>
          <w:ilvl w:val="1"/>
          <w:numId w:val="23"/>
        </w:numPr>
      </w:pPr>
      <w:r>
        <w:t xml:space="preserve">A search box </w:t>
      </w:r>
      <w:r w:rsidR="00252C2B">
        <w:t>with a “magnifiying glass” icon  and an expander arrow</w:t>
      </w:r>
      <w:r>
        <w:t>should be displayed.</w:t>
      </w:r>
    </w:p>
    <w:p w:rsidR="00252C2B" w:rsidRDefault="00252C2B" w:rsidP="00B204EE">
      <w:pPr>
        <w:pStyle w:val="ListParagraph"/>
        <w:numPr>
          <w:ilvl w:val="1"/>
          <w:numId w:val="23"/>
        </w:numPr>
      </w:pPr>
      <w:r>
        <w:t>Since the forum has hundreds of posts, you should see a</w:t>
      </w:r>
      <w:r w:rsidR="00D40ADA">
        <w:t>n enabled</w:t>
      </w:r>
      <w:r>
        <w:t xml:space="preserve"> vertical scrollbar to allow you to move up and down in the list</w:t>
      </w:r>
      <w:r w:rsidR="00D40ADA">
        <w:t>. In a forum with few threads, the scrollbar should be visible but not enabled.</w:t>
      </w:r>
    </w:p>
    <w:p w:rsidR="00D40ADA" w:rsidRDefault="00D40ADA" w:rsidP="00B204EE">
      <w:pPr>
        <w:pStyle w:val="ListParagraph"/>
        <w:numPr>
          <w:ilvl w:val="1"/>
          <w:numId w:val="23"/>
        </w:numPr>
      </w:pPr>
      <w:r>
        <w:t>Some threads will have a “+” icon to the left of their subject column. This indicates that there are replies to the root post of the thread. Threads which do not have the “+” icon have no replies.</w:t>
      </w:r>
    </w:p>
    <w:p w:rsidR="00F02550" w:rsidRDefault="00F02550" w:rsidP="00B204EE">
      <w:pPr>
        <w:pStyle w:val="ListParagraph"/>
        <w:numPr>
          <w:ilvl w:val="1"/>
          <w:numId w:val="23"/>
        </w:numPr>
      </w:pPr>
      <w:r>
        <w:t>The post reading pane should be empty as you have not selected a post yet.</w:t>
      </w:r>
    </w:p>
    <w:p w:rsidR="00D27930" w:rsidRDefault="00D27930" w:rsidP="00252C2B">
      <w:pPr>
        <w:pStyle w:val="ListParagraph"/>
        <w:numPr>
          <w:ilvl w:val="0"/>
          <w:numId w:val="23"/>
        </w:numPr>
      </w:pPr>
      <w:r>
        <w:t xml:space="preserve">Click on the “+” icon next to a thread. </w:t>
      </w:r>
    </w:p>
    <w:p w:rsidR="00D27930" w:rsidRDefault="00D27930" w:rsidP="00D27930">
      <w:pPr>
        <w:pStyle w:val="ListParagraph"/>
        <w:numPr>
          <w:ilvl w:val="1"/>
          <w:numId w:val="23"/>
        </w:numPr>
      </w:pPr>
      <w:r>
        <w:t>This should expand into a tree view showing all posts and replies for the thread</w:t>
      </w:r>
    </w:p>
    <w:p w:rsidR="00D27930" w:rsidRDefault="00D27930" w:rsidP="00D27930">
      <w:pPr>
        <w:pStyle w:val="ListParagraph"/>
        <w:numPr>
          <w:ilvl w:val="1"/>
          <w:numId w:val="23"/>
        </w:numPr>
      </w:pPr>
      <w:r>
        <w:t>The icon should change to a “-“ icon</w:t>
      </w:r>
    </w:p>
    <w:p w:rsidR="00D27930" w:rsidRDefault="00D27930" w:rsidP="00D27930">
      <w:pPr>
        <w:pStyle w:val="ListParagraph"/>
        <w:numPr>
          <w:ilvl w:val="1"/>
          <w:numId w:val="23"/>
        </w:numPr>
      </w:pPr>
      <w:r>
        <w:t>Since you have not selelcted a post from the thread, no text should be displayed in the post area</w:t>
      </w:r>
    </w:p>
    <w:p w:rsidR="00D27930" w:rsidRDefault="00D27930" w:rsidP="00D27930">
      <w:pPr>
        <w:pStyle w:val="ListParagraph"/>
        <w:numPr>
          <w:ilvl w:val="0"/>
          <w:numId w:val="23"/>
        </w:numPr>
      </w:pPr>
      <w:r>
        <w:t xml:space="preserve">Click a minus sign icon for a post that is underneath the root post. </w:t>
      </w:r>
    </w:p>
    <w:p w:rsidR="00D27930" w:rsidRDefault="00D27930" w:rsidP="00D27930">
      <w:pPr>
        <w:pStyle w:val="ListParagraph"/>
        <w:numPr>
          <w:ilvl w:val="1"/>
          <w:numId w:val="23"/>
        </w:numPr>
      </w:pPr>
      <w:r>
        <w:t>This should collapse that level and all levels underneath it</w:t>
      </w:r>
    </w:p>
    <w:p w:rsidR="00D27930" w:rsidRDefault="00D27930" w:rsidP="00D27930">
      <w:pPr>
        <w:pStyle w:val="ListParagraph"/>
        <w:numPr>
          <w:ilvl w:val="0"/>
          <w:numId w:val="23"/>
        </w:numPr>
      </w:pPr>
      <w:r>
        <w:t xml:space="preserve">Click the </w:t>
      </w:r>
      <w:r w:rsidR="00311C62">
        <w:t xml:space="preserve">minus </w:t>
      </w:r>
      <w:r>
        <w:t>sign icon next to the thread</w:t>
      </w:r>
    </w:p>
    <w:p w:rsidR="00D27930" w:rsidRDefault="00D27930" w:rsidP="00D27930">
      <w:pPr>
        <w:pStyle w:val="ListParagraph"/>
        <w:numPr>
          <w:ilvl w:val="1"/>
          <w:numId w:val="23"/>
        </w:numPr>
      </w:pPr>
      <w:r>
        <w:t>This should collapse all levels of the thread</w:t>
      </w:r>
    </w:p>
    <w:p w:rsidR="00311C62" w:rsidRDefault="00311C62" w:rsidP="00311C62">
      <w:pPr>
        <w:pStyle w:val="ListParagraph"/>
        <w:numPr>
          <w:ilvl w:val="0"/>
          <w:numId w:val="23"/>
        </w:numPr>
      </w:pPr>
      <w:r>
        <w:t>Click on the “+” icon next to the thread</w:t>
      </w:r>
    </w:p>
    <w:p w:rsidR="00311C62" w:rsidRDefault="00311C62" w:rsidP="00311C62">
      <w:pPr>
        <w:pStyle w:val="ListParagraph"/>
        <w:numPr>
          <w:ilvl w:val="1"/>
          <w:numId w:val="23"/>
        </w:numPr>
      </w:pPr>
      <w:r>
        <w:t>This should expand all level of the thread again including the sub tree that you collapsed earlier.</w:t>
      </w:r>
    </w:p>
    <w:p w:rsidR="00D27930" w:rsidRDefault="00D27930" w:rsidP="00D27930">
      <w:pPr>
        <w:pStyle w:val="ListParagraph"/>
        <w:numPr>
          <w:ilvl w:val="0"/>
          <w:numId w:val="23"/>
        </w:numPr>
      </w:pPr>
      <w:r>
        <w:t xml:space="preserve">Identify a thread which has no replies. Click in the area where the </w:t>
      </w:r>
      <w:r w:rsidR="00311C62">
        <w:t xml:space="preserve">“+” </w:t>
      </w:r>
      <w:r>
        <w:t>icon would be if the thread had reples.</w:t>
      </w:r>
      <w:r w:rsidR="00311C62">
        <w:t xml:space="preserve"> </w:t>
      </w:r>
    </w:p>
    <w:p w:rsidR="00311C62" w:rsidRDefault="00311C62" w:rsidP="00311C62">
      <w:pPr>
        <w:pStyle w:val="ListParagraph"/>
        <w:numPr>
          <w:ilvl w:val="1"/>
          <w:numId w:val="23"/>
        </w:numPr>
      </w:pPr>
      <w:r>
        <w:t>This should automatically select the post and display it in the post reading pane</w:t>
      </w:r>
    </w:p>
    <w:p w:rsidR="00F37224" w:rsidRDefault="00F02550" w:rsidP="00252C2B">
      <w:pPr>
        <w:pStyle w:val="ListParagraph"/>
        <w:numPr>
          <w:ilvl w:val="0"/>
          <w:numId w:val="23"/>
        </w:numPr>
      </w:pPr>
      <w:r>
        <w:t>C</w:t>
      </w:r>
      <w:r w:rsidR="00D40ADA">
        <w:t>lick on the subject column of a thread  that has at l</w:t>
      </w:r>
      <w:r w:rsidR="00311C62">
        <w:t>east one reply but is not expanded into the tree view.</w:t>
      </w:r>
    </w:p>
    <w:p w:rsidR="00311C62" w:rsidRDefault="00311C62" w:rsidP="00311C62">
      <w:pPr>
        <w:pStyle w:val="ListParagraph"/>
        <w:numPr>
          <w:ilvl w:val="1"/>
          <w:numId w:val="23"/>
        </w:numPr>
      </w:pPr>
      <w:r>
        <w:t>This should select the root post of the thread and display it in the post reading pane</w:t>
      </w:r>
    </w:p>
    <w:p w:rsidR="00311C62" w:rsidRDefault="00F02550" w:rsidP="00311C62">
      <w:pPr>
        <w:pStyle w:val="ListParagraph"/>
        <w:numPr>
          <w:ilvl w:val="1"/>
          <w:numId w:val="23"/>
        </w:numPr>
      </w:pPr>
      <w:r>
        <w:t>The thread should not expand into the tree view.</w:t>
      </w:r>
    </w:p>
    <w:p w:rsidR="00F02550" w:rsidRDefault="00F02550" w:rsidP="00F02550">
      <w:pPr>
        <w:pStyle w:val="ListParagraph"/>
        <w:numPr>
          <w:ilvl w:val="0"/>
          <w:numId w:val="23"/>
        </w:numPr>
      </w:pPr>
      <w:r>
        <w:t>Expand a different thread into the tree view.</w:t>
      </w:r>
    </w:p>
    <w:p w:rsidR="00F02550" w:rsidRDefault="00F02550" w:rsidP="00F02550">
      <w:pPr>
        <w:pStyle w:val="ListParagraph"/>
        <w:numPr>
          <w:ilvl w:val="0"/>
          <w:numId w:val="23"/>
        </w:numPr>
      </w:pPr>
      <w:r>
        <w:t>Click on the subject column of thread.</w:t>
      </w:r>
    </w:p>
    <w:p w:rsidR="00F02550" w:rsidRDefault="00F02550" w:rsidP="00F02550">
      <w:pPr>
        <w:pStyle w:val="ListParagraph"/>
        <w:numPr>
          <w:ilvl w:val="1"/>
          <w:numId w:val="23"/>
        </w:numPr>
      </w:pPr>
      <w:r>
        <w:t>This should select the root post of the thread and display the post’s text in the post reading pane</w:t>
      </w:r>
    </w:p>
    <w:p w:rsidR="00F02550" w:rsidRDefault="00F02550" w:rsidP="00F02550">
      <w:pPr>
        <w:pStyle w:val="ListParagraph"/>
        <w:numPr>
          <w:ilvl w:val="1"/>
          <w:numId w:val="23"/>
        </w:numPr>
      </w:pPr>
      <w:r>
        <w:t>The thread should remain expanded into the tree view. It should not collapse.</w:t>
      </w:r>
    </w:p>
    <w:p w:rsidR="00237CB1" w:rsidRDefault="00237CB1" w:rsidP="00237CB1">
      <w:pPr>
        <w:pStyle w:val="ListParagraph"/>
        <w:numPr>
          <w:ilvl w:val="0"/>
          <w:numId w:val="23"/>
        </w:numPr>
      </w:pPr>
      <w:r>
        <w:t>Click on the Subject column header.</w:t>
      </w:r>
    </w:p>
    <w:p w:rsidR="00237CB1" w:rsidRDefault="00237CB1" w:rsidP="00237CB1">
      <w:pPr>
        <w:pStyle w:val="ListParagraph"/>
        <w:numPr>
          <w:ilvl w:val="1"/>
          <w:numId w:val="23"/>
        </w:numPr>
      </w:pPr>
      <w:r>
        <w:t>This should sort the threads into ascending order by their subject</w:t>
      </w:r>
    </w:p>
    <w:p w:rsidR="00237CB1" w:rsidRDefault="00237CB1" w:rsidP="00237CB1">
      <w:pPr>
        <w:pStyle w:val="ListParagraph"/>
        <w:numPr>
          <w:ilvl w:val="0"/>
          <w:numId w:val="23"/>
        </w:numPr>
      </w:pPr>
      <w:r>
        <w:t>Click on the Subject column header again and observer that the threads are sorted in descending order.</w:t>
      </w:r>
    </w:p>
    <w:p w:rsidR="00237CB1" w:rsidRDefault="00237CB1" w:rsidP="00237CB1">
      <w:pPr>
        <w:pStyle w:val="ListParagraph"/>
        <w:numPr>
          <w:ilvl w:val="0"/>
          <w:numId w:val="23"/>
        </w:numPr>
      </w:pPr>
      <w:r>
        <w:t>Repeat for the Author, Modified Date, and Created Date column headers</w:t>
      </w:r>
    </w:p>
    <w:p w:rsidR="00F02550" w:rsidRDefault="00F02550" w:rsidP="00F02550">
      <w:pPr>
        <w:pStyle w:val="ListParagraph"/>
        <w:numPr>
          <w:ilvl w:val="0"/>
          <w:numId w:val="23"/>
        </w:numPr>
        <w:spacing w:after="200" w:line="276" w:lineRule="auto"/>
      </w:pPr>
      <w:r>
        <w:t>Exit from the Forums Client application</w:t>
      </w:r>
    </w:p>
    <w:p w:rsidR="00F02550" w:rsidRDefault="00F02550" w:rsidP="00F02550">
      <w:pPr>
        <w:pStyle w:val="Heading3"/>
      </w:pPr>
      <w:bookmarkStart w:id="36" w:name="_Toc213490460"/>
      <w:r>
        <w:t xml:space="preserve">Searching for </w:t>
      </w:r>
      <w:r w:rsidR="00A922C8">
        <w:t>threads</w:t>
      </w:r>
      <w:bookmarkEnd w:id="36"/>
    </w:p>
    <w:p w:rsidR="00F02550" w:rsidRDefault="00F02550" w:rsidP="00F02550">
      <w:r w:rsidRPr="004A79DD">
        <w:t xml:space="preserve">Verify </w:t>
      </w:r>
      <w:r>
        <w:t xml:space="preserve">that the user can search for </w:t>
      </w:r>
      <w:r w:rsidR="00A922C8">
        <w:t>threads</w:t>
      </w:r>
      <w:r>
        <w:t xml:space="preserve"> by title when not logged on to the server.</w:t>
      </w:r>
    </w:p>
    <w:p w:rsidR="00F02550" w:rsidRPr="005B7E97" w:rsidRDefault="00F02550" w:rsidP="00F02550">
      <w:pPr>
        <w:pStyle w:val="ListParagraph"/>
        <w:numPr>
          <w:ilvl w:val="0"/>
          <w:numId w:val="24"/>
        </w:numPr>
        <w:spacing w:after="200" w:line="276" w:lineRule="auto"/>
      </w:pPr>
      <w:r w:rsidRPr="005B7E97">
        <w:t>Start ForumsClient.exe</w:t>
      </w:r>
    </w:p>
    <w:p w:rsidR="00F02550" w:rsidRPr="005B7E97" w:rsidRDefault="00F02550" w:rsidP="00F02550">
      <w:pPr>
        <w:pStyle w:val="ListParagraph"/>
        <w:numPr>
          <w:ilvl w:val="0"/>
          <w:numId w:val="24"/>
        </w:numPr>
        <w:spacing w:after="200" w:line="276" w:lineRule="auto"/>
      </w:pPr>
      <w:r w:rsidRPr="005B7E97">
        <w:lastRenderedPageBreak/>
        <w:t>Cancel the Live ID logon dialog</w:t>
      </w:r>
    </w:p>
    <w:p w:rsidR="00F02550" w:rsidRDefault="00F02550" w:rsidP="00F02550">
      <w:pPr>
        <w:pStyle w:val="ListParagraph"/>
        <w:numPr>
          <w:ilvl w:val="0"/>
          <w:numId w:val="24"/>
        </w:numPr>
      </w:pPr>
      <w:r>
        <w:t>Click on the forum you want to use for this test.</w:t>
      </w:r>
    </w:p>
    <w:p w:rsidR="00F02550" w:rsidRDefault="00F02550" w:rsidP="00F02550">
      <w:pPr>
        <w:pStyle w:val="ListParagraph"/>
        <w:numPr>
          <w:ilvl w:val="0"/>
          <w:numId w:val="24"/>
        </w:numPr>
      </w:pPr>
      <w:r>
        <w:t xml:space="preserve">Identify a character string that appears </w:t>
      </w:r>
      <w:r w:rsidR="00C2539B">
        <w:t>in the subject line of at least one thread. The string does not have to represent an entire word but may represent a phrase of multiple words and white space if you like.</w:t>
      </w:r>
    </w:p>
    <w:p w:rsidR="00C2539B" w:rsidRDefault="00C2539B" w:rsidP="00F02550">
      <w:pPr>
        <w:pStyle w:val="ListParagraph"/>
        <w:numPr>
          <w:ilvl w:val="0"/>
          <w:numId w:val="24"/>
        </w:numPr>
      </w:pPr>
      <w:r>
        <w:t>Type the string you want to search for into the Search text box</w:t>
      </w:r>
    </w:p>
    <w:p w:rsidR="00C2539B" w:rsidRDefault="00C2539B" w:rsidP="00F02550">
      <w:pPr>
        <w:pStyle w:val="ListParagraph"/>
        <w:numPr>
          <w:ilvl w:val="0"/>
          <w:numId w:val="24"/>
        </w:numPr>
      </w:pPr>
      <w:r>
        <w:t>Click the magnifying glass icon next to the Search text box</w:t>
      </w:r>
    </w:p>
    <w:p w:rsidR="00C2539B" w:rsidRDefault="00C2539B" w:rsidP="00C2539B">
      <w:pPr>
        <w:pStyle w:val="ListParagraph"/>
        <w:numPr>
          <w:ilvl w:val="1"/>
          <w:numId w:val="24"/>
        </w:numPr>
      </w:pPr>
      <w:r>
        <w:t>This should display at least the thread you used to select the search string.</w:t>
      </w:r>
    </w:p>
    <w:p w:rsidR="001A1483" w:rsidRDefault="001A1483" w:rsidP="00C2539B">
      <w:pPr>
        <w:pStyle w:val="ListParagraph"/>
        <w:numPr>
          <w:ilvl w:val="1"/>
          <w:numId w:val="24"/>
        </w:numPr>
      </w:pPr>
      <w:r>
        <w:t>It should also display a red X icon next to the magnifying glass icon.</w:t>
      </w:r>
    </w:p>
    <w:p w:rsidR="00C2539B" w:rsidRDefault="00C2539B" w:rsidP="00C2539B">
      <w:pPr>
        <w:pStyle w:val="ListParagraph"/>
        <w:numPr>
          <w:ilvl w:val="0"/>
          <w:numId w:val="24"/>
        </w:numPr>
      </w:pPr>
      <w:r>
        <w:t xml:space="preserve">Verify that all threads shown have the string in their subject. The search is case insensitive but white space matters. If you type “as “ as the search string, the search will not match “pass” but will make “pass “. </w:t>
      </w:r>
    </w:p>
    <w:p w:rsidR="00C2539B" w:rsidRDefault="00C2539B" w:rsidP="00C2539B">
      <w:pPr>
        <w:pStyle w:val="ListParagraph"/>
        <w:numPr>
          <w:ilvl w:val="0"/>
          <w:numId w:val="24"/>
        </w:numPr>
      </w:pPr>
      <w:r>
        <w:t>Modify the search string to be more restrictive</w:t>
      </w:r>
      <w:r w:rsidR="001A1483">
        <w:t>. If you had multiple results from the first search, change the search string so that it should eliminate some but not all of them.  For example, if you searched for “open”, you could change the search string to be “open file” if one of the threads had that phrase in the title.</w:t>
      </w:r>
    </w:p>
    <w:p w:rsidR="001A1483" w:rsidRDefault="001A1483" w:rsidP="001A1483">
      <w:pPr>
        <w:pStyle w:val="ListParagraph"/>
        <w:numPr>
          <w:ilvl w:val="0"/>
          <w:numId w:val="24"/>
        </w:numPr>
      </w:pPr>
      <w:r>
        <w:t>Click the magnifying glass icon next to the Search text box</w:t>
      </w:r>
    </w:p>
    <w:p w:rsidR="001A1483" w:rsidRDefault="001A1483" w:rsidP="00C2539B">
      <w:pPr>
        <w:pStyle w:val="ListParagraph"/>
        <w:numPr>
          <w:ilvl w:val="0"/>
          <w:numId w:val="24"/>
        </w:numPr>
      </w:pPr>
      <w:r>
        <w:t>Verify that the threads displayed have the revised string in their subject.</w:t>
      </w:r>
    </w:p>
    <w:p w:rsidR="001A1483" w:rsidRDefault="001A1483" w:rsidP="00C2539B">
      <w:pPr>
        <w:pStyle w:val="ListParagraph"/>
        <w:numPr>
          <w:ilvl w:val="0"/>
          <w:numId w:val="24"/>
        </w:numPr>
      </w:pPr>
      <w:r>
        <w:t>Modify the search string in a way that should eliminate all threads. For example, if you searched for “open”, append 3 X’s to the string so that you search for “openXXX”.</w:t>
      </w:r>
    </w:p>
    <w:p w:rsidR="001A1483" w:rsidRDefault="001A1483" w:rsidP="001A1483">
      <w:pPr>
        <w:pStyle w:val="ListParagraph"/>
        <w:numPr>
          <w:ilvl w:val="0"/>
          <w:numId w:val="24"/>
        </w:numPr>
      </w:pPr>
      <w:r>
        <w:t>Click the magnifying glass icon next to the Search text box</w:t>
      </w:r>
    </w:p>
    <w:p w:rsidR="001A1483" w:rsidRDefault="001A1483" w:rsidP="00C2539B">
      <w:pPr>
        <w:pStyle w:val="ListParagraph"/>
        <w:numPr>
          <w:ilvl w:val="0"/>
          <w:numId w:val="24"/>
        </w:numPr>
      </w:pPr>
      <w:r>
        <w:t>Verify that no threads are displayed</w:t>
      </w:r>
    </w:p>
    <w:p w:rsidR="00A922C8" w:rsidRDefault="001A1483" w:rsidP="00C2539B">
      <w:pPr>
        <w:pStyle w:val="ListParagraph"/>
        <w:numPr>
          <w:ilvl w:val="0"/>
          <w:numId w:val="24"/>
        </w:numPr>
      </w:pPr>
      <w:r>
        <w:t xml:space="preserve">Click the red X icon next to the magnifying glass icon and verify that </w:t>
      </w:r>
    </w:p>
    <w:p w:rsidR="00A922C8" w:rsidRDefault="001A1483" w:rsidP="00A922C8">
      <w:pPr>
        <w:pStyle w:val="ListParagraph"/>
        <w:numPr>
          <w:ilvl w:val="1"/>
          <w:numId w:val="24"/>
        </w:numPr>
      </w:pPr>
      <w:r>
        <w:t>all threads for the forum are now displayed</w:t>
      </w:r>
      <w:r w:rsidR="00A922C8">
        <w:t xml:space="preserve"> </w:t>
      </w:r>
    </w:p>
    <w:p w:rsidR="001A1483" w:rsidRDefault="00A922C8" w:rsidP="00A922C8">
      <w:pPr>
        <w:pStyle w:val="ListParagraph"/>
        <w:numPr>
          <w:ilvl w:val="1"/>
          <w:numId w:val="24"/>
        </w:numPr>
      </w:pPr>
      <w:r>
        <w:t>the red X icon is no longer visible</w:t>
      </w:r>
    </w:p>
    <w:p w:rsidR="00A922C8" w:rsidRDefault="00A922C8" w:rsidP="00A922C8">
      <w:pPr>
        <w:pStyle w:val="ListParagraph"/>
        <w:numPr>
          <w:ilvl w:val="1"/>
          <w:numId w:val="24"/>
        </w:numPr>
      </w:pPr>
      <w:r>
        <w:t>the search string has be removed from the Search text box</w:t>
      </w:r>
    </w:p>
    <w:p w:rsidR="00A922C8" w:rsidRDefault="00A922C8" w:rsidP="00A922C8">
      <w:pPr>
        <w:pStyle w:val="ListParagraph"/>
        <w:numPr>
          <w:ilvl w:val="0"/>
          <w:numId w:val="24"/>
        </w:numPr>
        <w:spacing w:after="200" w:line="276" w:lineRule="auto"/>
      </w:pPr>
      <w:r>
        <w:t>Exit from the Forums Client application</w:t>
      </w:r>
    </w:p>
    <w:p w:rsidR="00A922C8" w:rsidRDefault="00A922C8" w:rsidP="00A922C8"/>
    <w:p w:rsidR="00A922C8" w:rsidRDefault="00A922C8" w:rsidP="00A922C8">
      <w:pPr>
        <w:pStyle w:val="Heading3"/>
      </w:pPr>
      <w:bookmarkStart w:id="37" w:name="_Toc213490461"/>
      <w:r>
        <w:t>Filtering threads</w:t>
      </w:r>
      <w:bookmarkEnd w:id="37"/>
    </w:p>
    <w:p w:rsidR="00A922C8" w:rsidRDefault="00A922C8" w:rsidP="00A922C8">
      <w:r w:rsidRPr="004A79DD">
        <w:t xml:space="preserve">Verify </w:t>
      </w:r>
      <w:r>
        <w:t>that the user can filter threads by type or status when not logged on to the server.</w:t>
      </w:r>
    </w:p>
    <w:p w:rsidR="00A922C8" w:rsidRPr="005B7E97" w:rsidRDefault="00A922C8" w:rsidP="00A922C8">
      <w:pPr>
        <w:pStyle w:val="ListParagraph"/>
        <w:numPr>
          <w:ilvl w:val="0"/>
          <w:numId w:val="25"/>
        </w:numPr>
        <w:spacing w:after="200" w:line="276" w:lineRule="auto"/>
      </w:pPr>
      <w:r w:rsidRPr="005B7E97">
        <w:t>Start ForumsClient.exe</w:t>
      </w:r>
    </w:p>
    <w:p w:rsidR="00A922C8" w:rsidRPr="005B7E97" w:rsidRDefault="00A922C8" w:rsidP="00A922C8">
      <w:pPr>
        <w:pStyle w:val="ListParagraph"/>
        <w:numPr>
          <w:ilvl w:val="0"/>
          <w:numId w:val="25"/>
        </w:numPr>
        <w:spacing w:after="200" w:line="276" w:lineRule="auto"/>
      </w:pPr>
      <w:r w:rsidRPr="005B7E97">
        <w:t>Cancel the Live ID logon dialog</w:t>
      </w:r>
    </w:p>
    <w:p w:rsidR="00A922C8" w:rsidRDefault="00A922C8" w:rsidP="00A922C8">
      <w:pPr>
        <w:pStyle w:val="ListParagraph"/>
        <w:numPr>
          <w:ilvl w:val="0"/>
          <w:numId w:val="25"/>
        </w:numPr>
      </w:pPr>
      <w:r>
        <w:t>Click on the forum you want to use for this test.</w:t>
      </w:r>
    </w:p>
    <w:p w:rsidR="00A922C8" w:rsidRDefault="00A922C8" w:rsidP="00A922C8">
      <w:pPr>
        <w:pStyle w:val="ListParagraph"/>
        <w:numPr>
          <w:ilvl w:val="0"/>
          <w:numId w:val="25"/>
        </w:numPr>
      </w:pPr>
      <w:r>
        <w:t>Click on the expander icon to the right of the Search text box</w:t>
      </w:r>
    </w:p>
    <w:p w:rsidR="00A922C8" w:rsidRDefault="00A922C8" w:rsidP="00A922C8">
      <w:pPr>
        <w:pStyle w:val="ListParagraph"/>
        <w:numPr>
          <w:ilvl w:val="1"/>
          <w:numId w:val="25"/>
        </w:numPr>
      </w:pPr>
      <w:r>
        <w:t>The expander icon should change state and be displayed as a collapse.</w:t>
      </w:r>
    </w:p>
    <w:p w:rsidR="00A922C8" w:rsidRDefault="00A922C8" w:rsidP="00A922C8">
      <w:pPr>
        <w:pStyle w:val="ListParagraph"/>
        <w:numPr>
          <w:ilvl w:val="1"/>
          <w:numId w:val="25"/>
        </w:numPr>
      </w:pPr>
      <w:r>
        <w:t>A set of filter buttons and combo boxes should be displayed between the forum title and the grid displaying the forums threads. The filters inlude</w:t>
      </w:r>
    </w:p>
    <w:p w:rsidR="00A922C8" w:rsidRDefault="00A922C8" w:rsidP="00A922C8">
      <w:pPr>
        <w:pStyle w:val="ListParagraph"/>
        <w:numPr>
          <w:ilvl w:val="2"/>
          <w:numId w:val="25"/>
        </w:numPr>
      </w:pPr>
      <w:r>
        <w:t>No Replies button – which should toggle the display between showing only threads with no replies and all threads.</w:t>
      </w:r>
    </w:p>
    <w:p w:rsidR="00A922C8" w:rsidRDefault="00A922C8" w:rsidP="00A922C8">
      <w:pPr>
        <w:pStyle w:val="ListParagraph"/>
        <w:numPr>
          <w:ilvl w:val="2"/>
          <w:numId w:val="25"/>
        </w:numPr>
      </w:pPr>
      <w:r>
        <w:t>Helpful button - which should toggle the display between showing only threads marked as helpful and all threads.</w:t>
      </w:r>
    </w:p>
    <w:p w:rsidR="00A922C8" w:rsidRDefault="00A922C8" w:rsidP="00A922C8">
      <w:pPr>
        <w:pStyle w:val="ListParagraph"/>
        <w:numPr>
          <w:ilvl w:val="2"/>
          <w:numId w:val="25"/>
        </w:numPr>
      </w:pPr>
      <w:r>
        <w:t>A combo box with a list allowing you to select</w:t>
      </w:r>
    </w:p>
    <w:p w:rsidR="00A922C8" w:rsidRDefault="00A922C8" w:rsidP="00A922C8">
      <w:pPr>
        <w:pStyle w:val="ListParagraph"/>
        <w:numPr>
          <w:ilvl w:val="3"/>
          <w:numId w:val="25"/>
        </w:numPr>
      </w:pPr>
      <w:r>
        <w:t xml:space="preserve">All </w:t>
      </w:r>
    </w:p>
    <w:p w:rsidR="00D17717" w:rsidRDefault="00D17717" w:rsidP="00A922C8">
      <w:pPr>
        <w:pStyle w:val="ListParagraph"/>
        <w:numPr>
          <w:ilvl w:val="3"/>
          <w:numId w:val="25"/>
        </w:numPr>
      </w:pPr>
      <w:r>
        <w:t>Answered question threads</w:t>
      </w:r>
    </w:p>
    <w:p w:rsidR="00D17717" w:rsidRDefault="00D17717" w:rsidP="00A922C8">
      <w:pPr>
        <w:pStyle w:val="ListParagraph"/>
        <w:numPr>
          <w:ilvl w:val="3"/>
          <w:numId w:val="25"/>
        </w:numPr>
      </w:pPr>
      <w:r>
        <w:t>Unanswered question threads</w:t>
      </w:r>
    </w:p>
    <w:p w:rsidR="00D17717" w:rsidRDefault="00D17717" w:rsidP="00A922C8">
      <w:pPr>
        <w:pStyle w:val="ListParagraph"/>
        <w:numPr>
          <w:ilvl w:val="3"/>
          <w:numId w:val="25"/>
        </w:numPr>
      </w:pPr>
      <w:r>
        <w:lastRenderedPageBreak/>
        <w:t>Threads which have proposed answers</w:t>
      </w:r>
    </w:p>
    <w:p w:rsidR="00D17717" w:rsidRDefault="00D17717" w:rsidP="00A922C8">
      <w:pPr>
        <w:pStyle w:val="ListParagraph"/>
        <w:numPr>
          <w:ilvl w:val="3"/>
          <w:numId w:val="25"/>
        </w:numPr>
      </w:pPr>
      <w:r>
        <w:t>General Discussion threads</w:t>
      </w:r>
    </w:p>
    <w:p w:rsidR="00D17717" w:rsidRDefault="00D17717" w:rsidP="00F460CB">
      <w:pPr>
        <w:pStyle w:val="ListParagraph"/>
        <w:numPr>
          <w:ilvl w:val="0"/>
          <w:numId w:val="25"/>
        </w:numPr>
      </w:pPr>
      <w:r>
        <w:t>Click the No Replies button</w:t>
      </w:r>
    </w:p>
    <w:p w:rsidR="00D17717" w:rsidRDefault="00D17717" w:rsidP="00F460CB">
      <w:pPr>
        <w:pStyle w:val="ListParagraph"/>
        <w:numPr>
          <w:ilvl w:val="0"/>
          <w:numId w:val="25"/>
        </w:numPr>
      </w:pPr>
      <w:r>
        <w:t>Verify that only threads with no replies are displayed</w:t>
      </w:r>
    </w:p>
    <w:p w:rsidR="00D17717" w:rsidRDefault="00D17717" w:rsidP="00F460CB">
      <w:pPr>
        <w:pStyle w:val="ListParagraph"/>
        <w:numPr>
          <w:ilvl w:val="0"/>
          <w:numId w:val="25"/>
        </w:numPr>
      </w:pPr>
      <w:r>
        <w:t>Click the No Replies button again</w:t>
      </w:r>
    </w:p>
    <w:p w:rsidR="00D17717" w:rsidRDefault="00D17717" w:rsidP="00F460CB">
      <w:pPr>
        <w:pStyle w:val="ListParagraph"/>
        <w:numPr>
          <w:ilvl w:val="0"/>
          <w:numId w:val="25"/>
        </w:numPr>
      </w:pPr>
      <w:r>
        <w:t>Verify that all threads are displayed</w:t>
      </w:r>
    </w:p>
    <w:p w:rsidR="00D17717" w:rsidRDefault="00D17717" w:rsidP="00F460CB">
      <w:pPr>
        <w:pStyle w:val="ListParagraph"/>
        <w:numPr>
          <w:ilvl w:val="0"/>
          <w:numId w:val="25"/>
        </w:numPr>
      </w:pPr>
      <w:r>
        <w:t xml:space="preserve">Click the Helpful button </w:t>
      </w:r>
    </w:p>
    <w:p w:rsidR="00D17717" w:rsidRDefault="00D17717" w:rsidP="00F460CB">
      <w:pPr>
        <w:pStyle w:val="ListParagraph"/>
        <w:numPr>
          <w:ilvl w:val="0"/>
          <w:numId w:val="25"/>
        </w:numPr>
      </w:pPr>
      <w:r>
        <w:t>If your forum has no  hreads that have been marked as helpful, you will see an empty thread grid. However, most active forums will have at least one helpful thread.</w:t>
      </w:r>
    </w:p>
    <w:p w:rsidR="00D17717" w:rsidRDefault="00D17717" w:rsidP="00F460CB">
      <w:pPr>
        <w:pStyle w:val="ListParagraph"/>
        <w:numPr>
          <w:ilvl w:val="0"/>
          <w:numId w:val="25"/>
        </w:numPr>
      </w:pPr>
      <w:r>
        <w:t xml:space="preserve">Click the Helpful button </w:t>
      </w:r>
    </w:p>
    <w:p w:rsidR="00D17717" w:rsidRDefault="00D17717" w:rsidP="00F460CB">
      <w:pPr>
        <w:pStyle w:val="ListParagraph"/>
        <w:numPr>
          <w:ilvl w:val="0"/>
          <w:numId w:val="25"/>
        </w:numPr>
      </w:pPr>
      <w:r>
        <w:t>Verify that all threads are displayed</w:t>
      </w:r>
    </w:p>
    <w:p w:rsidR="00D17717" w:rsidRDefault="00D17717" w:rsidP="00F460CB">
      <w:pPr>
        <w:pStyle w:val="ListParagraph"/>
        <w:numPr>
          <w:ilvl w:val="0"/>
          <w:numId w:val="25"/>
        </w:numPr>
      </w:pPr>
      <w:r>
        <w:t>Select an entry from the combo box</w:t>
      </w:r>
    </w:p>
    <w:p w:rsidR="00D17717" w:rsidRDefault="00D17717" w:rsidP="00F460CB">
      <w:pPr>
        <w:pStyle w:val="ListParagraph"/>
        <w:numPr>
          <w:ilvl w:val="0"/>
          <w:numId w:val="25"/>
        </w:numPr>
      </w:pPr>
      <w:r>
        <w:t>Verify that all threads displayed are of the type and status you selected.</w:t>
      </w:r>
    </w:p>
    <w:p w:rsidR="00D17717" w:rsidRDefault="00D17717" w:rsidP="00F460CB">
      <w:pPr>
        <w:pStyle w:val="ListParagraph"/>
        <w:numPr>
          <w:ilvl w:val="0"/>
          <w:numId w:val="25"/>
        </w:numPr>
      </w:pPr>
      <w:r>
        <w:t>Repeat for all choices in the combo box</w:t>
      </w:r>
    </w:p>
    <w:p w:rsidR="00D17717" w:rsidRDefault="00D17717" w:rsidP="00F460CB">
      <w:pPr>
        <w:pStyle w:val="ListParagraph"/>
        <w:numPr>
          <w:ilvl w:val="0"/>
          <w:numId w:val="25"/>
        </w:numPr>
      </w:pPr>
      <w:r>
        <w:t>Verify that the combo box and buttons work in combination</w:t>
      </w:r>
    </w:p>
    <w:p w:rsidR="00DC5F09" w:rsidRDefault="00DC5F09" w:rsidP="00F460CB">
      <w:pPr>
        <w:pStyle w:val="ListParagraph"/>
        <w:numPr>
          <w:ilvl w:val="1"/>
          <w:numId w:val="25"/>
        </w:numPr>
      </w:pPr>
      <w:r>
        <w:t>Select Show All in the combo box</w:t>
      </w:r>
    </w:p>
    <w:p w:rsidR="00DC5F09" w:rsidRDefault="00DC5F09" w:rsidP="00F460CB">
      <w:pPr>
        <w:pStyle w:val="ListParagraph"/>
        <w:numPr>
          <w:ilvl w:val="1"/>
          <w:numId w:val="25"/>
        </w:numPr>
      </w:pPr>
      <w:r>
        <w:t>Click the No Replies button</w:t>
      </w:r>
    </w:p>
    <w:p w:rsidR="00DC5F09" w:rsidRDefault="00DC5F09" w:rsidP="00F460CB">
      <w:pPr>
        <w:pStyle w:val="ListParagraph"/>
        <w:numPr>
          <w:ilvl w:val="1"/>
          <w:numId w:val="25"/>
        </w:numPr>
      </w:pPr>
      <w:r>
        <w:t>In an active forum, you will probably see both question and discussion threads in the grid.</w:t>
      </w:r>
    </w:p>
    <w:p w:rsidR="00DC5F09" w:rsidRDefault="00DC5F09" w:rsidP="00F460CB">
      <w:pPr>
        <w:pStyle w:val="ListParagraph"/>
        <w:numPr>
          <w:ilvl w:val="1"/>
          <w:numId w:val="25"/>
        </w:numPr>
      </w:pPr>
      <w:r>
        <w:t>Select General Discussion</w:t>
      </w:r>
      <w:r w:rsidRPr="00DC5F09">
        <w:t xml:space="preserve"> </w:t>
      </w:r>
      <w:r>
        <w:t>in the combo box</w:t>
      </w:r>
    </w:p>
    <w:p w:rsidR="00DC5F09" w:rsidRDefault="00DC5F09" w:rsidP="00F460CB">
      <w:pPr>
        <w:pStyle w:val="ListParagraph"/>
        <w:numPr>
          <w:ilvl w:val="1"/>
          <w:numId w:val="25"/>
        </w:numPr>
      </w:pPr>
      <w:r>
        <w:t>The grid should only show discussion threads with no replies</w:t>
      </w:r>
    </w:p>
    <w:p w:rsidR="00DC5F09" w:rsidRDefault="00DC5F09" w:rsidP="00F460CB">
      <w:pPr>
        <w:pStyle w:val="ListParagraph"/>
        <w:numPr>
          <w:ilvl w:val="1"/>
          <w:numId w:val="25"/>
        </w:numPr>
      </w:pPr>
      <w:r>
        <w:t>Select Unanswered</w:t>
      </w:r>
      <w:r w:rsidRPr="00DC5F09">
        <w:t xml:space="preserve"> </w:t>
      </w:r>
      <w:r>
        <w:t>in the combo box</w:t>
      </w:r>
    </w:p>
    <w:p w:rsidR="00DC5F09" w:rsidRDefault="00DC5F09" w:rsidP="00F460CB">
      <w:pPr>
        <w:pStyle w:val="ListParagraph"/>
        <w:numPr>
          <w:ilvl w:val="1"/>
          <w:numId w:val="25"/>
        </w:numPr>
      </w:pPr>
      <w:r>
        <w:t>The grid should only unanswered</w:t>
      </w:r>
      <w:r w:rsidRPr="00DC5F09">
        <w:t xml:space="preserve"> </w:t>
      </w:r>
      <w:r>
        <w:t>question threads</w:t>
      </w:r>
      <w:r w:rsidRPr="00DC5F09">
        <w:t xml:space="preserve"> </w:t>
      </w:r>
      <w:r>
        <w:t>with no replies</w:t>
      </w:r>
    </w:p>
    <w:p w:rsidR="00DC5F09" w:rsidRDefault="00DC5F09" w:rsidP="00F460CB">
      <w:pPr>
        <w:pStyle w:val="ListParagraph"/>
        <w:numPr>
          <w:ilvl w:val="1"/>
          <w:numId w:val="25"/>
        </w:numPr>
      </w:pPr>
      <w:r>
        <w:t>Select Answered in the combo box</w:t>
      </w:r>
    </w:p>
    <w:p w:rsidR="00DC5F09" w:rsidRDefault="00DC5F09" w:rsidP="00F460CB">
      <w:pPr>
        <w:pStyle w:val="ListParagraph"/>
        <w:numPr>
          <w:ilvl w:val="1"/>
          <w:numId w:val="25"/>
        </w:numPr>
      </w:pPr>
      <w:r>
        <w:t>The grid should show no threads. It’s rare if not impossible to have a question answered with no replies.</w:t>
      </w:r>
    </w:p>
    <w:p w:rsidR="00DC5F09" w:rsidRDefault="00DC5F09" w:rsidP="00F460CB">
      <w:pPr>
        <w:pStyle w:val="ListParagraph"/>
        <w:numPr>
          <w:ilvl w:val="1"/>
          <w:numId w:val="25"/>
        </w:numPr>
      </w:pPr>
      <w:r>
        <w:t>Click the No Replies button again</w:t>
      </w:r>
    </w:p>
    <w:p w:rsidR="00DC5F09" w:rsidRDefault="00DC5F09" w:rsidP="00F460CB">
      <w:pPr>
        <w:pStyle w:val="ListParagraph"/>
        <w:numPr>
          <w:ilvl w:val="1"/>
          <w:numId w:val="25"/>
        </w:numPr>
      </w:pPr>
      <w:r>
        <w:t>Select Show All in the combo box</w:t>
      </w:r>
    </w:p>
    <w:p w:rsidR="00DC5F09" w:rsidRDefault="00DC5F09" w:rsidP="00F460CB">
      <w:pPr>
        <w:pStyle w:val="ListParagraph"/>
        <w:numPr>
          <w:ilvl w:val="1"/>
          <w:numId w:val="25"/>
        </w:numPr>
      </w:pPr>
      <w:r>
        <w:t>Click the Helpful button</w:t>
      </w:r>
    </w:p>
    <w:p w:rsidR="00DC5F09" w:rsidRDefault="00DC5F09" w:rsidP="00F460CB">
      <w:pPr>
        <w:pStyle w:val="ListParagraph"/>
        <w:numPr>
          <w:ilvl w:val="1"/>
          <w:numId w:val="25"/>
        </w:numPr>
      </w:pPr>
      <w:r>
        <w:t xml:space="preserve">Select General Discussion, </w:t>
      </w:r>
      <w:r w:rsidRPr="00DC5F09">
        <w:t xml:space="preserve"> </w:t>
      </w:r>
      <w:r>
        <w:t>Answered, and Unanswered</w:t>
      </w:r>
      <w:r w:rsidRPr="00DC5F09">
        <w:t xml:space="preserve"> </w:t>
      </w:r>
      <w:r>
        <w:t>in the combo box in turn and verify that only appropriate threads are displayed</w:t>
      </w:r>
    </w:p>
    <w:p w:rsidR="00F460CB" w:rsidRDefault="00F460CB" w:rsidP="00F460CB">
      <w:pPr>
        <w:pStyle w:val="ListParagraph"/>
        <w:numPr>
          <w:ilvl w:val="0"/>
          <w:numId w:val="25"/>
        </w:numPr>
        <w:spacing w:after="200" w:line="276" w:lineRule="auto"/>
      </w:pPr>
      <w:r>
        <w:t>Exit from the Forums Client application</w:t>
      </w:r>
    </w:p>
    <w:p w:rsidR="00A922C8" w:rsidRDefault="00A922C8" w:rsidP="00A922C8"/>
    <w:p w:rsidR="00A922C8" w:rsidRDefault="00A922C8" w:rsidP="00A922C8"/>
    <w:p w:rsidR="00F02550" w:rsidRDefault="00F02550" w:rsidP="00F02550"/>
    <w:p w:rsidR="00E726FB" w:rsidRDefault="00E726FB" w:rsidP="00FD7D81"/>
    <w:p w:rsidR="00FD7D81" w:rsidRPr="00C012F7" w:rsidRDefault="00FD7D81" w:rsidP="00FD7D81">
      <w:pPr>
        <w:pStyle w:val="Heading1"/>
      </w:pPr>
      <w:bookmarkStart w:id="38" w:name="_Toc213490462"/>
      <w:r>
        <w:t>Running test</w:t>
      </w:r>
      <w:r w:rsidR="000000DE">
        <w:t>s</w:t>
      </w:r>
      <w:bookmarkEnd w:id="38"/>
    </w:p>
    <w:p w:rsidR="00FD7D81" w:rsidRDefault="00FD7D81" w:rsidP="00FD7D81"/>
    <w:p w:rsidR="00FD7D81" w:rsidRPr="00703C41" w:rsidRDefault="00FD7D81" w:rsidP="00FD7D81">
      <w:pPr>
        <w:rPr>
          <w:i/>
        </w:rPr>
      </w:pPr>
      <w:r>
        <w:t xml:space="preserve">The unit tests are run through NUnit by calling </w:t>
      </w:r>
      <w:r w:rsidR="00B96948" w:rsidRPr="00B96948">
        <w:t xml:space="preserve">nunit.exe </w:t>
      </w:r>
      <w:r w:rsidR="00B96948">
        <w:t xml:space="preserve">or </w:t>
      </w:r>
      <w:r>
        <w:t xml:space="preserve">nunit-console.exe with the path to the unit tests dll (e.g. </w:t>
      </w:r>
      <w:r w:rsidRPr="000608B5">
        <w:t xml:space="preserve">“&lt;Path to </w:t>
      </w:r>
      <w:r w:rsidR="00CE6865">
        <w:t>MSDN Forums Client solution&gt;</w:t>
      </w:r>
      <w:r w:rsidRPr="000608B5">
        <w:t>\</w:t>
      </w:r>
      <w:r w:rsidRPr="008A16AB">
        <w:t>&lt;</w:t>
      </w:r>
      <w:r w:rsidRPr="008A16AB">
        <w:rPr>
          <w:i/>
          <w:color w:val="FF0000"/>
        </w:rPr>
        <w:t>Solution</w:t>
      </w:r>
      <w:r w:rsidRPr="008A16AB">
        <w:t>&gt;</w:t>
      </w:r>
      <w:r>
        <w:t>\&lt;</w:t>
      </w:r>
      <w:r w:rsidRPr="00DE51F9">
        <w:rPr>
          <w:color w:val="FF0000"/>
        </w:rPr>
        <w:t>UnitTest</w:t>
      </w:r>
      <w:r>
        <w:rPr>
          <w:color w:val="FF0000"/>
        </w:rPr>
        <w:t>&gt;</w:t>
      </w:r>
      <w:r>
        <w:t>\bin\&lt;configuration&gt;\&lt;</w:t>
      </w:r>
      <w:r w:rsidRPr="00FD7D81">
        <w:rPr>
          <w:color w:val="FF0000"/>
        </w:rPr>
        <w:t>UnitTest</w:t>
      </w:r>
      <w:r>
        <w:rPr>
          <w:color w:val="FF0000"/>
        </w:rPr>
        <w:t>&gt;</w:t>
      </w:r>
      <w:r w:rsidRPr="000608B5">
        <w:t>.dll”</w:t>
      </w:r>
      <w:r>
        <w:t>). It is advisable to use the quotes around the path to the DLL in ca</w:t>
      </w:r>
      <w:r w:rsidR="00CE6865">
        <w:t>se there are blanks in the path</w:t>
      </w:r>
      <w:r>
        <w:t>.</w:t>
      </w:r>
    </w:p>
    <w:p w:rsidR="00D87E43" w:rsidRDefault="00D87E43" w:rsidP="00D87E43">
      <w:pPr>
        <w:pStyle w:val="Heading1"/>
      </w:pPr>
      <w:bookmarkStart w:id="39" w:name="_Toc125605131"/>
      <w:bookmarkStart w:id="40" w:name="_Toc213490463"/>
      <w:r>
        <w:lastRenderedPageBreak/>
        <w:t>Release Criteria</w:t>
      </w:r>
      <w:bookmarkEnd w:id="40"/>
    </w:p>
    <w:p w:rsidR="00D87E43" w:rsidRDefault="00D87E43" w:rsidP="00AA3355">
      <w:r w:rsidRPr="00D87E43">
        <w:t xml:space="preserve">Prior to </w:t>
      </w:r>
      <w:r w:rsidR="00DF186D">
        <w:t>its</w:t>
      </w:r>
      <w:r w:rsidRPr="00D87E43">
        <w:t xml:space="preserve"> release by the </w:t>
      </w:r>
      <w:r w:rsidR="000000DE">
        <w:t>Developer Community Labs</w:t>
      </w:r>
      <w:r w:rsidR="00DF186D">
        <w:t>engineering team</w:t>
      </w:r>
      <w:r w:rsidRPr="00D87E43">
        <w:t xml:space="preserve">, the </w:t>
      </w:r>
      <w:r w:rsidR="00CE6865">
        <w:t>MSDN Forums Client</w:t>
      </w:r>
      <w:r w:rsidR="00CE6865" w:rsidRPr="00D87E43">
        <w:t xml:space="preserve"> </w:t>
      </w:r>
      <w:r w:rsidRPr="00D87E43">
        <w:t>must mee</w:t>
      </w:r>
      <w:r>
        <w:t>t</w:t>
      </w:r>
      <w:r w:rsidRPr="00D87E43">
        <w:t xml:space="preserve"> the following criteria:</w:t>
      </w:r>
    </w:p>
    <w:p w:rsidR="00DF186D" w:rsidRDefault="00DF186D" w:rsidP="00AA33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92"/>
        <w:gridCol w:w="1051"/>
        <w:gridCol w:w="648"/>
      </w:tblGrid>
      <w:tr w:rsidR="00DF186D" w:rsidTr="00DF186D">
        <w:tc>
          <w:tcPr>
            <w:tcW w:w="7192" w:type="dxa"/>
          </w:tcPr>
          <w:p w:rsidR="00DF186D" w:rsidRDefault="00DF186D" w:rsidP="00143E65">
            <w:r w:rsidRPr="00DF186D">
              <w:rPr>
                <w:b/>
              </w:rPr>
              <w:t>Release Criteria</w:t>
            </w:r>
          </w:p>
        </w:tc>
        <w:tc>
          <w:tcPr>
            <w:tcW w:w="1016" w:type="dxa"/>
          </w:tcPr>
          <w:p w:rsidR="00DF186D" w:rsidRDefault="00DF186D" w:rsidP="00143E65">
            <w:r>
              <w:t>Succeed</w:t>
            </w:r>
          </w:p>
        </w:tc>
        <w:tc>
          <w:tcPr>
            <w:tcW w:w="648" w:type="dxa"/>
          </w:tcPr>
          <w:p w:rsidR="00DF186D" w:rsidRDefault="00DF186D" w:rsidP="00143E65">
            <w:r>
              <w:t>Fail</w:t>
            </w:r>
          </w:p>
        </w:tc>
      </w:tr>
      <w:tr w:rsidR="00DF186D" w:rsidTr="00DF186D">
        <w:tc>
          <w:tcPr>
            <w:tcW w:w="7192" w:type="dxa"/>
          </w:tcPr>
          <w:p w:rsidR="00DF186D" w:rsidRPr="00DF186D" w:rsidRDefault="00DF186D" w:rsidP="00D308D9">
            <w:pPr>
              <w:pStyle w:val="ListParagraph"/>
              <w:numPr>
                <w:ilvl w:val="1"/>
                <w:numId w:val="7"/>
              </w:numPr>
              <w:rPr>
                <w:b/>
              </w:rPr>
            </w:pPr>
            <w:r w:rsidRPr="00DF186D">
              <w:rPr>
                <w:b/>
              </w:rPr>
              <w:t>Does the project define the Debug, Release, FxCop-Debug, and FxCop-Release configurations?</w:t>
            </w:r>
          </w:p>
        </w:tc>
        <w:tc>
          <w:tcPr>
            <w:tcW w:w="1016" w:type="dxa"/>
          </w:tcPr>
          <w:p w:rsidR="00DF186D" w:rsidRDefault="00DF186D" w:rsidP="00143E65">
            <w:r w:rsidRPr="00DF186D">
              <w:rPr>
                <w:rFonts w:ascii="Arial" w:hAnsi="Arial" w:cs="Arial"/>
                <w:b/>
                <w:bCs/>
                <w:iCs/>
                <w:sz w:val="22"/>
                <w:szCs w:val="22"/>
              </w:rPr>
              <w:t>Yes</w:t>
            </w:r>
          </w:p>
        </w:tc>
        <w:tc>
          <w:tcPr>
            <w:tcW w:w="648" w:type="dxa"/>
          </w:tcPr>
          <w:p w:rsidR="00DF186D" w:rsidRDefault="00DF186D" w:rsidP="00143E65">
            <w:r w:rsidRPr="00DF186D">
              <w:rPr>
                <w:rFonts w:ascii="Arial" w:hAnsi="Arial" w:cs="Arial"/>
                <w:b/>
                <w:bCs/>
                <w:iCs/>
                <w:color w:val="FF0000"/>
                <w:sz w:val="22"/>
                <w:szCs w:val="22"/>
              </w:rPr>
              <w:t>No</w:t>
            </w:r>
          </w:p>
        </w:tc>
      </w:tr>
      <w:tr w:rsidR="00DF186D" w:rsidTr="00DF186D">
        <w:tc>
          <w:tcPr>
            <w:tcW w:w="7192" w:type="dxa"/>
          </w:tcPr>
          <w:p w:rsidR="00DF186D" w:rsidRPr="00DF186D" w:rsidRDefault="00DF186D" w:rsidP="00D308D9">
            <w:pPr>
              <w:pStyle w:val="ListParagraph"/>
              <w:numPr>
                <w:ilvl w:val="1"/>
                <w:numId w:val="7"/>
              </w:numPr>
              <w:rPr>
                <w:b/>
              </w:rPr>
            </w:pPr>
            <w:r w:rsidRPr="00DF186D">
              <w:rPr>
                <w:b/>
              </w:rPr>
              <w:t>Does the project build without errors or warnings under all defined configurations?</w:t>
            </w:r>
          </w:p>
        </w:tc>
        <w:tc>
          <w:tcPr>
            <w:tcW w:w="1016" w:type="dxa"/>
          </w:tcPr>
          <w:p w:rsidR="00DF186D" w:rsidRDefault="00DF186D" w:rsidP="00143E65">
            <w:r w:rsidRPr="00DF186D">
              <w:rPr>
                <w:rFonts w:ascii="Arial" w:hAnsi="Arial" w:cs="Arial"/>
                <w:b/>
                <w:bCs/>
                <w:iCs/>
                <w:sz w:val="22"/>
                <w:szCs w:val="22"/>
              </w:rPr>
              <w:t>Yes</w:t>
            </w:r>
          </w:p>
        </w:tc>
        <w:tc>
          <w:tcPr>
            <w:tcW w:w="648" w:type="dxa"/>
          </w:tcPr>
          <w:p w:rsidR="00DF186D" w:rsidRDefault="00DF186D" w:rsidP="00143E65">
            <w:r w:rsidRPr="00DF186D">
              <w:rPr>
                <w:rFonts w:ascii="Arial" w:hAnsi="Arial" w:cs="Arial"/>
                <w:b/>
                <w:bCs/>
                <w:iCs/>
                <w:color w:val="FF0000"/>
                <w:sz w:val="22"/>
                <w:szCs w:val="22"/>
              </w:rPr>
              <w:t>No</w:t>
            </w:r>
          </w:p>
        </w:tc>
      </w:tr>
      <w:tr w:rsidR="00DF186D" w:rsidTr="00DF186D">
        <w:tc>
          <w:tcPr>
            <w:tcW w:w="7192" w:type="dxa"/>
          </w:tcPr>
          <w:p w:rsidR="00DF186D" w:rsidRPr="00DF186D" w:rsidRDefault="00DF186D" w:rsidP="00D308D9">
            <w:pPr>
              <w:pStyle w:val="ListParagraph"/>
              <w:numPr>
                <w:ilvl w:val="1"/>
                <w:numId w:val="7"/>
              </w:numPr>
              <w:rPr>
                <w:b/>
              </w:rPr>
            </w:pPr>
            <w:r w:rsidRPr="00DF186D">
              <w:rPr>
                <w:b/>
              </w:rPr>
              <w:t>Were satisfactory code reviews held?</w:t>
            </w:r>
          </w:p>
        </w:tc>
        <w:tc>
          <w:tcPr>
            <w:tcW w:w="1016" w:type="dxa"/>
          </w:tcPr>
          <w:p w:rsidR="00DF186D" w:rsidRDefault="00DF186D" w:rsidP="00143E65">
            <w:r w:rsidRPr="00DF186D">
              <w:rPr>
                <w:rFonts w:ascii="Arial" w:hAnsi="Arial" w:cs="Arial"/>
                <w:b/>
                <w:bCs/>
                <w:iCs/>
                <w:sz w:val="22"/>
                <w:szCs w:val="22"/>
              </w:rPr>
              <w:t>Yes</w:t>
            </w:r>
          </w:p>
        </w:tc>
        <w:tc>
          <w:tcPr>
            <w:tcW w:w="648" w:type="dxa"/>
          </w:tcPr>
          <w:p w:rsidR="00DF186D" w:rsidRDefault="00DF186D" w:rsidP="00143E65">
            <w:r w:rsidRPr="00DF186D">
              <w:rPr>
                <w:rFonts w:ascii="Arial" w:hAnsi="Arial" w:cs="Arial"/>
                <w:b/>
                <w:bCs/>
                <w:iCs/>
                <w:color w:val="FF0000"/>
                <w:sz w:val="22"/>
                <w:szCs w:val="22"/>
              </w:rPr>
              <w:t>No</w:t>
            </w:r>
          </w:p>
        </w:tc>
      </w:tr>
      <w:tr w:rsidR="00DF186D" w:rsidTr="00DF186D">
        <w:tc>
          <w:tcPr>
            <w:tcW w:w="7192" w:type="dxa"/>
          </w:tcPr>
          <w:p w:rsidR="00DF186D" w:rsidRPr="00DF186D" w:rsidRDefault="00DF186D" w:rsidP="00D308D9">
            <w:pPr>
              <w:pStyle w:val="ListParagraph"/>
              <w:numPr>
                <w:ilvl w:val="1"/>
                <w:numId w:val="7"/>
              </w:numPr>
              <w:rPr>
                <w:b/>
              </w:rPr>
            </w:pPr>
            <w:r w:rsidRPr="00DF186D">
              <w:rPr>
                <w:b/>
              </w:rPr>
              <w:t>Does the combination of all automated and manual test suites test for all functional requirements?</w:t>
            </w:r>
          </w:p>
        </w:tc>
        <w:tc>
          <w:tcPr>
            <w:tcW w:w="1016" w:type="dxa"/>
          </w:tcPr>
          <w:p w:rsidR="00DF186D" w:rsidRDefault="00DF186D" w:rsidP="00143E65">
            <w:r w:rsidRPr="00DF186D">
              <w:rPr>
                <w:rFonts w:ascii="Arial" w:hAnsi="Arial" w:cs="Arial"/>
                <w:b/>
                <w:bCs/>
                <w:iCs/>
                <w:sz w:val="22"/>
                <w:szCs w:val="22"/>
              </w:rPr>
              <w:t>Yes</w:t>
            </w:r>
          </w:p>
        </w:tc>
        <w:tc>
          <w:tcPr>
            <w:tcW w:w="648" w:type="dxa"/>
          </w:tcPr>
          <w:p w:rsidR="00DF186D" w:rsidRDefault="00DF186D" w:rsidP="00143E65">
            <w:r w:rsidRPr="00DF186D">
              <w:rPr>
                <w:rFonts w:ascii="Arial" w:hAnsi="Arial" w:cs="Arial"/>
                <w:b/>
                <w:bCs/>
                <w:iCs/>
                <w:color w:val="FF0000"/>
                <w:sz w:val="22"/>
                <w:szCs w:val="22"/>
              </w:rPr>
              <w:t>No</w:t>
            </w:r>
          </w:p>
        </w:tc>
      </w:tr>
      <w:tr w:rsidR="00DF186D" w:rsidTr="00DF186D">
        <w:tc>
          <w:tcPr>
            <w:tcW w:w="7192" w:type="dxa"/>
          </w:tcPr>
          <w:p w:rsidR="00DF186D" w:rsidRPr="00DF186D" w:rsidRDefault="00DF186D" w:rsidP="00D308D9">
            <w:pPr>
              <w:pStyle w:val="ListParagraph"/>
              <w:numPr>
                <w:ilvl w:val="1"/>
                <w:numId w:val="7"/>
              </w:numPr>
              <w:rPr>
                <w:b/>
              </w:rPr>
            </w:pPr>
            <w:r w:rsidRPr="00DF186D">
              <w:rPr>
                <w:b/>
              </w:rPr>
              <w:t>Do all automated unit tests pass?</w:t>
            </w:r>
          </w:p>
        </w:tc>
        <w:tc>
          <w:tcPr>
            <w:tcW w:w="1016" w:type="dxa"/>
          </w:tcPr>
          <w:p w:rsidR="00DF186D" w:rsidRDefault="00DF186D" w:rsidP="00143E65">
            <w:r w:rsidRPr="00DF186D">
              <w:rPr>
                <w:rFonts w:ascii="Arial" w:hAnsi="Arial" w:cs="Arial"/>
                <w:b/>
                <w:bCs/>
                <w:iCs/>
                <w:sz w:val="22"/>
                <w:szCs w:val="22"/>
              </w:rPr>
              <w:t>Yes</w:t>
            </w:r>
          </w:p>
        </w:tc>
        <w:tc>
          <w:tcPr>
            <w:tcW w:w="648" w:type="dxa"/>
          </w:tcPr>
          <w:p w:rsidR="00DF186D" w:rsidRDefault="00DF186D" w:rsidP="00143E65">
            <w:r w:rsidRPr="00DF186D">
              <w:rPr>
                <w:rFonts w:ascii="Arial" w:hAnsi="Arial" w:cs="Arial"/>
                <w:b/>
                <w:bCs/>
                <w:iCs/>
                <w:color w:val="FF0000"/>
                <w:sz w:val="22"/>
                <w:szCs w:val="22"/>
              </w:rPr>
              <w:t>No</w:t>
            </w:r>
          </w:p>
        </w:tc>
      </w:tr>
      <w:tr w:rsidR="00DF186D" w:rsidTr="00DF186D">
        <w:tc>
          <w:tcPr>
            <w:tcW w:w="7192" w:type="dxa"/>
          </w:tcPr>
          <w:p w:rsidR="00DF186D" w:rsidRPr="00DF186D" w:rsidRDefault="00DF186D" w:rsidP="00D308D9">
            <w:pPr>
              <w:pStyle w:val="ListParagraph"/>
              <w:numPr>
                <w:ilvl w:val="1"/>
                <w:numId w:val="7"/>
              </w:numPr>
              <w:rPr>
                <w:b/>
              </w:rPr>
            </w:pPr>
            <w:r w:rsidRPr="00DF186D">
              <w:rPr>
                <w:b/>
              </w:rPr>
              <w:t>Do 90% of the functional tests pass?</w:t>
            </w:r>
          </w:p>
        </w:tc>
        <w:tc>
          <w:tcPr>
            <w:tcW w:w="1016" w:type="dxa"/>
          </w:tcPr>
          <w:p w:rsidR="00DF186D" w:rsidRDefault="00DF186D" w:rsidP="00143E65">
            <w:r w:rsidRPr="00DF186D">
              <w:rPr>
                <w:rFonts w:ascii="Arial" w:hAnsi="Arial" w:cs="Arial"/>
                <w:b/>
                <w:bCs/>
                <w:iCs/>
                <w:sz w:val="22"/>
                <w:szCs w:val="22"/>
              </w:rPr>
              <w:t>Yes</w:t>
            </w:r>
          </w:p>
        </w:tc>
        <w:tc>
          <w:tcPr>
            <w:tcW w:w="648" w:type="dxa"/>
          </w:tcPr>
          <w:p w:rsidR="00DF186D" w:rsidRDefault="00DF186D" w:rsidP="00143E65">
            <w:r w:rsidRPr="00DF186D">
              <w:rPr>
                <w:rFonts w:ascii="Arial" w:hAnsi="Arial" w:cs="Arial"/>
                <w:b/>
                <w:bCs/>
                <w:iCs/>
                <w:color w:val="FF0000"/>
                <w:sz w:val="22"/>
                <w:szCs w:val="22"/>
              </w:rPr>
              <w:t>No</w:t>
            </w:r>
          </w:p>
        </w:tc>
      </w:tr>
      <w:tr w:rsidR="00DF186D" w:rsidTr="00DF186D">
        <w:tc>
          <w:tcPr>
            <w:tcW w:w="7192" w:type="dxa"/>
          </w:tcPr>
          <w:p w:rsidR="00DF186D" w:rsidRPr="00DF186D" w:rsidRDefault="00DF186D" w:rsidP="00D308D9">
            <w:pPr>
              <w:pStyle w:val="ListParagraph"/>
              <w:numPr>
                <w:ilvl w:val="1"/>
                <w:numId w:val="7"/>
              </w:numPr>
              <w:rPr>
                <w:b/>
              </w:rPr>
            </w:pPr>
            <w:r w:rsidRPr="00DF186D">
              <w:rPr>
                <w:b/>
              </w:rPr>
              <w:t>Do 85% of tests added to achieve code coverage goals pass?</w:t>
            </w:r>
          </w:p>
        </w:tc>
        <w:tc>
          <w:tcPr>
            <w:tcW w:w="1016" w:type="dxa"/>
          </w:tcPr>
          <w:p w:rsidR="00DF186D" w:rsidRDefault="00DF186D" w:rsidP="00143E65">
            <w:r w:rsidRPr="00DF186D">
              <w:rPr>
                <w:rFonts w:ascii="Arial" w:hAnsi="Arial" w:cs="Arial"/>
                <w:b/>
                <w:bCs/>
                <w:iCs/>
                <w:sz w:val="22"/>
                <w:szCs w:val="22"/>
              </w:rPr>
              <w:t>Yes</w:t>
            </w:r>
          </w:p>
        </w:tc>
        <w:tc>
          <w:tcPr>
            <w:tcW w:w="648" w:type="dxa"/>
          </w:tcPr>
          <w:p w:rsidR="00DF186D" w:rsidRDefault="00DF186D" w:rsidP="00143E65">
            <w:r w:rsidRPr="00DF186D">
              <w:rPr>
                <w:rFonts w:ascii="Arial" w:hAnsi="Arial" w:cs="Arial"/>
                <w:b/>
                <w:bCs/>
                <w:iCs/>
                <w:color w:val="FF0000"/>
                <w:sz w:val="22"/>
                <w:szCs w:val="22"/>
              </w:rPr>
              <w:t>No</w:t>
            </w:r>
          </w:p>
        </w:tc>
      </w:tr>
      <w:tr w:rsidR="00DF186D" w:rsidTr="00DF186D">
        <w:tc>
          <w:tcPr>
            <w:tcW w:w="7192" w:type="dxa"/>
          </w:tcPr>
          <w:p w:rsidR="00DF186D" w:rsidRPr="00DF186D" w:rsidRDefault="00DF186D" w:rsidP="00D308D9">
            <w:pPr>
              <w:pStyle w:val="ListParagraph"/>
              <w:numPr>
                <w:ilvl w:val="1"/>
                <w:numId w:val="7"/>
              </w:numPr>
              <w:rPr>
                <w:b/>
              </w:rPr>
            </w:pPr>
            <w:r w:rsidRPr="00DF186D">
              <w:rPr>
                <w:b/>
              </w:rPr>
              <w:t>Do the unit tests achieve at least 50% code coverage?</w:t>
            </w:r>
          </w:p>
        </w:tc>
        <w:tc>
          <w:tcPr>
            <w:tcW w:w="1016" w:type="dxa"/>
          </w:tcPr>
          <w:p w:rsidR="00DF186D" w:rsidRDefault="00DF186D" w:rsidP="00143E65">
            <w:r w:rsidRPr="00DF186D">
              <w:rPr>
                <w:rFonts w:ascii="Arial" w:hAnsi="Arial" w:cs="Arial"/>
                <w:b/>
                <w:bCs/>
                <w:iCs/>
                <w:sz w:val="22"/>
                <w:szCs w:val="22"/>
              </w:rPr>
              <w:t>Yes</w:t>
            </w:r>
          </w:p>
        </w:tc>
        <w:tc>
          <w:tcPr>
            <w:tcW w:w="648" w:type="dxa"/>
          </w:tcPr>
          <w:p w:rsidR="00DF186D" w:rsidRDefault="00DF186D" w:rsidP="00143E65">
            <w:r w:rsidRPr="00DF186D">
              <w:rPr>
                <w:rFonts w:ascii="Arial" w:hAnsi="Arial" w:cs="Arial"/>
                <w:b/>
                <w:bCs/>
                <w:iCs/>
                <w:color w:val="FF0000"/>
                <w:sz w:val="22"/>
                <w:szCs w:val="22"/>
              </w:rPr>
              <w:t>No</w:t>
            </w:r>
          </w:p>
        </w:tc>
      </w:tr>
      <w:tr w:rsidR="00DF186D" w:rsidTr="00DF186D">
        <w:tc>
          <w:tcPr>
            <w:tcW w:w="7192" w:type="dxa"/>
          </w:tcPr>
          <w:p w:rsidR="00DF186D" w:rsidRPr="00DF186D" w:rsidRDefault="00DF186D" w:rsidP="00D308D9">
            <w:pPr>
              <w:pStyle w:val="ListParagraph"/>
              <w:numPr>
                <w:ilvl w:val="1"/>
                <w:numId w:val="7"/>
              </w:numPr>
              <w:rPr>
                <w:b/>
              </w:rPr>
            </w:pPr>
            <w:r w:rsidRPr="00DF186D">
              <w:rPr>
                <w:b/>
              </w:rPr>
              <w:t>Do the test suites achieve at least 80% code coverage?</w:t>
            </w:r>
          </w:p>
        </w:tc>
        <w:tc>
          <w:tcPr>
            <w:tcW w:w="1016" w:type="dxa"/>
          </w:tcPr>
          <w:p w:rsidR="00DF186D" w:rsidRDefault="00DF186D" w:rsidP="00143E65">
            <w:r w:rsidRPr="00DF186D">
              <w:rPr>
                <w:rFonts w:ascii="Arial" w:hAnsi="Arial" w:cs="Arial"/>
                <w:b/>
                <w:bCs/>
                <w:iCs/>
                <w:sz w:val="22"/>
                <w:szCs w:val="22"/>
              </w:rPr>
              <w:t>Yes</w:t>
            </w:r>
          </w:p>
        </w:tc>
        <w:tc>
          <w:tcPr>
            <w:tcW w:w="648" w:type="dxa"/>
          </w:tcPr>
          <w:p w:rsidR="00DF186D" w:rsidRDefault="00DF186D" w:rsidP="00143E65">
            <w:r w:rsidRPr="00DF186D">
              <w:rPr>
                <w:rFonts w:ascii="Arial" w:hAnsi="Arial" w:cs="Arial"/>
                <w:b/>
                <w:bCs/>
                <w:iCs/>
                <w:color w:val="FF0000"/>
                <w:sz w:val="22"/>
                <w:szCs w:val="22"/>
              </w:rPr>
              <w:t>No</w:t>
            </w:r>
          </w:p>
        </w:tc>
      </w:tr>
      <w:tr w:rsidR="00DF186D" w:rsidTr="00DF186D">
        <w:tc>
          <w:tcPr>
            <w:tcW w:w="7192" w:type="dxa"/>
          </w:tcPr>
          <w:p w:rsidR="00DF186D" w:rsidRPr="00DF186D" w:rsidRDefault="00DF186D" w:rsidP="00D308D9">
            <w:pPr>
              <w:pStyle w:val="ListParagraph"/>
              <w:numPr>
                <w:ilvl w:val="1"/>
                <w:numId w:val="7"/>
              </w:numPr>
              <w:rPr>
                <w:b/>
              </w:rPr>
            </w:pPr>
            <w:r w:rsidRPr="00DF186D">
              <w:rPr>
                <w:b/>
              </w:rPr>
              <w:t>Have all bugs critical to basic function been fixed?</w:t>
            </w:r>
          </w:p>
        </w:tc>
        <w:tc>
          <w:tcPr>
            <w:tcW w:w="1016" w:type="dxa"/>
          </w:tcPr>
          <w:p w:rsidR="00DF186D" w:rsidRDefault="00DF186D" w:rsidP="00143E65">
            <w:r w:rsidRPr="00DF186D">
              <w:rPr>
                <w:rFonts w:ascii="Arial" w:hAnsi="Arial" w:cs="Arial"/>
                <w:b/>
                <w:bCs/>
                <w:iCs/>
                <w:sz w:val="22"/>
                <w:szCs w:val="22"/>
              </w:rPr>
              <w:t>Yes</w:t>
            </w:r>
          </w:p>
        </w:tc>
        <w:tc>
          <w:tcPr>
            <w:tcW w:w="648" w:type="dxa"/>
          </w:tcPr>
          <w:p w:rsidR="00DF186D" w:rsidRDefault="00DF186D" w:rsidP="00143E65">
            <w:r w:rsidRPr="00DF186D">
              <w:rPr>
                <w:rFonts w:ascii="Arial" w:hAnsi="Arial" w:cs="Arial"/>
                <w:b/>
                <w:bCs/>
                <w:iCs/>
                <w:color w:val="FF0000"/>
                <w:sz w:val="22"/>
                <w:szCs w:val="22"/>
              </w:rPr>
              <w:t>No</w:t>
            </w:r>
          </w:p>
        </w:tc>
      </w:tr>
      <w:tr w:rsidR="00DF186D" w:rsidTr="00DF186D">
        <w:tc>
          <w:tcPr>
            <w:tcW w:w="7192" w:type="dxa"/>
          </w:tcPr>
          <w:p w:rsidR="00DF186D" w:rsidRPr="00DF186D" w:rsidRDefault="00DF186D" w:rsidP="00D308D9">
            <w:pPr>
              <w:pStyle w:val="ListParagraph"/>
              <w:numPr>
                <w:ilvl w:val="1"/>
                <w:numId w:val="7"/>
              </w:numPr>
              <w:rPr>
                <w:b/>
              </w:rPr>
            </w:pPr>
            <w:r w:rsidRPr="00DF186D">
              <w:rPr>
                <w:b/>
              </w:rPr>
              <w:t>Are all bugs &amp; feature requests posted on CodePlex?</w:t>
            </w:r>
          </w:p>
        </w:tc>
        <w:tc>
          <w:tcPr>
            <w:tcW w:w="1016" w:type="dxa"/>
          </w:tcPr>
          <w:p w:rsidR="00DF186D" w:rsidRDefault="00DF186D" w:rsidP="00143E65">
            <w:r w:rsidRPr="00DF186D">
              <w:rPr>
                <w:rFonts w:ascii="Arial" w:hAnsi="Arial" w:cs="Arial"/>
                <w:b/>
                <w:bCs/>
                <w:iCs/>
                <w:sz w:val="22"/>
                <w:szCs w:val="22"/>
              </w:rPr>
              <w:t>Yes</w:t>
            </w:r>
          </w:p>
        </w:tc>
        <w:tc>
          <w:tcPr>
            <w:tcW w:w="648" w:type="dxa"/>
          </w:tcPr>
          <w:p w:rsidR="00DF186D" w:rsidRDefault="00DF186D" w:rsidP="00143E65">
            <w:r w:rsidRPr="00DF186D">
              <w:rPr>
                <w:rFonts w:ascii="Arial" w:hAnsi="Arial" w:cs="Arial"/>
                <w:b/>
                <w:bCs/>
                <w:iCs/>
                <w:color w:val="FF0000"/>
                <w:sz w:val="22"/>
                <w:szCs w:val="22"/>
              </w:rPr>
              <w:t>No</w:t>
            </w:r>
          </w:p>
        </w:tc>
      </w:tr>
      <w:tr w:rsidR="00DF186D" w:rsidTr="00DF186D">
        <w:tc>
          <w:tcPr>
            <w:tcW w:w="7192" w:type="dxa"/>
          </w:tcPr>
          <w:p w:rsidR="00DF186D" w:rsidRPr="00DF186D" w:rsidRDefault="00DF186D" w:rsidP="00D308D9">
            <w:pPr>
              <w:pStyle w:val="ListParagraph"/>
              <w:numPr>
                <w:ilvl w:val="1"/>
                <w:numId w:val="7"/>
              </w:numPr>
              <w:rPr>
                <w:b/>
              </w:rPr>
            </w:pPr>
            <w:r w:rsidRPr="00DF186D">
              <w:rPr>
                <w:b/>
              </w:rPr>
              <w:t>Have unfixed bugs been triaged and either marked as future work items or closed as being rejected as work items?</w:t>
            </w:r>
          </w:p>
        </w:tc>
        <w:tc>
          <w:tcPr>
            <w:tcW w:w="1016" w:type="dxa"/>
          </w:tcPr>
          <w:p w:rsidR="00DF186D" w:rsidRDefault="00DF186D" w:rsidP="00143E65">
            <w:r w:rsidRPr="00DF186D">
              <w:rPr>
                <w:rFonts w:ascii="Arial" w:hAnsi="Arial" w:cs="Arial"/>
                <w:b/>
                <w:bCs/>
                <w:iCs/>
                <w:sz w:val="22"/>
                <w:szCs w:val="22"/>
              </w:rPr>
              <w:t>Yes</w:t>
            </w:r>
          </w:p>
        </w:tc>
        <w:tc>
          <w:tcPr>
            <w:tcW w:w="648" w:type="dxa"/>
          </w:tcPr>
          <w:p w:rsidR="00DF186D" w:rsidRDefault="00DF186D" w:rsidP="00143E65">
            <w:r w:rsidRPr="00DF186D">
              <w:rPr>
                <w:rFonts w:ascii="Arial" w:hAnsi="Arial" w:cs="Arial"/>
                <w:b/>
                <w:bCs/>
                <w:iCs/>
                <w:color w:val="FF0000"/>
                <w:sz w:val="22"/>
                <w:szCs w:val="22"/>
              </w:rPr>
              <w:t>No</w:t>
            </w:r>
          </w:p>
        </w:tc>
      </w:tr>
    </w:tbl>
    <w:p w:rsidR="00DF186D" w:rsidRPr="00AA3355" w:rsidRDefault="00DF186D" w:rsidP="00AA3355"/>
    <w:p w:rsidR="00AA3355" w:rsidRPr="00AA3355" w:rsidRDefault="00AA3355" w:rsidP="00AA3355"/>
    <w:p w:rsidR="00FD7D81" w:rsidRPr="00DB1B95" w:rsidRDefault="00FD7D81" w:rsidP="00FD7D81">
      <w:pPr>
        <w:pStyle w:val="Heading1"/>
      </w:pPr>
      <w:bookmarkStart w:id="41" w:name="_Toc213490464"/>
      <w:r w:rsidRPr="00DB1B95">
        <w:t>Change History</w:t>
      </w:r>
      <w:bookmarkEnd w:id="17"/>
      <w:bookmarkEnd w:id="39"/>
      <w:bookmarkEnd w:id="41"/>
    </w:p>
    <w:p w:rsidR="00FD7D81" w:rsidRPr="00DB1B95" w:rsidRDefault="00FD7D81" w:rsidP="00FD7D81"/>
    <w:tbl>
      <w:tblPr>
        <w:tblW w:w="0" w:type="auto"/>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43" w:type="dxa"/>
          <w:left w:w="115" w:type="dxa"/>
          <w:bottom w:w="43" w:type="dxa"/>
          <w:right w:w="115" w:type="dxa"/>
        </w:tblCellMar>
        <w:tblLook w:val="01E0"/>
      </w:tblPr>
      <w:tblGrid>
        <w:gridCol w:w="6228"/>
        <w:gridCol w:w="1962"/>
        <w:gridCol w:w="1962"/>
      </w:tblGrid>
      <w:tr w:rsidR="00FD7D81" w:rsidRPr="00DB1B95" w:rsidTr="00143E65">
        <w:tc>
          <w:tcPr>
            <w:tcW w:w="6228" w:type="dxa"/>
            <w:shd w:val="clear" w:color="auto" w:fill="5C83B4"/>
          </w:tcPr>
          <w:p w:rsidR="00FD7D81" w:rsidRPr="00143E65" w:rsidRDefault="00FD7D81" w:rsidP="00FD7D81">
            <w:pPr>
              <w:rPr>
                <w:b/>
                <w:color w:val="FFFFFF"/>
                <w:sz w:val="16"/>
              </w:rPr>
            </w:pPr>
            <w:r w:rsidRPr="00143E65">
              <w:rPr>
                <w:b/>
                <w:color w:val="FFFFFF"/>
                <w:sz w:val="16"/>
              </w:rPr>
              <w:t>Change</w:t>
            </w:r>
          </w:p>
        </w:tc>
        <w:tc>
          <w:tcPr>
            <w:tcW w:w="1962" w:type="dxa"/>
            <w:shd w:val="clear" w:color="auto" w:fill="5C83B4"/>
          </w:tcPr>
          <w:p w:rsidR="00FD7D81" w:rsidRPr="00143E65" w:rsidRDefault="00FD7D81" w:rsidP="00FD7D81">
            <w:pPr>
              <w:rPr>
                <w:b/>
                <w:color w:val="FFFFFF"/>
                <w:sz w:val="16"/>
              </w:rPr>
            </w:pPr>
            <w:r w:rsidRPr="00143E65">
              <w:rPr>
                <w:b/>
                <w:color w:val="FFFFFF"/>
                <w:sz w:val="16"/>
              </w:rPr>
              <w:t>Changed By</w:t>
            </w:r>
          </w:p>
        </w:tc>
        <w:tc>
          <w:tcPr>
            <w:tcW w:w="1962" w:type="dxa"/>
            <w:shd w:val="clear" w:color="auto" w:fill="5C83B4"/>
          </w:tcPr>
          <w:p w:rsidR="00FD7D81" w:rsidRPr="00143E65" w:rsidRDefault="00FD7D81" w:rsidP="00FD7D81">
            <w:pPr>
              <w:rPr>
                <w:b/>
                <w:color w:val="FFFFFF"/>
                <w:sz w:val="16"/>
              </w:rPr>
            </w:pPr>
            <w:r w:rsidRPr="00143E65">
              <w:rPr>
                <w:b/>
                <w:color w:val="FFFFFF"/>
                <w:sz w:val="16"/>
              </w:rPr>
              <w:t>Date</w:t>
            </w:r>
          </w:p>
        </w:tc>
      </w:tr>
      <w:tr w:rsidR="00FD7D81" w:rsidRPr="00DB1B95" w:rsidTr="00143E65">
        <w:tc>
          <w:tcPr>
            <w:tcW w:w="6228" w:type="dxa"/>
          </w:tcPr>
          <w:p w:rsidR="00FD7D81" w:rsidRPr="00143E65" w:rsidRDefault="00FD7D81" w:rsidP="00FD7D81">
            <w:pPr>
              <w:rPr>
                <w:sz w:val="16"/>
              </w:rPr>
            </w:pPr>
          </w:p>
        </w:tc>
        <w:tc>
          <w:tcPr>
            <w:tcW w:w="1962" w:type="dxa"/>
          </w:tcPr>
          <w:p w:rsidR="00FD7D81" w:rsidRPr="00143E65" w:rsidRDefault="00FD7D81" w:rsidP="00FD7D81">
            <w:pPr>
              <w:rPr>
                <w:sz w:val="16"/>
              </w:rPr>
            </w:pPr>
          </w:p>
        </w:tc>
        <w:tc>
          <w:tcPr>
            <w:tcW w:w="1962" w:type="dxa"/>
          </w:tcPr>
          <w:p w:rsidR="00FD7D81" w:rsidRPr="00143E65" w:rsidRDefault="00FD7D81" w:rsidP="00FD7D81">
            <w:pPr>
              <w:rPr>
                <w:sz w:val="16"/>
              </w:rPr>
            </w:pPr>
          </w:p>
        </w:tc>
      </w:tr>
    </w:tbl>
    <w:p w:rsidR="00FD7D81" w:rsidRPr="00DB1B95" w:rsidRDefault="00FD7D81" w:rsidP="00FD7D81"/>
    <w:p w:rsidR="0012422D" w:rsidRPr="00FD7D81" w:rsidRDefault="0012422D" w:rsidP="00FD7D81"/>
    <w:sectPr w:rsidR="0012422D" w:rsidRPr="00FD7D81" w:rsidSect="00AA42F7">
      <w:headerReference w:type="default" r:id="rId23"/>
      <w:footerReference w:type="default" r:id="rId24"/>
      <w:type w:val="oddPage"/>
      <w:pgSz w:w="12240" w:h="15840" w:code="1"/>
      <w:pgMar w:top="1440" w:right="1152" w:bottom="1440" w:left="1152" w:header="720" w:footer="720"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13E4" w:rsidRDefault="002713E4">
      <w:r>
        <w:separator/>
      </w:r>
    </w:p>
  </w:endnote>
  <w:endnote w:type="continuationSeparator" w:id="1">
    <w:p w:rsidR="002713E4" w:rsidRDefault="002713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EE6" w:rsidRDefault="00E90EE6">
    <w:r>
      <w:rPr>
        <w:i/>
      </w:rPr>
      <w:fldChar w:fldCharType="begin"/>
    </w:r>
    <w:r>
      <w:rPr>
        <w:i/>
      </w:rPr>
      <w:instrText xml:space="preserve"> PAGE </w:instrText>
    </w:r>
    <w:r>
      <w:rPr>
        <w:i/>
      </w:rPr>
      <w:fldChar w:fldCharType="separate"/>
    </w:r>
    <w:r>
      <w:rPr>
        <w:i/>
        <w:noProof/>
      </w:rPr>
      <w:t>ii</w:t>
    </w:r>
    <w:r>
      <w:rPr>
        <w:i/>
      </w:rPr>
      <w:fldChar w:fldCharType="end"/>
    </w:r>
    <w:r>
      <w:rPr>
        <w:i/>
      </w:rPr>
      <w:tab/>
    </w:r>
    <w:r>
      <w:t xml:space="preserve">Copyright </w:t>
    </w:r>
    <w:r>
      <w:fldChar w:fldCharType="begin"/>
    </w:r>
    <w:r>
      <w:instrText>SYMBOL 211 \f "Symbol"</w:instrText>
    </w:r>
    <w:r>
      <w:fldChar w:fldCharType="end"/>
    </w:r>
    <w:r>
      <w:t xml:space="preserve"> Microsoft Corporation </w:t>
    </w:r>
    <w:fldSimple w:instr=" SAVEDATE  \@ &quot;yyyy&quot;  \* MERGEFORMAT ">
      <w:r>
        <w:rPr>
          <w:noProof/>
        </w:rPr>
        <w:t>2008</w:t>
      </w:r>
    </w:fldSimple>
    <w:r>
      <w:fldChar w:fldCharType="begin"/>
    </w:r>
    <w:r>
      <w:instrText xml:space="preserve">IF DATE \@ "yyyy" = "1998" "1998-" </w:instrText>
    </w:r>
    <w:r>
      <w:fldChar w:fldCharType="end"/>
    </w:r>
    <w:r>
      <w:t>.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EE6" w:rsidRPr="002935B7" w:rsidRDefault="00E90EE6" w:rsidP="00412C55">
    <w:pPr>
      <w:rPr>
        <w:sz w:val="14"/>
        <w:szCs w:val="14"/>
      </w:rPr>
    </w:pPr>
    <w:r w:rsidRPr="00495E5C">
      <w:rPr>
        <w:b/>
        <w:color w:val="000000"/>
        <w:sz w:val="14"/>
        <w:szCs w:val="14"/>
      </w:rPr>
      <w:t>Microsoft Confidential.</w:t>
    </w:r>
    <w:r w:rsidRPr="002935B7">
      <w:rPr>
        <w:color w:val="000000"/>
        <w:sz w:val="14"/>
        <w:szCs w:val="14"/>
      </w:rPr>
      <w:t xml:space="preserve"> © </w:t>
    </w:r>
    <w:r w:rsidRPr="002935B7">
      <w:rPr>
        <w:color w:val="000000"/>
        <w:sz w:val="14"/>
        <w:szCs w:val="14"/>
      </w:rPr>
      <w:fldChar w:fldCharType="begin"/>
    </w:r>
    <w:r w:rsidRPr="002935B7">
      <w:rPr>
        <w:color w:val="000000"/>
        <w:sz w:val="14"/>
        <w:szCs w:val="14"/>
      </w:rPr>
      <w:instrText xml:space="preserve"> SAVEDATE  \@ "yyyy"  \* MERGEFORMAT </w:instrText>
    </w:r>
    <w:r w:rsidRPr="002935B7">
      <w:rPr>
        <w:color w:val="000000"/>
        <w:sz w:val="14"/>
        <w:szCs w:val="14"/>
      </w:rPr>
      <w:fldChar w:fldCharType="separate"/>
    </w:r>
    <w:r>
      <w:rPr>
        <w:noProof/>
        <w:color w:val="000000"/>
        <w:sz w:val="14"/>
        <w:szCs w:val="14"/>
      </w:rPr>
      <w:t>2008</w:t>
    </w:r>
    <w:r w:rsidRPr="002935B7">
      <w:rPr>
        <w:color w:val="000000"/>
        <w:sz w:val="14"/>
        <w:szCs w:val="14"/>
      </w:rPr>
      <w:fldChar w:fldCharType="end"/>
    </w:r>
    <w:r w:rsidRPr="002935B7">
      <w:rPr>
        <w:color w:val="000000"/>
        <w:sz w:val="14"/>
        <w:szCs w:val="14"/>
      </w:rPr>
      <w:t xml:space="preserve"> Microsoft Corporation. All rights reserved. These materials are confidential to and maintained as a trade secret by Microsoft Corporation. Information in these materials is restricted to Microsoft authorized recipients only. Any use, distribution or public discussion of, and any feedback to, these materials is subject to the terms of the attached license. By providing any feedback on these materials to Microsoft, you agree to the terms of that license.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EE6" w:rsidRPr="002935B7" w:rsidRDefault="00E90EE6" w:rsidP="002935B7">
    <w:pPr>
      <w:rPr>
        <w:sz w:val="14"/>
        <w:szCs w:val="14"/>
      </w:rPr>
    </w:pPr>
    <w:r w:rsidRPr="00495E5C">
      <w:rPr>
        <w:b/>
        <w:color w:val="000000"/>
        <w:sz w:val="14"/>
        <w:szCs w:val="14"/>
      </w:rPr>
      <w:t>Microsoft Confidential.</w:t>
    </w:r>
    <w:r w:rsidRPr="002935B7">
      <w:rPr>
        <w:color w:val="000000"/>
        <w:sz w:val="14"/>
        <w:szCs w:val="14"/>
      </w:rPr>
      <w:t xml:space="preserve"> © </w:t>
    </w:r>
    <w:r>
      <w:rPr>
        <w:color w:val="000000"/>
        <w:sz w:val="14"/>
        <w:szCs w:val="14"/>
      </w:rPr>
      <w:fldChar w:fldCharType="begin"/>
    </w:r>
    <w:r>
      <w:rPr>
        <w:color w:val="000000"/>
        <w:sz w:val="14"/>
        <w:szCs w:val="14"/>
      </w:rPr>
      <w:instrText xml:space="preserve"> SAVEDATE  \@ "yyyy"  \* MERGEFORMAT </w:instrText>
    </w:r>
    <w:r>
      <w:rPr>
        <w:color w:val="000000"/>
        <w:sz w:val="14"/>
        <w:szCs w:val="14"/>
      </w:rPr>
      <w:fldChar w:fldCharType="separate"/>
    </w:r>
    <w:r>
      <w:rPr>
        <w:noProof/>
        <w:color w:val="000000"/>
        <w:sz w:val="14"/>
        <w:szCs w:val="14"/>
      </w:rPr>
      <w:t>2008</w:t>
    </w:r>
    <w:r>
      <w:rPr>
        <w:color w:val="000000"/>
        <w:sz w:val="14"/>
        <w:szCs w:val="14"/>
      </w:rPr>
      <w:fldChar w:fldCharType="end"/>
    </w:r>
    <w:r w:rsidRPr="002935B7">
      <w:rPr>
        <w:color w:val="000000"/>
        <w:sz w:val="14"/>
        <w:szCs w:val="14"/>
      </w:rPr>
      <w:t xml:space="preserve"> Microsoft Corporation. All rights reserved. By using or providing feedback on these materials, you agree to the attached license agreement.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13E4" w:rsidRDefault="002713E4">
      <w:r>
        <w:separator/>
      </w:r>
    </w:p>
  </w:footnote>
  <w:footnote w:type="continuationSeparator" w:id="1">
    <w:p w:rsidR="002713E4" w:rsidRDefault="002713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EE6" w:rsidRDefault="00E90EE6">
    <w:fldSimple w:instr=" FILENAME ">
      <w:r>
        <w:rPr>
          <w:noProof/>
        </w:rPr>
        <w:t>Orcas Spec Template Draft.doc</w:t>
      </w:r>
    </w:fldSimple>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EE6" w:rsidRPr="002935B7" w:rsidRDefault="00E90EE6" w:rsidP="002935B7">
    <w:pPr>
      <w:jc w:val="right"/>
      <w:rPr>
        <w:sz w:val="16"/>
        <w:szCs w:val="16"/>
      </w:rPr>
    </w:pPr>
    <w:r w:rsidRPr="002935B7">
      <w:rPr>
        <w:sz w:val="16"/>
        <w:szCs w:val="16"/>
      </w:rPr>
      <w:t xml:space="preserve">Page </w:t>
    </w:r>
    <w:r w:rsidRPr="002935B7">
      <w:rPr>
        <w:sz w:val="16"/>
        <w:szCs w:val="16"/>
      </w:rPr>
      <w:fldChar w:fldCharType="begin"/>
    </w:r>
    <w:r w:rsidRPr="002935B7">
      <w:rPr>
        <w:sz w:val="16"/>
        <w:szCs w:val="16"/>
      </w:rPr>
      <w:instrText xml:space="preserve"> PAGE </w:instrText>
    </w:r>
    <w:r w:rsidRPr="002935B7">
      <w:rPr>
        <w:sz w:val="16"/>
        <w:szCs w:val="16"/>
      </w:rPr>
      <w:fldChar w:fldCharType="separate"/>
    </w:r>
    <w:r w:rsidR="004E77BC">
      <w:rPr>
        <w:noProof/>
        <w:sz w:val="16"/>
        <w:szCs w:val="16"/>
      </w:rPr>
      <w:t>11</w:t>
    </w:r>
    <w:r w:rsidRPr="002935B7">
      <w:rPr>
        <w:sz w:val="16"/>
        <w:szCs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E7493"/>
    <w:multiLevelType w:val="hybridMultilevel"/>
    <w:tmpl w:val="094C22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1A7E9E"/>
    <w:multiLevelType w:val="hybridMultilevel"/>
    <w:tmpl w:val="8862B4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4706A"/>
    <w:multiLevelType w:val="hybridMultilevel"/>
    <w:tmpl w:val="BC2EAF3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816106"/>
    <w:multiLevelType w:val="hybridMultilevel"/>
    <w:tmpl w:val="FC2CCB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796328"/>
    <w:multiLevelType w:val="hybridMultilevel"/>
    <w:tmpl w:val="29ECB7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810727"/>
    <w:multiLevelType w:val="hybridMultilevel"/>
    <w:tmpl w:val="1A523C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83510DD"/>
    <w:multiLevelType w:val="hybridMultilevel"/>
    <w:tmpl w:val="2A1A86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3C3259"/>
    <w:multiLevelType w:val="hybridMultilevel"/>
    <w:tmpl w:val="5DACFA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9D503D"/>
    <w:multiLevelType w:val="hybridMultilevel"/>
    <w:tmpl w:val="E3C0E9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164407"/>
    <w:multiLevelType w:val="hybridMultilevel"/>
    <w:tmpl w:val="1C6CB3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9D7923"/>
    <w:multiLevelType w:val="multilevel"/>
    <w:tmpl w:val="8CB0C7B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C8306F5"/>
    <w:multiLevelType w:val="multilevel"/>
    <w:tmpl w:val="0409001F"/>
    <w:lvl w:ilvl="0">
      <w:start w:val="1"/>
      <w:numFmt w:val="decimal"/>
      <w:lvlText w:val="%1."/>
      <w:lvlJc w:val="left"/>
      <w:pPr>
        <w:tabs>
          <w:tab w:val="num" w:pos="720"/>
        </w:tabs>
        <w:ind w:left="720" w:hanging="360"/>
      </w:pPr>
    </w:lvl>
    <w:lvl w:ilvl="1">
      <w:start w:val="1"/>
      <w:numFmt w:val="decimal"/>
      <w:lvlText w:val="%1.%2."/>
      <w:lvlJc w:val="left"/>
      <w:pPr>
        <w:tabs>
          <w:tab w:val="num" w:pos="1440"/>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12">
    <w:nsid w:val="4E60072B"/>
    <w:multiLevelType w:val="hybridMultilevel"/>
    <w:tmpl w:val="4F7A93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541304"/>
    <w:multiLevelType w:val="hybridMultilevel"/>
    <w:tmpl w:val="66846A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220C0D"/>
    <w:multiLevelType w:val="hybridMultilevel"/>
    <w:tmpl w:val="E04073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1E4D2A"/>
    <w:multiLevelType w:val="hybridMultilevel"/>
    <w:tmpl w:val="247AC8C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88C45AE"/>
    <w:multiLevelType w:val="hybridMultilevel"/>
    <w:tmpl w:val="A98AB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2861D0"/>
    <w:multiLevelType w:val="hybridMultilevel"/>
    <w:tmpl w:val="86F268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4664A1"/>
    <w:multiLevelType w:val="hybridMultilevel"/>
    <w:tmpl w:val="9B9899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A9091D"/>
    <w:multiLevelType w:val="hybridMultilevel"/>
    <w:tmpl w:val="8A9052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6D0CAF"/>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78BE765F"/>
    <w:multiLevelType w:val="hybridMultilevel"/>
    <w:tmpl w:val="AF48D23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9475DFA"/>
    <w:multiLevelType w:val="hybridMultilevel"/>
    <w:tmpl w:val="2F5ADC3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AF84DA2"/>
    <w:multiLevelType w:val="multilevel"/>
    <w:tmpl w:val="C846A740"/>
    <w:lvl w:ilvl="0">
      <w:start w:val="1"/>
      <w:numFmt w:val="decimal"/>
      <w:pStyle w:val="Heading1"/>
      <w:suff w:val="space"/>
      <w:lvlText w:val="%1."/>
      <w:lvlJc w:val="left"/>
      <w:pPr>
        <w:ind w:left="7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99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abstractNum w:abstractNumId="24">
    <w:nsid w:val="7E39182C"/>
    <w:multiLevelType w:val="hybridMultilevel"/>
    <w:tmpl w:val="11E280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3"/>
  </w:num>
  <w:num w:numId="2">
    <w:abstractNumId w:val="2"/>
  </w:num>
  <w:num w:numId="3">
    <w:abstractNumId w:val="21"/>
  </w:num>
  <w:num w:numId="4">
    <w:abstractNumId w:val="20"/>
  </w:num>
  <w:num w:numId="5">
    <w:abstractNumId w:val="15"/>
  </w:num>
  <w:num w:numId="6">
    <w:abstractNumId w:val="22"/>
  </w:num>
  <w:num w:numId="7">
    <w:abstractNumId w:val="10"/>
  </w:num>
  <w:num w:numId="8">
    <w:abstractNumId w:val="11"/>
  </w:num>
  <w:num w:numId="9">
    <w:abstractNumId w:val="1"/>
  </w:num>
  <w:num w:numId="10">
    <w:abstractNumId w:val="12"/>
  </w:num>
  <w:num w:numId="11">
    <w:abstractNumId w:val="0"/>
  </w:num>
  <w:num w:numId="12">
    <w:abstractNumId w:val="14"/>
  </w:num>
  <w:num w:numId="13">
    <w:abstractNumId w:val="6"/>
  </w:num>
  <w:num w:numId="14">
    <w:abstractNumId w:val="4"/>
  </w:num>
  <w:num w:numId="15">
    <w:abstractNumId w:val="3"/>
  </w:num>
  <w:num w:numId="16">
    <w:abstractNumId w:val="19"/>
  </w:num>
  <w:num w:numId="17">
    <w:abstractNumId w:val="13"/>
  </w:num>
  <w:num w:numId="18">
    <w:abstractNumId w:val="18"/>
  </w:num>
  <w:num w:numId="19">
    <w:abstractNumId w:val="9"/>
  </w:num>
  <w:num w:numId="20">
    <w:abstractNumId w:val="5"/>
  </w:num>
  <w:num w:numId="21">
    <w:abstractNumId w:val="24"/>
  </w:num>
  <w:num w:numId="22">
    <w:abstractNumId w:val="16"/>
  </w:num>
  <w:num w:numId="23">
    <w:abstractNumId w:val="7"/>
  </w:num>
  <w:num w:numId="24">
    <w:abstractNumId w:val="17"/>
  </w:num>
  <w:num w:numId="25">
    <w:abstractNumId w:val="8"/>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en-US" w:vendorID="8" w:dllVersion="513" w:checkStyle="1"/>
  <w:attachedTemplate r:id="rId1"/>
  <w:stylePaneFormatFilter w:val="3001"/>
  <w:defaultTabStop w:val="360"/>
  <w:doNotHyphenateCaps/>
  <w:drawingGridHorizontalSpacing w:val="100"/>
  <w:displayHorizontalDrawingGridEvery w:val="0"/>
  <w:displayVerticalDrawingGridEvery w:val="0"/>
  <w:doNotShadeFormData/>
  <w:noPunctuationKerning/>
  <w:characterSpacingControl w:val="doNotCompress"/>
  <w:footnotePr>
    <w:footnote w:id="0"/>
    <w:footnote w:id="1"/>
  </w:footnotePr>
  <w:endnotePr>
    <w:endnote w:id="0"/>
    <w:endnote w:id="1"/>
  </w:endnotePr>
  <w:compat/>
  <w:rsids>
    <w:rsidRoot w:val="00983A83"/>
    <w:rsid w:val="000000DE"/>
    <w:rsid w:val="00002AF8"/>
    <w:rsid w:val="0000460A"/>
    <w:rsid w:val="00004EF1"/>
    <w:rsid w:val="00005B61"/>
    <w:rsid w:val="00007BDA"/>
    <w:rsid w:val="000155DE"/>
    <w:rsid w:val="00030506"/>
    <w:rsid w:val="00030B2D"/>
    <w:rsid w:val="00032AE0"/>
    <w:rsid w:val="00036792"/>
    <w:rsid w:val="00045676"/>
    <w:rsid w:val="00046482"/>
    <w:rsid w:val="00047B3F"/>
    <w:rsid w:val="000540DD"/>
    <w:rsid w:val="00055F37"/>
    <w:rsid w:val="00064A3C"/>
    <w:rsid w:val="00065203"/>
    <w:rsid w:val="0006662B"/>
    <w:rsid w:val="000669CB"/>
    <w:rsid w:val="00074D82"/>
    <w:rsid w:val="000801E8"/>
    <w:rsid w:val="000851CD"/>
    <w:rsid w:val="000931B8"/>
    <w:rsid w:val="0009753D"/>
    <w:rsid w:val="000A01E2"/>
    <w:rsid w:val="000A6756"/>
    <w:rsid w:val="000C0CE2"/>
    <w:rsid w:val="000C193E"/>
    <w:rsid w:val="000D4550"/>
    <w:rsid w:val="000E23D3"/>
    <w:rsid w:val="000E5D8A"/>
    <w:rsid w:val="000E7D54"/>
    <w:rsid w:val="000E7F17"/>
    <w:rsid w:val="000F0C2A"/>
    <w:rsid w:val="00106205"/>
    <w:rsid w:val="00110A15"/>
    <w:rsid w:val="001144C4"/>
    <w:rsid w:val="00120E2C"/>
    <w:rsid w:val="001219A6"/>
    <w:rsid w:val="00122D1A"/>
    <w:rsid w:val="0012422D"/>
    <w:rsid w:val="00125672"/>
    <w:rsid w:val="0012690E"/>
    <w:rsid w:val="001326BA"/>
    <w:rsid w:val="001358A7"/>
    <w:rsid w:val="001401D2"/>
    <w:rsid w:val="00143E65"/>
    <w:rsid w:val="00143E8F"/>
    <w:rsid w:val="0014731A"/>
    <w:rsid w:val="0014745B"/>
    <w:rsid w:val="00152AB7"/>
    <w:rsid w:val="00153EDF"/>
    <w:rsid w:val="00164DE7"/>
    <w:rsid w:val="00172253"/>
    <w:rsid w:val="00173D01"/>
    <w:rsid w:val="00174464"/>
    <w:rsid w:val="00174D35"/>
    <w:rsid w:val="00175181"/>
    <w:rsid w:val="00183A86"/>
    <w:rsid w:val="001865B4"/>
    <w:rsid w:val="001873DC"/>
    <w:rsid w:val="001914DB"/>
    <w:rsid w:val="00193652"/>
    <w:rsid w:val="00194D06"/>
    <w:rsid w:val="001962C5"/>
    <w:rsid w:val="001965A6"/>
    <w:rsid w:val="001A0C9A"/>
    <w:rsid w:val="001A1483"/>
    <w:rsid w:val="001A34F4"/>
    <w:rsid w:val="001A4867"/>
    <w:rsid w:val="001A4A5D"/>
    <w:rsid w:val="001A5972"/>
    <w:rsid w:val="001C4DB8"/>
    <w:rsid w:val="001C6CF8"/>
    <w:rsid w:val="001D047C"/>
    <w:rsid w:val="001D0C34"/>
    <w:rsid w:val="001D6A79"/>
    <w:rsid w:val="001E38DC"/>
    <w:rsid w:val="001E713E"/>
    <w:rsid w:val="001F0E4D"/>
    <w:rsid w:val="001F5C0A"/>
    <w:rsid w:val="002012DF"/>
    <w:rsid w:val="0020217C"/>
    <w:rsid w:val="002026FB"/>
    <w:rsid w:val="00207A95"/>
    <w:rsid w:val="00210008"/>
    <w:rsid w:val="00211120"/>
    <w:rsid w:val="00216F24"/>
    <w:rsid w:val="00227414"/>
    <w:rsid w:val="00232823"/>
    <w:rsid w:val="00232EFA"/>
    <w:rsid w:val="002346E2"/>
    <w:rsid w:val="00237CB1"/>
    <w:rsid w:val="00240489"/>
    <w:rsid w:val="0025094A"/>
    <w:rsid w:val="00251811"/>
    <w:rsid w:val="00252C2B"/>
    <w:rsid w:val="0025670A"/>
    <w:rsid w:val="00260597"/>
    <w:rsid w:val="00261091"/>
    <w:rsid w:val="002618AE"/>
    <w:rsid w:val="002676C9"/>
    <w:rsid w:val="002713E4"/>
    <w:rsid w:val="00271F9D"/>
    <w:rsid w:val="00274E6B"/>
    <w:rsid w:val="0027773A"/>
    <w:rsid w:val="00283A36"/>
    <w:rsid w:val="00285769"/>
    <w:rsid w:val="00286602"/>
    <w:rsid w:val="002875E4"/>
    <w:rsid w:val="00290574"/>
    <w:rsid w:val="002935B7"/>
    <w:rsid w:val="00293ACB"/>
    <w:rsid w:val="002B0217"/>
    <w:rsid w:val="002C4E70"/>
    <w:rsid w:val="002D1FF8"/>
    <w:rsid w:val="002D7F91"/>
    <w:rsid w:val="002E02F3"/>
    <w:rsid w:val="002E5FDF"/>
    <w:rsid w:val="002E76E7"/>
    <w:rsid w:val="002F18E1"/>
    <w:rsid w:val="002F2E26"/>
    <w:rsid w:val="002F4492"/>
    <w:rsid w:val="002F6528"/>
    <w:rsid w:val="002F75C1"/>
    <w:rsid w:val="002F7632"/>
    <w:rsid w:val="00300E34"/>
    <w:rsid w:val="0030260E"/>
    <w:rsid w:val="0030620A"/>
    <w:rsid w:val="00311C62"/>
    <w:rsid w:val="003154C9"/>
    <w:rsid w:val="00315F68"/>
    <w:rsid w:val="00316521"/>
    <w:rsid w:val="00323E2C"/>
    <w:rsid w:val="00332B78"/>
    <w:rsid w:val="0033350F"/>
    <w:rsid w:val="0033413C"/>
    <w:rsid w:val="00342784"/>
    <w:rsid w:val="00345242"/>
    <w:rsid w:val="00346CCC"/>
    <w:rsid w:val="0034751E"/>
    <w:rsid w:val="00352046"/>
    <w:rsid w:val="003531AA"/>
    <w:rsid w:val="00353251"/>
    <w:rsid w:val="003537BA"/>
    <w:rsid w:val="00364BBF"/>
    <w:rsid w:val="00370CEB"/>
    <w:rsid w:val="00374067"/>
    <w:rsid w:val="00376BE9"/>
    <w:rsid w:val="00377C75"/>
    <w:rsid w:val="00381008"/>
    <w:rsid w:val="00381F22"/>
    <w:rsid w:val="00386498"/>
    <w:rsid w:val="003943AC"/>
    <w:rsid w:val="00394C37"/>
    <w:rsid w:val="00397C84"/>
    <w:rsid w:val="003A02E8"/>
    <w:rsid w:val="003A0746"/>
    <w:rsid w:val="003A1D9F"/>
    <w:rsid w:val="003A1DF2"/>
    <w:rsid w:val="003A3ED9"/>
    <w:rsid w:val="003A6F06"/>
    <w:rsid w:val="003B1B22"/>
    <w:rsid w:val="003B3B41"/>
    <w:rsid w:val="003B581B"/>
    <w:rsid w:val="003B616B"/>
    <w:rsid w:val="003C066F"/>
    <w:rsid w:val="003C0723"/>
    <w:rsid w:val="003E068D"/>
    <w:rsid w:val="003E3DA9"/>
    <w:rsid w:val="003F5006"/>
    <w:rsid w:val="003F6A44"/>
    <w:rsid w:val="003F6DD0"/>
    <w:rsid w:val="00404ACC"/>
    <w:rsid w:val="00405203"/>
    <w:rsid w:val="00412C55"/>
    <w:rsid w:val="00417CC8"/>
    <w:rsid w:val="00427EEF"/>
    <w:rsid w:val="00444C71"/>
    <w:rsid w:val="004553AA"/>
    <w:rsid w:val="00465981"/>
    <w:rsid w:val="004715A5"/>
    <w:rsid w:val="00472A73"/>
    <w:rsid w:val="00472BBD"/>
    <w:rsid w:val="004738B6"/>
    <w:rsid w:val="00474F57"/>
    <w:rsid w:val="00475B78"/>
    <w:rsid w:val="004779AF"/>
    <w:rsid w:val="004857DC"/>
    <w:rsid w:val="0048753A"/>
    <w:rsid w:val="0049166D"/>
    <w:rsid w:val="00491FED"/>
    <w:rsid w:val="00494EC2"/>
    <w:rsid w:val="00495E5C"/>
    <w:rsid w:val="0049772D"/>
    <w:rsid w:val="004A2CE5"/>
    <w:rsid w:val="004A79DD"/>
    <w:rsid w:val="004B15A9"/>
    <w:rsid w:val="004C1C04"/>
    <w:rsid w:val="004D0246"/>
    <w:rsid w:val="004D1160"/>
    <w:rsid w:val="004D2AD7"/>
    <w:rsid w:val="004D38EA"/>
    <w:rsid w:val="004E0B6F"/>
    <w:rsid w:val="004E10AF"/>
    <w:rsid w:val="004E1D90"/>
    <w:rsid w:val="004E4C69"/>
    <w:rsid w:val="004E55FF"/>
    <w:rsid w:val="004E57C0"/>
    <w:rsid w:val="004E6CBE"/>
    <w:rsid w:val="004E77BC"/>
    <w:rsid w:val="004F0663"/>
    <w:rsid w:val="00501851"/>
    <w:rsid w:val="00503672"/>
    <w:rsid w:val="00506430"/>
    <w:rsid w:val="005075CD"/>
    <w:rsid w:val="00516CE2"/>
    <w:rsid w:val="0054198D"/>
    <w:rsid w:val="00543368"/>
    <w:rsid w:val="00544574"/>
    <w:rsid w:val="00552908"/>
    <w:rsid w:val="00552F25"/>
    <w:rsid w:val="00556A54"/>
    <w:rsid w:val="005617C2"/>
    <w:rsid w:val="00572ED2"/>
    <w:rsid w:val="00573AB2"/>
    <w:rsid w:val="00573D29"/>
    <w:rsid w:val="00584668"/>
    <w:rsid w:val="00585CEE"/>
    <w:rsid w:val="00592271"/>
    <w:rsid w:val="005A0F6C"/>
    <w:rsid w:val="005B0CF5"/>
    <w:rsid w:val="005B0EC4"/>
    <w:rsid w:val="005B22A5"/>
    <w:rsid w:val="005B4719"/>
    <w:rsid w:val="005B55CB"/>
    <w:rsid w:val="005B7E97"/>
    <w:rsid w:val="005C1FFD"/>
    <w:rsid w:val="005C3F42"/>
    <w:rsid w:val="005D591C"/>
    <w:rsid w:val="005E026E"/>
    <w:rsid w:val="005E2C70"/>
    <w:rsid w:val="005E58CF"/>
    <w:rsid w:val="005E5AA4"/>
    <w:rsid w:val="005E7D50"/>
    <w:rsid w:val="00600AE0"/>
    <w:rsid w:val="00611257"/>
    <w:rsid w:val="006116A4"/>
    <w:rsid w:val="006139D7"/>
    <w:rsid w:val="0061605F"/>
    <w:rsid w:val="00620BC7"/>
    <w:rsid w:val="00620FEC"/>
    <w:rsid w:val="00625216"/>
    <w:rsid w:val="00627D86"/>
    <w:rsid w:val="00627F2C"/>
    <w:rsid w:val="00630BFF"/>
    <w:rsid w:val="006313EF"/>
    <w:rsid w:val="00632633"/>
    <w:rsid w:val="0063448F"/>
    <w:rsid w:val="006349D8"/>
    <w:rsid w:val="00635252"/>
    <w:rsid w:val="00637F9B"/>
    <w:rsid w:val="006435E6"/>
    <w:rsid w:val="00661ECB"/>
    <w:rsid w:val="00674469"/>
    <w:rsid w:val="006775DA"/>
    <w:rsid w:val="00677ECB"/>
    <w:rsid w:val="006811E6"/>
    <w:rsid w:val="00684D2F"/>
    <w:rsid w:val="00684F70"/>
    <w:rsid w:val="00685BA9"/>
    <w:rsid w:val="00691CF6"/>
    <w:rsid w:val="006935B1"/>
    <w:rsid w:val="00693A28"/>
    <w:rsid w:val="006A2481"/>
    <w:rsid w:val="006A6908"/>
    <w:rsid w:val="006B3A80"/>
    <w:rsid w:val="006B41EA"/>
    <w:rsid w:val="006B4996"/>
    <w:rsid w:val="006B612F"/>
    <w:rsid w:val="006C0190"/>
    <w:rsid w:val="006C2247"/>
    <w:rsid w:val="006C3ED8"/>
    <w:rsid w:val="006D65FA"/>
    <w:rsid w:val="006E0180"/>
    <w:rsid w:val="006E16FC"/>
    <w:rsid w:val="006E3289"/>
    <w:rsid w:val="006F703B"/>
    <w:rsid w:val="006F719B"/>
    <w:rsid w:val="00701072"/>
    <w:rsid w:val="00701185"/>
    <w:rsid w:val="00701BB3"/>
    <w:rsid w:val="00703C41"/>
    <w:rsid w:val="0071060D"/>
    <w:rsid w:val="00714A55"/>
    <w:rsid w:val="00721AF8"/>
    <w:rsid w:val="00721B52"/>
    <w:rsid w:val="00722034"/>
    <w:rsid w:val="00726433"/>
    <w:rsid w:val="007328A5"/>
    <w:rsid w:val="0073551B"/>
    <w:rsid w:val="007462A9"/>
    <w:rsid w:val="007506F2"/>
    <w:rsid w:val="007521B1"/>
    <w:rsid w:val="00755306"/>
    <w:rsid w:val="0076452A"/>
    <w:rsid w:val="0077372A"/>
    <w:rsid w:val="00775E69"/>
    <w:rsid w:val="00780D2F"/>
    <w:rsid w:val="00791758"/>
    <w:rsid w:val="00792611"/>
    <w:rsid w:val="00796343"/>
    <w:rsid w:val="007A13D0"/>
    <w:rsid w:val="007A2F11"/>
    <w:rsid w:val="007A464A"/>
    <w:rsid w:val="007A5101"/>
    <w:rsid w:val="007A5247"/>
    <w:rsid w:val="007B3CB9"/>
    <w:rsid w:val="007C0C2D"/>
    <w:rsid w:val="007C1BBF"/>
    <w:rsid w:val="007C6D6C"/>
    <w:rsid w:val="007D13DD"/>
    <w:rsid w:val="007E594D"/>
    <w:rsid w:val="008045C8"/>
    <w:rsid w:val="00810D1B"/>
    <w:rsid w:val="00812C36"/>
    <w:rsid w:val="00816D95"/>
    <w:rsid w:val="00820DC2"/>
    <w:rsid w:val="00823B37"/>
    <w:rsid w:val="00824089"/>
    <w:rsid w:val="00831E6E"/>
    <w:rsid w:val="00833FF8"/>
    <w:rsid w:val="008401B3"/>
    <w:rsid w:val="0084187F"/>
    <w:rsid w:val="008440B0"/>
    <w:rsid w:val="0085431E"/>
    <w:rsid w:val="008560A0"/>
    <w:rsid w:val="00866C63"/>
    <w:rsid w:val="00880746"/>
    <w:rsid w:val="00886C45"/>
    <w:rsid w:val="00895968"/>
    <w:rsid w:val="00897A18"/>
    <w:rsid w:val="008A28E6"/>
    <w:rsid w:val="008A4F17"/>
    <w:rsid w:val="008A763C"/>
    <w:rsid w:val="008B044C"/>
    <w:rsid w:val="008B0DAF"/>
    <w:rsid w:val="008B21A6"/>
    <w:rsid w:val="008B699C"/>
    <w:rsid w:val="008C0851"/>
    <w:rsid w:val="008C2C9C"/>
    <w:rsid w:val="008C3305"/>
    <w:rsid w:val="008C6C9C"/>
    <w:rsid w:val="008D62D6"/>
    <w:rsid w:val="008D7DA3"/>
    <w:rsid w:val="008E2119"/>
    <w:rsid w:val="008E2BBE"/>
    <w:rsid w:val="008E4DE0"/>
    <w:rsid w:val="008E4FC5"/>
    <w:rsid w:val="008F7E46"/>
    <w:rsid w:val="00915848"/>
    <w:rsid w:val="00923905"/>
    <w:rsid w:val="0093235B"/>
    <w:rsid w:val="0093252D"/>
    <w:rsid w:val="0093377E"/>
    <w:rsid w:val="00935302"/>
    <w:rsid w:val="00941430"/>
    <w:rsid w:val="00943D6E"/>
    <w:rsid w:val="00944070"/>
    <w:rsid w:val="0094619B"/>
    <w:rsid w:val="00947BC3"/>
    <w:rsid w:val="009535E1"/>
    <w:rsid w:val="00953806"/>
    <w:rsid w:val="00955EE8"/>
    <w:rsid w:val="00975269"/>
    <w:rsid w:val="009758FC"/>
    <w:rsid w:val="00975F08"/>
    <w:rsid w:val="00976496"/>
    <w:rsid w:val="00982CC8"/>
    <w:rsid w:val="00983A83"/>
    <w:rsid w:val="0099009A"/>
    <w:rsid w:val="009970CC"/>
    <w:rsid w:val="009976D3"/>
    <w:rsid w:val="009A36ED"/>
    <w:rsid w:val="009A5AC2"/>
    <w:rsid w:val="009B64D6"/>
    <w:rsid w:val="009C73CB"/>
    <w:rsid w:val="009C7759"/>
    <w:rsid w:val="009C7D95"/>
    <w:rsid w:val="009D33EA"/>
    <w:rsid w:val="009D4AB7"/>
    <w:rsid w:val="009E3490"/>
    <w:rsid w:val="00A026BE"/>
    <w:rsid w:val="00A02BD0"/>
    <w:rsid w:val="00A0719C"/>
    <w:rsid w:val="00A118B6"/>
    <w:rsid w:val="00A1341A"/>
    <w:rsid w:val="00A14501"/>
    <w:rsid w:val="00A219B9"/>
    <w:rsid w:val="00A22C9E"/>
    <w:rsid w:val="00A23F4C"/>
    <w:rsid w:val="00A274E7"/>
    <w:rsid w:val="00A31623"/>
    <w:rsid w:val="00A31E81"/>
    <w:rsid w:val="00A36842"/>
    <w:rsid w:val="00A3762F"/>
    <w:rsid w:val="00A37C7B"/>
    <w:rsid w:val="00A4013C"/>
    <w:rsid w:val="00A43CE3"/>
    <w:rsid w:val="00A5180B"/>
    <w:rsid w:val="00A53350"/>
    <w:rsid w:val="00A70189"/>
    <w:rsid w:val="00A8053D"/>
    <w:rsid w:val="00A805E3"/>
    <w:rsid w:val="00A84AF6"/>
    <w:rsid w:val="00A85439"/>
    <w:rsid w:val="00A8729C"/>
    <w:rsid w:val="00A91F91"/>
    <w:rsid w:val="00A922C8"/>
    <w:rsid w:val="00A96D68"/>
    <w:rsid w:val="00AA3355"/>
    <w:rsid w:val="00AA42F7"/>
    <w:rsid w:val="00AB6041"/>
    <w:rsid w:val="00AB6235"/>
    <w:rsid w:val="00AC1EBD"/>
    <w:rsid w:val="00AC2642"/>
    <w:rsid w:val="00AC50F2"/>
    <w:rsid w:val="00AD06AD"/>
    <w:rsid w:val="00AD4602"/>
    <w:rsid w:val="00AD7FFE"/>
    <w:rsid w:val="00AE3449"/>
    <w:rsid w:val="00AE366A"/>
    <w:rsid w:val="00AF063B"/>
    <w:rsid w:val="00AF06C7"/>
    <w:rsid w:val="00AF2F8E"/>
    <w:rsid w:val="00AF60B3"/>
    <w:rsid w:val="00AF68D1"/>
    <w:rsid w:val="00B014AF"/>
    <w:rsid w:val="00B10B08"/>
    <w:rsid w:val="00B17550"/>
    <w:rsid w:val="00B17FD7"/>
    <w:rsid w:val="00B201CD"/>
    <w:rsid w:val="00B204EE"/>
    <w:rsid w:val="00B22070"/>
    <w:rsid w:val="00B2702F"/>
    <w:rsid w:val="00B27543"/>
    <w:rsid w:val="00B305DD"/>
    <w:rsid w:val="00B30D5C"/>
    <w:rsid w:val="00B3265E"/>
    <w:rsid w:val="00B370B8"/>
    <w:rsid w:val="00B516FA"/>
    <w:rsid w:val="00B5361F"/>
    <w:rsid w:val="00B57A6E"/>
    <w:rsid w:val="00B761A2"/>
    <w:rsid w:val="00B7623B"/>
    <w:rsid w:val="00B763DC"/>
    <w:rsid w:val="00B8090E"/>
    <w:rsid w:val="00B82ED2"/>
    <w:rsid w:val="00B86773"/>
    <w:rsid w:val="00B9127D"/>
    <w:rsid w:val="00B9235A"/>
    <w:rsid w:val="00B930C7"/>
    <w:rsid w:val="00B9363F"/>
    <w:rsid w:val="00B94E00"/>
    <w:rsid w:val="00B964E8"/>
    <w:rsid w:val="00B96948"/>
    <w:rsid w:val="00BA0C65"/>
    <w:rsid w:val="00BA31BB"/>
    <w:rsid w:val="00BA458E"/>
    <w:rsid w:val="00BB4CCC"/>
    <w:rsid w:val="00BB633E"/>
    <w:rsid w:val="00BC02BB"/>
    <w:rsid w:val="00BC179E"/>
    <w:rsid w:val="00BD1CF2"/>
    <w:rsid w:val="00BD433B"/>
    <w:rsid w:val="00BD5597"/>
    <w:rsid w:val="00BE4A21"/>
    <w:rsid w:val="00BE4A28"/>
    <w:rsid w:val="00BE7E1D"/>
    <w:rsid w:val="00BF06A0"/>
    <w:rsid w:val="00BF594D"/>
    <w:rsid w:val="00C012F7"/>
    <w:rsid w:val="00C02EC5"/>
    <w:rsid w:val="00C062D1"/>
    <w:rsid w:val="00C07160"/>
    <w:rsid w:val="00C11D5C"/>
    <w:rsid w:val="00C1319E"/>
    <w:rsid w:val="00C16AFC"/>
    <w:rsid w:val="00C17BC4"/>
    <w:rsid w:val="00C205F3"/>
    <w:rsid w:val="00C22656"/>
    <w:rsid w:val="00C24EB2"/>
    <w:rsid w:val="00C2539B"/>
    <w:rsid w:val="00C26B67"/>
    <w:rsid w:val="00C273C8"/>
    <w:rsid w:val="00C30B8E"/>
    <w:rsid w:val="00C33078"/>
    <w:rsid w:val="00C54CE7"/>
    <w:rsid w:val="00C56FD6"/>
    <w:rsid w:val="00C62709"/>
    <w:rsid w:val="00C63E95"/>
    <w:rsid w:val="00C656D8"/>
    <w:rsid w:val="00C672C6"/>
    <w:rsid w:val="00C726FA"/>
    <w:rsid w:val="00C72CCC"/>
    <w:rsid w:val="00C74A16"/>
    <w:rsid w:val="00C80073"/>
    <w:rsid w:val="00C8101A"/>
    <w:rsid w:val="00C81D18"/>
    <w:rsid w:val="00C835D2"/>
    <w:rsid w:val="00C8482B"/>
    <w:rsid w:val="00C91EC6"/>
    <w:rsid w:val="00C94194"/>
    <w:rsid w:val="00C95D0D"/>
    <w:rsid w:val="00CA2E4D"/>
    <w:rsid w:val="00CA42F3"/>
    <w:rsid w:val="00CA5CCA"/>
    <w:rsid w:val="00CB1521"/>
    <w:rsid w:val="00CB5C9E"/>
    <w:rsid w:val="00CC08B7"/>
    <w:rsid w:val="00CD269F"/>
    <w:rsid w:val="00CE4C0C"/>
    <w:rsid w:val="00CE6865"/>
    <w:rsid w:val="00CF020B"/>
    <w:rsid w:val="00CF124D"/>
    <w:rsid w:val="00D145DD"/>
    <w:rsid w:val="00D15C40"/>
    <w:rsid w:val="00D15D8B"/>
    <w:rsid w:val="00D17717"/>
    <w:rsid w:val="00D229DC"/>
    <w:rsid w:val="00D23D8E"/>
    <w:rsid w:val="00D24212"/>
    <w:rsid w:val="00D27930"/>
    <w:rsid w:val="00D27B4F"/>
    <w:rsid w:val="00D30425"/>
    <w:rsid w:val="00D308D9"/>
    <w:rsid w:val="00D40ADA"/>
    <w:rsid w:val="00D428F4"/>
    <w:rsid w:val="00D441CC"/>
    <w:rsid w:val="00D455AA"/>
    <w:rsid w:val="00D52C5A"/>
    <w:rsid w:val="00D55624"/>
    <w:rsid w:val="00D55A96"/>
    <w:rsid w:val="00D57125"/>
    <w:rsid w:val="00D5747B"/>
    <w:rsid w:val="00D57A1C"/>
    <w:rsid w:val="00D57EF0"/>
    <w:rsid w:val="00D628FB"/>
    <w:rsid w:val="00D721A6"/>
    <w:rsid w:val="00D743A8"/>
    <w:rsid w:val="00D84E03"/>
    <w:rsid w:val="00D87E43"/>
    <w:rsid w:val="00D93FC1"/>
    <w:rsid w:val="00D951D4"/>
    <w:rsid w:val="00DB1B95"/>
    <w:rsid w:val="00DB58BF"/>
    <w:rsid w:val="00DC39D9"/>
    <w:rsid w:val="00DC5160"/>
    <w:rsid w:val="00DC5AB5"/>
    <w:rsid w:val="00DC5F09"/>
    <w:rsid w:val="00DD06BF"/>
    <w:rsid w:val="00DD1BCD"/>
    <w:rsid w:val="00DD1DD8"/>
    <w:rsid w:val="00DD4E69"/>
    <w:rsid w:val="00DD50ED"/>
    <w:rsid w:val="00DE768C"/>
    <w:rsid w:val="00DE76EB"/>
    <w:rsid w:val="00DF186D"/>
    <w:rsid w:val="00E02B45"/>
    <w:rsid w:val="00E0362F"/>
    <w:rsid w:val="00E04E45"/>
    <w:rsid w:val="00E215AA"/>
    <w:rsid w:val="00E40427"/>
    <w:rsid w:val="00E50FDD"/>
    <w:rsid w:val="00E555ED"/>
    <w:rsid w:val="00E57581"/>
    <w:rsid w:val="00E64910"/>
    <w:rsid w:val="00E6577B"/>
    <w:rsid w:val="00E67F49"/>
    <w:rsid w:val="00E726FB"/>
    <w:rsid w:val="00E72722"/>
    <w:rsid w:val="00E73D21"/>
    <w:rsid w:val="00E819D9"/>
    <w:rsid w:val="00E83A27"/>
    <w:rsid w:val="00E86F8D"/>
    <w:rsid w:val="00E90EE6"/>
    <w:rsid w:val="00E93F09"/>
    <w:rsid w:val="00EA2249"/>
    <w:rsid w:val="00EA41FA"/>
    <w:rsid w:val="00EB0B8F"/>
    <w:rsid w:val="00EB3B64"/>
    <w:rsid w:val="00EB47CF"/>
    <w:rsid w:val="00EC2C9A"/>
    <w:rsid w:val="00EC58C0"/>
    <w:rsid w:val="00ED0DCB"/>
    <w:rsid w:val="00ED1937"/>
    <w:rsid w:val="00ED3325"/>
    <w:rsid w:val="00EE2BDA"/>
    <w:rsid w:val="00EE49AF"/>
    <w:rsid w:val="00EE55AE"/>
    <w:rsid w:val="00EE5F5E"/>
    <w:rsid w:val="00EF195A"/>
    <w:rsid w:val="00EF3CE9"/>
    <w:rsid w:val="00EF4B5E"/>
    <w:rsid w:val="00EF5A17"/>
    <w:rsid w:val="00F02550"/>
    <w:rsid w:val="00F03A86"/>
    <w:rsid w:val="00F06315"/>
    <w:rsid w:val="00F13FEA"/>
    <w:rsid w:val="00F1755C"/>
    <w:rsid w:val="00F22C1A"/>
    <w:rsid w:val="00F25CBE"/>
    <w:rsid w:val="00F30192"/>
    <w:rsid w:val="00F30C1A"/>
    <w:rsid w:val="00F330FC"/>
    <w:rsid w:val="00F346AE"/>
    <w:rsid w:val="00F37224"/>
    <w:rsid w:val="00F41EF2"/>
    <w:rsid w:val="00F460CB"/>
    <w:rsid w:val="00F531CD"/>
    <w:rsid w:val="00F54E07"/>
    <w:rsid w:val="00F55C22"/>
    <w:rsid w:val="00F65680"/>
    <w:rsid w:val="00F673E6"/>
    <w:rsid w:val="00F74E44"/>
    <w:rsid w:val="00F76096"/>
    <w:rsid w:val="00F76DBA"/>
    <w:rsid w:val="00F83B96"/>
    <w:rsid w:val="00F844A6"/>
    <w:rsid w:val="00F86891"/>
    <w:rsid w:val="00F91A4C"/>
    <w:rsid w:val="00F91AAA"/>
    <w:rsid w:val="00F93473"/>
    <w:rsid w:val="00F944D0"/>
    <w:rsid w:val="00F9470E"/>
    <w:rsid w:val="00F94DB3"/>
    <w:rsid w:val="00FA0801"/>
    <w:rsid w:val="00FA46BF"/>
    <w:rsid w:val="00FA7CCB"/>
    <w:rsid w:val="00FB5F34"/>
    <w:rsid w:val="00FC547B"/>
    <w:rsid w:val="00FD2B1D"/>
    <w:rsid w:val="00FD494B"/>
    <w:rsid w:val="00FD7D81"/>
    <w:rsid w:val="00FE0777"/>
    <w:rsid w:val="00FE3FA1"/>
    <w:rsid w:val="00FF3D05"/>
    <w:rsid w:val="00FF72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mswterm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4AF6"/>
    <w:rPr>
      <w:rFonts w:ascii="Verdana" w:hAnsi="Verdana"/>
    </w:rPr>
  </w:style>
  <w:style w:type="paragraph" w:styleId="Heading1">
    <w:name w:val="heading 1"/>
    <w:basedOn w:val="Normal"/>
    <w:next w:val="Normal"/>
    <w:autoRedefine/>
    <w:qFormat/>
    <w:rsid w:val="001F5C0A"/>
    <w:pPr>
      <w:keepNext/>
      <w:numPr>
        <w:numId w:val="1"/>
      </w:numPr>
      <w:pBdr>
        <w:bottom w:val="single" w:sz="4" w:space="1" w:color="auto"/>
      </w:pBdr>
      <w:spacing w:before="360"/>
      <w:ind w:left="432"/>
      <w:outlineLvl w:val="0"/>
    </w:pPr>
    <w:rPr>
      <w:rFonts w:ascii="Arial" w:hAnsi="Arial"/>
      <w:b/>
      <w:noProof/>
      <w:color w:val="0072BC"/>
      <w:kern w:val="28"/>
      <w:sz w:val="32"/>
    </w:rPr>
  </w:style>
  <w:style w:type="paragraph" w:styleId="Heading2">
    <w:name w:val="heading 2"/>
    <w:basedOn w:val="Normal"/>
    <w:next w:val="Normal"/>
    <w:link w:val="Heading2Char"/>
    <w:qFormat/>
    <w:rsid w:val="0073551B"/>
    <w:pPr>
      <w:keepNext/>
      <w:numPr>
        <w:ilvl w:val="1"/>
        <w:numId w:val="1"/>
      </w:numPr>
      <w:spacing w:before="240"/>
      <w:outlineLvl w:val="1"/>
    </w:pPr>
    <w:rPr>
      <w:rFonts w:ascii="Arial" w:hAnsi="Arial"/>
      <w:b/>
      <w:noProof/>
      <w:color w:val="0072BC"/>
      <w:kern w:val="28"/>
      <w:sz w:val="24"/>
    </w:rPr>
  </w:style>
  <w:style w:type="paragraph" w:styleId="Heading3">
    <w:name w:val="heading 3"/>
    <w:basedOn w:val="Normal"/>
    <w:next w:val="Normal"/>
    <w:qFormat/>
    <w:rsid w:val="00592271"/>
    <w:pPr>
      <w:keepNext/>
      <w:numPr>
        <w:ilvl w:val="2"/>
        <w:numId w:val="1"/>
      </w:numPr>
      <w:spacing w:before="240"/>
      <w:ind w:left="720"/>
      <w:outlineLvl w:val="2"/>
    </w:pPr>
    <w:rPr>
      <w:rFonts w:ascii="Arial" w:hAnsi="Arial"/>
      <w:b/>
      <w:noProof/>
      <w:color w:val="0072BC"/>
      <w:kern w:val="28"/>
    </w:rPr>
  </w:style>
  <w:style w:type="paragraph" w:styleId="Heading4">
    <w:name w:val="heading 4"/>
    <w:basedOn w:val="Normal"/>
    <w:next w:val="Normal"/>
    <w:qFormat/>
    <w:rsid w:val="00F93473"/>
    <w:pPr>
      <w:keepNext/>
      <w:numPr>
        <w:ilvl w:val="3"/>
        <w:numId w:val="1"/>
      </w:numPr>
      <w:spacing w:before="160" w:after="80"/>
      <w:outlineLvl w:val="3"/>
    </w:pPr>
    <w:rPr>
      <w:rFonts w:ascii="Arial" w:hAnsi="Arial"/>
      <w:noProof/>
      <w:color w:val="0072BC"/>
      <w:kern w:val="28"/>
    </w:rPr>
  </w:style>
  <w:style w:type="paragraph" w:styleId="Heading5">
    <w:name w:val="heading 5"/>
    <w:basedOn w:val="Normal"/>
    <w:next w:val="Normal"/>
    <w:qFormat/>
    <w:rsid w:val="00F93473"/>
    <w:pPr>
      <w:keepNext/>
      <w:numPr>
        <w:ilvl w:val="4"/>
        <w:numId w:val="1"/>
      </w:numPr>
      <w:spacing w:before="160" w:after="80"/>
      <w:outlineLvl w:val="4"/>
    </w:pPr>
    <w:rPr>
      <w:rFonts w:ascii="Arial" w:hAnsi="Arial"/>
      <w:noProof/>
      <w:color w:val="0072BC"/>
      <w:kern w:val="28"/>
    </w:rPr>
  </w:style>
  <w:style w:type="paragraph" w:styleId="Heading6">
    <w:name w:val="heading 6"/>
    <w:basedOn w:val="Normal"/>
    <w:next w:val="Normal"/>
    <w:qFormat/>
    <w:rsid w:val="00F93473"/>
    <w:pPr>
      <w:keepNext/>
      <w:numPr>
        <w:ilvl w:val="5"/>
        <w:numId w:val="1"/>
      </w:numPr>
      <w:spacing w:before="160" w:after="80"/>
      <w:outlineLvl w:val="5"/>
    </w:pPr>
    <w:rPr>
      <w:rFonts w:ascii="Arial" w:hAnsi="Arial"/>
      <w:noProof/>
      <w:color w:val="0072BC"/>
      <w:kern w:val="28"/>
    </w:rPr>
  </w:style>
  <w:style w:type="paragraph" w:styleId="Heading7">
    <w:name w:val="heading 7"/>
    <w:basedOn w:val="Normal"/>
    <w:next w:val="Normal"/>
    <w:qFormat/>
    <w:rsid w:val="00F93473"/>
    <w:pPr>
      <w:keepNext/>
      <w:numPr>
        <w:ilvl w:val="6"/>
        <w:numId w:val="1"/>
      </w:numPr>
      <w:spacing w:before="160" w:after="80"/>
      <w:outlineLvl w:val="6"/>
    </w:pPr>
    <w:rPr>
      <w:rFonts w:ascii="Arial" w:hAnsi="Arial"/>
      <w:noProof/>
      <w:color w:val="0072BC"/>
      <w:kern w:val="28"/>
    </w:rPr>
  </w:style>
  <w:style w:type="paragraph" w:styleId="Heading8">
    <w:name w:val="heading 8"/>
    <w:basedOn w:val="Normal"/>
    <w:next w:val="Normal"/>
    <w:qFormat/>
    <w:rsid w:val="00F93473"/>
    <w:pPr>
      <w:keepNext/>
      <w:numPr>
        <w:ilvl w:val="7"/>
        <w:numId w:val="1"/>
      </w:numPr>
      <w:spacing w:before="160" w:after="80"/>
      <w:outlineLvl w:val="7"/>
    </w:pPr>
    <w:rPr>
      <w:rFonts w:ascii="Arial" w:hAnsi="Arial"/>
      <w:noProof/>
      <w:color w:val="0072BC"/>
      <w:kern w:val="28"/>
    </w:rPr>
  </w:style>
  <w:style w:type="paragraph" w:styleId="Heading9">
    <w:name w:val="heading 9"/>
    <w:basedOn w:val="Normal"/>
    <w:next w:val="Normal"/>
    <w:qFormat/>
    <w:rsid w:val="00F93473"/>
    <w:pPr>
      <w:keepNext/>
      <w:numPr>
        <w:ilvl w:val="8"/>
        <w:numId w:val="1"/>
      </w:numPr>
      <w:spacing w:before="160" w:after="80"/>
      <w:outlineLvl w:val="8"/>
    </w:pPr>
    <w:rPr>
      <w:rFonts w:ascii="Arial" w:hAnsi="Arial"/>
      <w:noProof/>
      <w:color w:val="0072BC"/>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qFormat/>
    <w:rsid w:val="008B044C"/>
    <w:pPr>
      <w:ind w:left="720"/>
    </w:pPr>
    <w:rPr>
      <w:rFonts w:ascii="Lucida Console" w:hAnsi="Lucida Console"/>
      <w:noProof/>
    </w:rPr>
  </w:style>
  <w:style w:type="paragraph" w:styleId="TOC1">
    <w:name w:val="toc 1"/>
    <w:basedOn w:val="Normal"/>
    <w:uiPriority w:val="39"/>
    <w:rsid w:val="00143E8F"/>
    <w:pPr>
      <w:tabs>
        <w:tab w:val="left" w:pos="400"/>
        <w:tab w:val="right" w:leader="dot" w:pos="9936"/>
      </w:tabs>
      <w:spacing w:before="120" w:after="60"/>
    </w:pPr>
    <w:rPr>
      <w:b/>
      <w:noProof/>
    </w:rPr>
  </w:style>
  <w:style w:type="paragraph" w:styleId="TOC2">
    <w:name w:val="toc 2"/>
    <w:basedOn w:val="Normal"/>
    <w:next w:val="Normal"/>
    <w:uiPriority w:val="39"/>
    <w:rsid w:val="00143E8F"/>
    <w:pPr>
      <w:tabs>
        <w:tab w:val="left" w:pos="800"/>
        <w:tab w:val="right" w:leader="dot" w:pos="9936"/>
      </w:tabs>
      <w:ind w:left="202"/>
    </w:pPr>
    <w:rPr>
      <w:noProof/>
    </w:rPr>
  </w:style>
  <w:style w:type="paragraph" w:styleId="TOC3">
    <w:name w:val="toc 3"/>
    <w:basedOn w:val="Normal"/>
    <w:next w:val="Normal"/>
    <w:autoRedefine/>
    <w:uiPriority w:val="39"/>
    <w:rsid w:val="00143E8F"/>
    <w:pPr>
      <w:ind w:left="403"/>
    </w:pPr>
  </w:style>
  <w:style w:type="paragraph" w:styleId="TOC4">
    <w:name w:val="toc 4"/>
    <w:basedOn w:val="Normal"/>
    <w:next w:val="Normal"/>
    <w:autoRedefine/>
    <w:semiHidden/>
    <w:rsid w:val="00143E8F"/>
    <w:pPr>
      <w:ind w:left="605"/>
    </w:pPr>
  </w:style>
  <w:style w:type="paragraph" w:styleId="TOC5">
    <w:name w:val="toc 5"/>
    <w:basedOn w:val="Normal"/>
    <w:next w:val="Normal"/>
    <w:autoRedefine/>
    <w:semiHidden/>
    <w:rsid w:val="00143E8F"/>
    <w:pPr>
      <w:ind w:left="806"/>
    </w:pPr>
  </w:style>
  <w:style w:type="paragraph" w:styleId="TOC6">
    <w:name w:val="toc 6"/>
    <w:basedOn w:val="Normal"/>
    <w:next w:val="Normal"/>
    <w:autoRedefine/>
    <w:semiHidden/>
    <w:rsid w:val="00143E8F"/>
    <w:pPr>
      <w:ind w:left="1000"/>
    </w:pPr>
  </w:style>
  <w:style w:type="paragraph" w:styleId="TOC7">
    <w:name w:val="toc 7"/>
    <w:basedOn w:val="Normal"/>
    <w:next w:val="Normal"/>
    <w:autoRedefine/>
    <w:semiHidden/>
    <w:rsid w:val="00143E8F"/>
    <w:pPr>
      <w:ind w:left="1200"/>
    </w:pPr>
  </w:style>
  <w:style w:type="paragraph" w:styleId="TOC8">
    <w:name w:val="toc 8"/>
    <w:basedOn w:val="Normal"/>
    <w:next w:val="Normal"/>
    <w:autoRedefine/>
    <w:semiHidden/>
    <w:rsid w:val="00143E8F"/>
    <w:pPr>
      <w:ind w:left="1400"/>
    </w:pPr>
  </w:style>
  <w:style w:type="paragraph" w:styleId="TOC9">
    <w:name w:val="toc 9"/>
    <w:basedOn w:val="Normal"/>
    <w:next w:val="Normal"/>
    <w:autoRedefine/>
    <w:semiHidden/>
    <w:rsid w:val="00143E8F"/>
    <w:pPr>
      <w:ind w:left="1600"/>
    </w:pPr>
  </w:style>
  <w:style w:type="paragraph" w:customStyle="1" w:styleId="Issue">
    <w:name w:val="Issue"/>
    <w:basedOn w:val="Normal"/>
    <w:qFormat/>
    <w:rsid w:val="00E73D21"/>
    <w:pPr>
      <w:keepLines/>
      <w:pBdr>
        <w:top w:val="single" w:sz="12" w:space="1" w:color="ED1C24"/>
        <w:left w:val="single" w:sz="48" w:space="1" w:color="ED1C24"/>
        <w:bottom w:val="single" w:sz="12" w:space="1" w:color="ED1C24"/>
        <w:right w:val="single" w:sz="48" w:space="1" w:color="ED1C24"/>
      </w:pBdr>
      <w:shd w:val="clear" w:color="auto" w:fill="D8D8D8"/>
    </w:pPr>
    <w:rPr>
      <w:i/>
      <w:color w:val="FF0000"/>
    </w:rPr>
  </w:style>
  <w:style w:type="paragraph" w:styleId="DocumentMap">
    <w:name w:val="Document Map"/>
    <w:basedOn w:val="Normal"/>
    <w:semiHidden/>
    <w:rsid w:val="00143E8F"/>
    <w:pPr>
      <w:shd w:val="clear" w:color="auto" w:fill="000080"/>
    </w:pPr>
    <w:rPr>
      <w:rFonts w:ascii="Tahoma" w:hAnsi="Tahoma"/>
    </w:rPr>
  </w:style>
  <w:style w:type="character" w:styleId="CommentReference">
    <w:name w:val="annotation reference"/>
    <w:basedOn w:val="DefaultParagraphFont"/>
    <w:semiHidden/>
    <w:rsid w:val="00143E8F"/>
    <w:rPr>
      <w:sz w:val="16"/>
    </w:rPr>
  </w:style>
  <w:style w:type="paragraph" w:styleId="CommentText">
    <w:name w:val="annotation text"/>
    <w:basedOn w:val="Normal"/>
    <w:semiHidden/>
    <w:rsid w:val="00143E8F"/>
  </w:style>
  <w:style w:type="paragraph" w:styleId="Index1">
    <w:name w:val="index 1"/>
    <w:basedOn w:val="Normal"/>
    <w:next w:val="Normal"/>
    <w:autoRedefine/>
    <w:semiHidden/>
    <w:rsid w:val="00143E8F"/>
    <w:pPr>
      <w:ind w:left="220" w:hanging="220"/>
    </w:pPr>
  </w:style>
  <w:style w:type="paragraph" w:styleId="Title">
    <w:name w:val="Title"/>
    <w:basedOn w:val="Normal"/>
    <w:next w:val="Normal"/>
    <w:autoRedefine/>
    <w:qFormat/>
    <w:rsid w:val="00983A83"/>
    <w:rPr>
      <w:rFonts w:ascii="Arial" w:eastAsia="MS Mincho" w:hAnsi="Arial" w:cs="Arial"/>
      <w:b/>
      <w:color w:val="FFFFFF"/>
      <w:sz w:val="40"/>
      <w:szCs w:val="40"/>
      <w:lang w:eastAsia="ja-JP"/>
    </w:rPr>
  </w:style>
  <w:style w:type="table" w:customStyle="1" w:styleId="Table">
    <w:name w:val="Table"/>
    <w:basedOn w:val="TableNormal"/>
    <w:rsid w:val="00494EC2"/>
    <w:rPr>
      <w:rFonts w:ascii="Verdana" w:hAnsi="Verdana"/>
      <w:sz w:val="16"/>
    </w:rPr>
    <w:tblPr>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43" w:type="dxa"/>
        <w:left w:w="115" w:type="dxa"/>
        <w:bottom w:w="43" w:type="dxa"/>
        <w:right w:w="115" w:type="dxa"/>
      </w:tblCellMar>
    </w:tblPr>
    <w:tblStylePr w:type="firstRow">
      <w:rPr>
        <w:b/>
        <w:color w:val="FFFFFF"/>
      </w:rPr>
      <w:tblPr/>
      <w:tcPr>
        <w:shd w:val="clear" w:color="auto" w:fill="4F81BD"/>
      </w:tcPr>
    </w:tblStylePr>
  </w:style>
  <w:style w:type="paragraph" w:styleId="BalloonText">
    <w:name w:val="Balloon Text"/>
    <w:basedOn w:val="Normal"/>
    <w:semiHidden/>
    <w:rsid w:val="00143E8F"/>
    <w:rPr>
      <w:rFonts w:ascii="Tahoma" w:hAnsi="Tahoma" w:cs="Tahoma"/>
      <w:sz w:val="16"/>
      <w:szCs w:val="16"/>
    </w:rPr>
  </w:style>
  <w:style w:type="paragraph" w:styleId="CommentSubject">
    <w:name w:val="annotation subject"/>
    <w:basedOn w:val="CommentText"/>
    <w:next w:val="CommentText"/>
    <w:semiHidden/>
    <w:rsid w:val="0027773A"/>
    <w:rPr>
      <w:b/>
      <w:bCs/>
    </w:rPr>
  </w:style>
  <w:style w:type="table" w:styleId="TableGrid">
    <w:name w:val="Table Grid"/>
    <w:basedOn w:val="TableNormal"/>
    <w:rsid w:val="00983A83"/>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2935B7"/>
    <w:pPr>
      <w:spacing w:before="100" w:beforeAutospacing="1" w:after="100" w:afterAutospacing="1"/>
    </w:pPr>
    <w:rPr>
      <w:rFonts w:ascii="Times New Roman" w:hAnsi="Times New Roman"/>
      <w:sz w:val="24"/>
      <w:szCs w:val="24"/>
    </w:rPr>
  </w:style>
  <w:style w:type="table" w:customStyle="1" w:styleId="Style4">
    <w:name w:val="Style 4"/>
    <w:basedOn w:val="TableNormal"/>
    <w:uiPriority w:val="24"/>
    <w:rsid w:val="00F76096"/>
    <w:pPr>
      <w:spacing w:line="0" w:lineRule="atLeast"/>
    </w:pPr>
    <w:rPr>
      <w:color w:val="000000"/>
    </w:rPr>
    <w:tblPr>
      <w:tblStyleColBandSize w:val="1"/>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0" w:type="dxa"/>
        <w:left w:w="108" w:type="dxa"/>
        <w:bottom w:w="0" w:type="dxa"/>
        <w:right w:w="108" w:type="dxa"/>
      </w:tblCellMar>
    </w:tblPr>
    <w:tcPr>
      <w:shd w:val="clear" w:color="auto" w:fill="EFF2F7"/>
    </w:tcPr>
    <w:tblStylePr w:type="firstRow">
      <w:rPr>
        <w:b/>
        <w:bCs/>
        <w:color w:val="FFFFFF"/>
      </w:rPr>
      <w:tblPr/>
      <w:tcPr>
        <w:shd w:val="clear" w:color="auto" w:fill="4F81BD"/>
      </w:tcPr>
    </w:tblStylePr>
    <w:tblStylePr w:type="lastRow">
      <w:rPr>
        <w:b/>
        <w:bCs/>
        <w:color w:val="FFFFFF"/>
      </w:rPr>
      <w:tblPr/>
      <w:tcPr>
        <w:shd w:val="clear" w:color="auto" w:fill="4F81BD"/>
      </w:tcPr>
    </w:tblStylePr>
    <w:tblStylePr w:type="firstCol">
      <w:rPr>
        <w:b/>
        <w:bCs/>
        <w:color w:val="1F497D"/>
      </w:rPr>
    </w:tblStylePr>
    <w:tblStylePr w:type="lastCol">
      <w:rPr>
        <w:b/>
        <w:bCs/>
        <w:color w:val="1F497D"/>
      </w:rPr>
    </w:tblStylePr>
    <w:tblStylePr w:type="band1Vert">
      <w:tblPr/>
      <w:tcPr>
        <w:shd w:val="clear" w:color="auto" w:fill="DBE5F1"/>
      </w:tcPr>
    </w:tblStylePr>
  </w:style>
  <w:style w:type="table" w:customStyle="1" w:styleId="Style2">
    <w:name w:val="Style 2"/>
    <w:basedOn w:val="TableNormal"/>
    <w:uiPriority w:val="22"/>
    <w:rsid w:val="00F76096"/>
    <w:pPr>
      <w:spacing w:line="0" w:lineRule="atLeast"/>
    </w:pPr>
    <w:rPr>
      <w:color w:val="000000"/>
    </w:rPr>
    <w:tblPr>
      <w:tblStyleRowBandSize w:val="1"/>
      <w:tblInd w:w="0" w:type="dxa"/>
      <w:tblBorders>
        <w:top w:val="single" w:sz="4" w:space="0" w:color="000000"/>
        <w:left w:val="single" w:sz="8" w:space="0" w:color="FFFFFF"/>
        <w:bottom w:val="single" w:sz="4" w:space="0" w:color="000000"/>
        <w:right w:val="single" w:sz="8" w:space="0" w:color="FFFFFF"/>
        <w:insideH w:val="single" w:sz="4" w:space="0" w:color="000000"/>
      </w:tblBorders>
      <w:tblCellMar>
        <w:top w:w="0" w:type="dxa"/>
        <w:left w:w="108" w:type="dxa"/>
        <w:bottom w:w="0" w:type="dxa"/>
        <w:right w:w="108" w:type="dxa"/>
      </w:tblCellMar>
    </w:tblPr>
    <w:tblStylePr w:type="firstRow">
      <w:pPr>
        <w:spacing w:before="0" w:after="0" w:line="0" w:lineRule="atLeast"/>
      </w:pPr>
      <w:rPr>
        <w:b/>
        <w:bCs/>
        <w:color w:val="FFFFFF"/>
      </w:rPr>
      <w:tblPr/>
      <w:tcPr>
        <w:shd w:val="clear" w:color="auto" w:fill="4F81BD"/>
      </w:tcPr>
    </w:tblStylePr>
    <w:tblStylePr w:type="lastRow">
      <w:pPr>
        <w:spacing w:before="0" w:after="0" w:line="0" w:lineRule="atLeast"/>
      </w:pPr>
      <w:rPr>
        <w:b/>
        <w:bCs/>
        <w:color w:val="1F497D"/>
      </w:rPr>
      <w:tblPr/>
      <w:tcPr>
        <w:tcBorders>
          <w:top w:val="single" w:sz="12" w:space="0" w:color="000000"/>
          <w:bottom w:val="single" w:sz="12" w:space="0" w:color="000000"/>
        </w:tcBorders>
      </w:tcPr>
    </w:tblStylePr>
    <w:tblStylePr w:type="band1Horz">
      <w:tblPr/>
      <w:tcPr>
        <w:shd w:val="clear" w:color="auto" w:fill="DBE5F1"/>
      </w:tcPr>
    </w:tblStylePr>
  </w:style>
  <w:style w:type="paragraph" w:styleId="Header">
    <w:name w:val="header"/>
    <w:basedOn w:val="Normal"/>
    <w:link w:val="HeaderChar"/>
    <w:rsid w:val="00495E5C"/>
    <w:pPr>
      <w:tabs>
        <w:tab w:val="center" w:pos="4320"/>
        <w:tab w:val="right" w:pos="8640"/>
      </w:tabs>
    </w:pPr>
  </w:style>
  <w:style w:type="character" w:customStyle="1" w:styleId="HeaderChar">
    <w:name w:val="Header Char"/>
    <w:basedOn w:val="DefaultParagraphFont"/>
    <w:link w:val="Header"/>
    <w:rsid w:val="00495E5C"/>
    <w:rPr>
      <w:rFonts w:ascii="Verdana" w:hAnsi="Verdana"/>
    </w:rPr>
  </w:style>
  <w:style w:type="paragraph" w:styleId="Footer">
    <w:name w:val="footer"/>
    <w:basedOn w:val="Normal"/>
    <w:link w:val="FooterChar"/>
    <w:rsid w:val="00495E5C"/>
    <w:pPr>
      <w:tabs>
        <w:tab w:val="center" w:pos="4320"/>
        <w:tab w:val="right" w:pos="8640"/>
      </w:tabs>
    </w:pPr>
  </w:style>
  <w:style w:type="character" w:customStyle="1" w:styleId="FooterChar">
    <w:name w:val="Footer Char"/>
    <w:basedOn w:val="DefaultParagraphFont"/>
    <w:link w:val="Footer"/>
    <w:rsid w:val="00495E5C"/>
    <w:rPr>
      <w:rFonts w:ascii="Verdana" w:hAnsi="Verdana"/>
    </w:rPr>
  </w:style>
  <w:style w:type="character" w:styleId="Hyperlink">
    <w:name w:val="Hyperlink"/>
    <w:basedOn w:val="DefaultParagraphFont"/>
    <w:rsid w:val="00FD7D81"/>
    <w:rPr>
      <w:color w:val="0000FF"/>
      <w:u w:val="single"/>
    </w:rPr>
  </w:style>
  <w:style w:type="character" w:styleId="FollowedHyperlink">
    <w:name w:val="FollowedHyperlink"/>
    <w:basedOn w:val="DefaultParagraphFont"/>
    <w:rsid w:val="00AA3355"/>
    <w:rPr>
      <w:color w:val="800080"/>
      <w:u w:val="single"/>
    </w:rPr>
  </w:style>
  <w:style w:type="paragraph" w:styleId="ListParagraph">
    <w:name w:val="List Paragraph"/>
    <w:basedOn w:val="Normal"/>
    <w:uiPriority w:val="34"/>
    <w:qFormat/>
    <w:rsid w:val="00DF186D"/>
    <w:pPr>
      <w:ind w:left="720"/>
      <w:contextualSpacing/>
    </w:pPr>
    <w:rPr>
      <w:rFonts w:ascii="Times New Roman" w:hAnsi="Times New Roman"/>
      <w:sz w:val="24"/>
      <w:szCs w:val="24"/>
    </w:rPr>
  </w:style>
  <w:style w:type="character" w:customStyle="1" w:styleId="Heading2Char">
    <w:name w:val="Heading 2 Char"/>
    <w:basedOn w:val="DefaultParagraphFont"/>
    <w:link w:val="Heading2"/>
    <w:rsid w:val="007A13D0"/>
    <w:rPr>
      <w:rFonts w:ascii="Arial" w:hAnsi="Arial"/>
      <w:b/>
      <w:noProof/>
      <w:color w:val="0072BC"/>
      <w:kern w:val="28"/>
      <w:sz w:val="24"/>
    </w:rPr>
  </w:style>
</w:styles>
</file>

<file path=word/webSettings.xml><?xml version="1.0" encoding="utf-8"?>
<w:webSettings xmlns:r="http://schemas.openxmlformats.org/officeDocument/2006/relationships" xmlns:w="http://schemas.openxmlformats.org/wordprocessingml/2006/main">
  <w:divs>
    <w:div w:id="35467206">
      <w:bodyDiv w:val="1"/>
      <w:marLeft w:val="0"/>
      <w:marRight w:val="0"/>
      <w:marTop w:val="0"/>
      <w:marBottom w:val="0"/>
      <w:divBdr>
        <w:top w:val="none" w:sz="0" w:space="0" w:color="auto"/>
        <w:left w:val="none" w:sz="0" w:space="0" w:color="auto"/>
        <w:bottom w:val="none" w:sz="0" w:space="0" w:color="auto"/>
        <w:right w:val="none" w:sz="0" w:space="0" w:color="auto"/>
      </w:divBdr>
    </w:div>
    <w:div w:id="1201239777">
      <w:bodyDiv w:val="1"/>
      <w:marLeft w:val="0"/>
      <w:marRight w:val="0"/>
      <w:marTop w:val="0"/>
      <w:marBottom w:val="0"/>
      <w:divBdr>
        <w:top w:val="none" w:sz="0" w:space="0" w:color="auto"/>
        <w:left w:val="none" w:sz="0" w:space="0" w:color="auto"/>
        <w:bottom w:val="none" w:sz="0" w:space="0" w:color="auto"/>
        <w:right w:val="none" w:sz="0" w:space="0" w:color="auto"/>
      </w:divBdr>
    </w:div>
    <w:div w:id="1476070105">
      <w:bodyDiv w:val="1"/>
      <w:marLeft w:val="0"/>
      <w:marRight w:val="0"/>
      <w:marTop w:val="0"/>
      <w:marBottom w:val="0"/>
      <w:divBdr>
        <w:top w:val="none" w:sz="0" w:space="0" w:color="auto"/>
        <w:left w:val="none" w:sz="0" w:space="0" w:color="auto"/>
        <w:bottom w:val="none" w:sz="0" w:space="0" w:color="auto"/>
        <w:right w:val="none" w:sz="0" w:space="0" w:color="auto"/>
      </w:divBdr>
    </w:div>
    <w:div w:id="1918441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ourceforge.net/projects/wix/"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microsoft.com/downloads/details.aspx?familyid=3389F7E4-0E55-4A4D-BC74-4AEABB17997B&amp;displaylang=en" TargetMode="Externa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yperlink" Target="http://www.microsoft.com/downloads/details.aspx?familyid=3389F7E4-0E55-4A4D-BC74-4AEABB17997B&amp;displaylang=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odeplex.com/white" TargetMode="External"/><Relationship Id="rId20" Type="http://schemas.openxmlformats.org/officeDocument/2006/relationships/hyperlink" Target="http://www.codeplex.com/whit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odeplex.com/msdnforumsclient"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ourceforge.net/projects/nunit" TargetMode="External"/><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ourceforge.net/projects/nun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http://sourceforge.net/projects/w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ineshku\Application%20Data\Microsoft\Templates\CSharp%20Style%20Guid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FE7BE5B7FED3458899A1405E564793" ma:contentTypeVersion="0" ma:contentTypeDescription="Create a new document." ma:contentTypeScope="" ma:versionID="23f1eb79cedef16fbf64420068fd136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9F11F6-BB0A-4FD4-B40C-C89B9FFE1858}">
  <ds:schemaRefs>
    <ds:schemaRef ds:uri="http://schemas.microsoft.com/office/2006/metadata/properties"/>
  </ds:schemaRefs>
</ds:datastoreItem>
</file>

<file path=customXml/itemProps2.xml><?xml version="1.0" encoding="utf-8"?>
<ds:datastoreItem xmlns:ds="http://schemas.openxmlformats.org/officeDocument/2006/customXml" ds:itemID="{C73080D0-099C-43DB-9293-1ECF78B65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B6625BA-EEA0-424B-A2CA-0949D06D8C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CSharp Style Guide.dot</Template>
  <TotalTime>8673</TotalTime>
  <Pages>12</Pages>
  <Words>3771</Words>
  <Characters>21498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lpstr>
    </vt:vector>
  </TitlesOfParts>
  <Company>Microsoft Corporation</Company>
  <LinksUpToDate>false</LinksUpToDate>
  <CharactersWithSpaces>25219</CharactersWithSpaces>
  <SharedDoc>false</SharedDoc>
  <HLinks>
    <vt:vector size="24" baseType="variant">
      <vt:variant>
        <vt:i4>4325402</vt:i4>
      </vt:variant>
      <vt:variant>
        <vt:i4>57</vt:i4>
      </vt:variant>
      <vt:variant>
        <vt:i4>0</vt:i4>
      </vt:variant>
      <vt:variant>
        <vt:i4>5</vt:i4>
      </vt:variant>
      <vt:variant>
        <vt:lpwstr>http://sourceforge.net/projects/wix/</vt:lpwstr>
      </vt:variant>
      <vt:variant>
        <vt:lpwstr/>
      </vt:variant>
      <vt:variant>
        <vt:i4>8126527</vt:i4>
      </vt:variant>
      <vt:variant>
        <vt:i4>54</vt:i4>
      </vt:variant>
      <vt:variant>
        <vt:i4>0</vt:i4>
      </vt:variant>
      <vt:variant>
        <vt:i4>5</vt:i4>
      </vt:variant>
      <vt:variant>
        <vt:lpwstr>http://code.msdn.microsoft.com/codeanalysis</vt:lpwstr>
      </vt:variant>
      <vt:variant>
        <vt:lpwstr/>
      </vt:variant>
      <vt:variant>
        <vt:i4>4915294</vt:i4>
      </vt:variant>
      <vt:variant>
        <vt:i4>51</vt:i4>
      </vt:variant>
      <vt:variant>
        <vt:i4>0</vt:i4>
      </vt:variant>
      <vt:variant>
        <vt:i4>5</vt:i4>
      </vt:variant>
      <vt:variant>
        <vt:lpwstr>http://www.codeplex.com/white</vt:lpwstr>
      </vt:variant>
      <vt:variant>
        <vt:lpwstr/>
      </vt:variant>
      <vt:variant>
        <vt:i4>1572885</vt:i4>
      </vt:variant>
      <vt:variant>
        <vt:i4>48</vt:i4>
      </vt:variant>
      <vt:variant>
        <vt:i4>0</vt:i4>
      </vt:variant>
      <vt:variant>
        <vt:i4>5</vt:i4>
      </vt:variant>
      <vt:variant>
        <vt:lpwstr>http://sourceforge.net/projects/nunit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John D'Addamio</dc:creator>
  <cp:keywords/>
  <dc:description/>
  <cp:lastModifiedBy>johndadd</cp:lastModifiedBy>
  <cp:revision>8</cp:revision>
  <cp:lastPrinted>2006-01-13T06:05:00Z</cp:lastPrinted>
  <dcterms:created xsi:type="dcterms:W3CDTF">2008-09-04T23:33:00Z</dcterms:created>
  <dcterms:modified xsi:type="dcterms:W3CDTF">2008-11-03T23:45:00Z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1.1</vt:lpwstr>
  </property>
  <property fmtid="{D5CDD505-2E9C-101B-9397-08002B2CF9AE}" pid="3" name="DocumentStatus">
    <vt:lpwstr>Final</vt:lpwstr>
  </property>
  <property fmtid="{D5CDD505-2E9C-101B-9397-08002B2CF9AE}" pid="4" name="Keywords0">
    <vt:lpwstr/>
  </property>
  <property fmtid="{D5CDD505-2E9C-101B-9397-08002B2CF9AE}" pid="5" name="FriendlyVersionID">
    <vt:lpwstr/>
  </property>
  <property fmtid="{D5CDD505-2E9C-101B-9397-08002B2CF9AE}" pid="6" name="OriginalDocumentProfile">
    <vt:lpwstr/>
  </property>
  <property fmtid="{D5CDD505-2E9C-101B-9397-08002B2CF9AE}" pid="7" name="Description0">
    <vt:lpwstr>Final draft of the Orcas spec template for PM. The associated handbook is currently being developed.</vt:lpwstr>
  </property>
  <property fmtid="{D5CDD505-2E9C-101B-9397-08002B2CF9AE}" pid="8" name="Author0">
    <vt:lpwstr>Brandon Bray and Dinesh Kulkarni</vt:lpwstr>
  </property>
  <property fmtid="{D5CDD505-2E9C-101B-9397-08002B2CF9AE}" pid="9" name="ContentTypeId">
    <vt:lpwstr>0x0101006AFE7BE5B7FED3458899A1405E564793</vt:lpwstr>
  </property>
</Properties>
</file>